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DE" w:rsidRDefault="00EF6DDE" w:rsidP="00EF6DDE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7A7F035C" wp14:editId="75B0DD66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DDE" w:rsidRDefault="00EF6DDE" w:rsidP="00EF6DDE">
      <w:pPr>
        <w:jc w:val="center"/>
        <w:rPr>
          <w:rFonts w:ascii="Verdana" w:hAnsi="Verdana"/>
          <w:sz w:val="28"/>
        </w:rPr>
      </w:pPr>
    </w:p>
    <w:p w:rsidR="00EF6DDE" w:rsidRPr="00A01A03" w:rsidRDefault="00EF6DDE" w:rsidP="00EF6DDE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:rsidR="00EF6DDE" w:rsidRPr="00A01A03" w:rsidRDefault="00EF6DDE" w:rsidP="00EF6DDE">
      <w:pPr>
        <w:pStyle w:val="Nagwek1"/>
        <w:numPr>
          <w:ilvl w:val="0"/>
          <w:numId w:val="0"/>
        </w:numPr>
        <w:ind w:left="284"/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rPr>
          <w:rFonts w:ascii="Verdana" w:hAnsi="Verdana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3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</w:p>
    <w:p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  <w:r w:rsidRPr="00EF6DDE">
        <w:rPr>
          <w:rFonts w:ascii="Verdana" w:hAnsi="Verdana"/>
          <w:b/>
          <w:sz w:val="36"/>
          <w:szCs w:val="36"/>
        </w:rPr>
        <w:t>WZNOWIENIE, WYZNACZENIE I USTALENIE GRANIC</w:t>
      </w: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:rsidR="00EF6DDE" w:rsidRDefault="00EF6DDE" w:rsidP="00EF6DDE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:rsidR="00EF6DDE" w:rsidRDefault="00325E23" w:rsidP="00EF6DDE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>WARSZAWA</w:t>
      </w:r>
      <w:bookmarkStart w:id="0" w:name="_GoBack"/>
      <w:bookmarkEnd w:id="0"/>
    </w:p>
    <w:p w:rsidR="00E36387" w:rsidRDefault="00E36387" w:rsidP="00EF6DDE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</w:p>
    <w:p w:rsidR="00EF5F93" w:rsidRDefault="00EF5F93" w:rsidP="00EF6DDE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</w:p>
    <w:p w:rsid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EF6DDE">
        <w:rPr>
          <w:rFonts w:ascii="Verdana" w:hAnsi="Verdana"/>
          <w:b/>
          <w:sz w:val="24"/>
        </w:rPr>
        <w:lastRenderedPageBreak/>
        <w:t>SPIS TREŚCI</w:t>
      </w:r>
    </w:p>
    <w:p w:rsidR="00784F73" w:rsidRP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:rsidR="00784F73" w:rsidRPr="00B71CFB" w:rsidRDefault="00325E2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wykonanie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</w:t>
        </w:r>
        <w:r w:rsidR="00657143">
          <w:rPr>
            <w:rStyle w:val="Hipercze"/>
            <w:rFonts w:ascii="Verdana" w:hAnsi="Verdana"/>
            <w:noProof/>
            <w:w w:val="90"/>
          </w:rPr>
          <w:t>a jakości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9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657143">
          <w:rPr>
            <w:rStyle w:val="Hipercze"/>
            <w:rFonts w:ascii="Verdana" w:hAnsi="Verdana"/>
            <w:noProof/>
            <w:w w:val="90"/>
          </w:rPr>
          <w:t xml:space="preserve">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_Toc410839335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odbiór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_Toc410839336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_Toc410839337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784F73" w:rsidRPr="00B71CFB" w:rsidRDefault="00325E23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:rsidR="00A46F82" w:rsidRPr="002231FF" w:rsidRDefault="00A46F82" w:rsidP="00EF6DDE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:rsidR="00A46F82" w:rsidRPr="002231FF" w:rsidRDefault="00A46F82" w:rsidP="00EF6DDE">
      <w:pPr>
        <w:tabs>
          <w:tab w:val="left" w:pos="284"/>
          <w:tab w:val="right" w:leader="dot" w:pos="8789"/>
        </w:tabs>
        <w:jc w:val="center"/>
        <w:rPr>
          <w:b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:rsidR="00A46F82" w:rsidRPr="002231FF" w:rsidRDefault="00A46F82">
      <w:pPr>
        <w:ind w:left="360"/>
        <w:rPr>
          <w:sz w:val="18"/>
        </w:rPr>
      </w:pPr>
      <w:bookmarkStart w:id="1" w:name="_Toc404150096"/>
      <w:bookmarkStart w:id="2" w:name="_Toc416830698"/>
      <w:bookmarkStart w:id="3" w:name="_Toc6881279"/>
    </w:p>
    <w:p w:rsidR="00A46F82" w:rsidRPr="002231FF" w:rsidRDefault="00A46F82">
      <w:pPr>
        <w:rPr>
          <w:sz w:val="19"/>
        </w:rPr>
      </w:pPr>
    </w:p>
    <w:p w:rsidR="00A46F82" w:rsidRPr="002231FF" w:rsidRDefault="00A46F82" w:rsidP="00D47B1E">
      <w:pPr>
        <w:numPr>
          <w:ilvl w:val="0"/>
          <w:numId w:val="11"/>
        </w:numPr>
        <w:rPr>
          <w:sz w:val="19"/>
        </w:rPr>
        <w:sectPr w:rsidR="00A46F82" w:rsidRPr="002231FF" w:rsidSect="00EF6DDE">
          <w:headerReference w:type="default" r:id="rId12"/>
          <w:pgSz w:w="11907" w:h="16840" w:code="9"/>
          <w:pgMar w:top="1418" w:right="1134" w:bottom="1418" w:left="1418" w:header="1135" w:footer="1531" w:gutter="0"/>
          <w:cols w:space="708"/>
          <w:titlePg/>
          <w:docGrid w:linePitch="272"/>
        </w:sectPr>
      </w:pP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4" w:name="_Toc410839328"/>
      <w:bookmarkStart w:id="5" w:name="_Ref388962290"/>
      <w:bookmarkEnd w:id="1"/>
      <w:bookmarkEnd w:id="2"/>
      <w:bookmarkEnd w:id="3"/>
      <w:r w:rsidRPr="001C778C">
        <w:rPr>
          <w:rFonts w:ascii="Verdana" w:hAnsi="Verdana"/>
          <w:w w:val="90"/>
        </w:rPr>
        <w:lastRenderedPageBreak/>
        <w:t>WSTĘP</w:t>
      </w:r>
      <w:bookmarkEnd w:id="4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 Specyfikacji </w:t>
      </w:r>
    </w:p>
    <w:p w:rsidR="000A7506" w:rsidRPr="001C778C" w:rsidRDefault="000A7506" w:rsidP="000A7506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Przedmiotem niniejszej Specyfikacji są wymagania dotyczące wykonania i odbioru opracowań przewidzianych do wykonania w ramach </w:t>
      </w:r>
      <w:r w:rsidR="00CB6CA6" w:rsidRPr="001C778C">
        <w:rPr>
          <w:rFonts w:ascii="Verdana" w:hAnsi="Verdana"/>
          <w:w w:val="90"/>
        </w:rPr>
        <w:t>przedmiotowego zadania.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Zakres stosowania Specyfikacji 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956E70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 xml:space="preserve">i realizacji opracowania </w:t>
      </w:r>
      <w:r w:rsidR="004534C9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30</w:t>
      </w:r>
      <w:r w:rsidR="004534C9">
        <w:rPr>
          <w:rFonts w:ascii="Verdana" w:hAnsi="Verdana"/>
          <w:w w:val="90"/>
        </w:rPr>
        <w:t xml:space="preserve">.30.00 </w:t>
      </w:r>
      <w:r w:rsidRPr="001C778C">
        <w:rPr>
          <w:rFonts w:ascii="Verdana" w:hAnsi="Verdana"/>
          <w:w w:val="90"/>
        </w:rPr>
        <w:t xml:space="preserve">– </w:t>
      </w:r>
      <w:r w:rsidR="00FC1725">
        <w:rPr>
          <w:rFonts w:ascii="Verdana" w:hAnsi="Verdana"/>
          <w:w w:val="90"/>
        </w:rPr>
        <w:t>wznowienie, wyznaczenie i ustalenie granic, rozgraniczenie nieruchomości</w:t>
      </w:r>
      <w:r w:rsidR="00F30BD8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Określenia podstawowe</w:t>
      </w:r>
    </w:p>
    <w:p w:rsidR="000A7506" w:rsidRPr="001C778C" w:rsidRDefault="00FC1725" w:rsidP="00FC1725">
      <w:pPr>
        <w:pStyle w:val="tekstost"/>
        <w:spacing w:after="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Użyte w specyfikacjach technicznych </w:t>
      </w:r>
      <w:r w:rsidR="000A7506" w:rsidRPr="001C778C">
        <w:rPr>
          <w:rFonts w:ascii="Verdana" w:hAnsi="Verdana"/>
          <w:w w:val="90"/>
        </w:rPr>
        <w:t>określenia podstawowe są zgodne z obowiązującymi, odpowiednimi polskimi przepisami i polskimi normami oraz z definicjami podanymi w SP</w:t>
      </w:r>
      <w:r w:rsidR="001C7EA5">
        <w:rPr>
          <w:rFonts w:ascii="Verdana" w:hAnsi="Verdana"/>
          <w:w w:val="90"/>
        </w:rPr>
        <w:t>.</w:t>
      </w:r>
      <w:r w:rsidR="000A7506"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="000A7506" w:rsidRPr="001C778C">
        <w:rPr>
          <w:rFonts w:ascii="Verdana" w:hAnsi="Verdana"/>
          <w:w w:val="90"/>
        </w:rPr>
        <w:t xml:space="preserve"> „Wymagania ogólne” i w innych S</w:t>
      </w:r>
      <w:r w:rsidR="00956E70">
        <w:rPr>
          <w:rFonts w:ascii="Verdana" w:hAnsi="Verdana"/>
          <w:w w:val="90"/>
        </w:rPr>
        <w:t>pecyfikacjach</w:t>
      </w:r>
      <w:r w:rsidR="000A7506" w:rsidRPr="001C778C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6" w:name="_Toc59795393"/>
      <w:bookmarkStart w:id="7" w:name="_Toc410839329"/>
      <w:r w:rsidRPr="001C778C">
        <w:rPr>
          <w:rFonts w:ascii="Verdana" w:hAnsi="Verdana"/>
          <w:w w:val="90"/>
        </w:rPr>
        <w:t>Wymagania dla projektowanej inwestycJi</w:t>
      </w:r>
      <w:bookmarkEnd w:id="6"/>
      <w:bookmarkEnd w:id="7"/>
    </w:p>
    <w:p w:rsidR="000A7506" w:rsidRPr="001C778C" w:rsidRDefault="00D105E9" w:rsidP="001C778C">
      <w:pPr>
        <w:rPr>
          <w:rFonts w:ascii="Verdana" w:hAnsi="Verdana"/>
          <w:w w:val="90"/>
        </w:rPr>
      </w:pPr>
      <w:r w:rsidRPr="00704702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956E70" w:rsidRPr="00704702">
        <w:rPr>
          <w:rFonts w:ascii="Verdana" w:hAnsi="Verdana"/>
          <w:w w:val="90"/>
        </w:rPr>
        <w:br/>
      </w:r>
      <w:r w:rsidRPr="00704702">
        <w:rPr>
          <w:rFonts w:ascii="Verdana" w:hAnsi="Verdana"/>
          <w:w w:val="90"/>
        </w:rPr>
        <w:t>w SP-00.00</w:t>
      </w:r>
      <w:r w:rsidR="00956E70" w:rsidRPr="00704702">
        <w:rPr>
          <w:rFonts w:ascii="Verdana" w:hAnsi="Verdana"/>
          <w:w w:val="90"/>
        </w:rPr>
        <w:t>.00</w:t>
      </w:r>
      <w:r w:rsidRPr="00704702">
        <w:rPr>
          <w:rFonts w:ascii="Verdana" w:hAnsi="Verdana"/>
          <w:w w:val="90"/>
        </w:rPr>
        <w:t xml:space="preserve"> „Wymagania ogólne” pkt 2.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8" w:name="_Toc59795420"/>
      <w:bookmarkStart w:id="9" w:name="_Toc59795479"/>
      <w:bookmarkStart w:id="10" w:name="_Toc410839330"/>
      <w:r w:rsidRPr="001C778C">
        <w:rPr>
          <w:rFonts w:ascii="Verdana" w:hAnsi="Verdana"/>
          <w:w w:val="90"/>
        </w:rPr>
        <w:t>MATERIAŁY WYJŚCIOWE, POMIARY, BADANIA, OBLICZENIA I EKSPERTYZY</w:t>
      </w:r>
      <w:bookmarkEnd w:id="8"/>
      <w:bookmarkEnd w:id="9"/>
      <w:bookmarkEnd w:id="10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Materiały wyjściowe do projektowania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materiałów wyjściowych do projektowania znajdują się w </w:t>
      </w:r>
      <w:r w:rsidRPr="00F30BD8">
        <w:rPr>
          <w:rFonts w:ascii="Verdana" w:hAnsi="Verdana"/>
          <w:w w:val="90"/>
        </w:rPr>
        <w:t>SP</w:t>
      </w:r>
      <w:r w:rsidR="001C7EA5" w:rsidRPr="00F30BD8">
        <w:rPr>
          <w:rFonts w:ascii="Verdana" w:hAnsi="Verdana"/>
          <w:w w:val="90"/>
        </w:rPr>
        <w:t>.</w:t>
      </w:r>
      <w:r w:rsidRPr="00F30BD8">
        <w:rPr>
          <w:rFonts w:ascii="Verdana" w:hAnsi="Verdana"/>
          <w:w w:val="90"/>
        </w:rPr>
        <w:t>00.00</w:t>
      </w:r>
      <w:r w:rsidR="00956E70" w:rsidRPr="00F30BD8">
        <w:rPr>
          <w:rFonts w:ascii="Verdana" w:hAnsi="Verdana"/>
          <w:w w:val="90"/>
        </w:rPr>
        <w:t>.00</w:t>
      </w:r>
      <w:r w:rsidRPr="00F30BD8">
        <w:rPr>
          <w:rFonts w:ascii="Verdana" w:hAnsi="Verdana"/>
          <w:w w:val="90"/>
        </w:rPr>
        <w:t xml:space="preserve"> „Wymagania ogólne” pkt 3.</w:t>
      </w:r>
      <w:r w:rsidR="00D40222">
        <w:rPr>
          <w:rFonts w:ascii="Verdana" w:hAnsi="Verdana"/>
          <w:w w:val="90"/>
        </w:rPr>
        <w:t>2</w:t>
      </w:r>
      <w:r w:rsidRPr="00F30BD8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 xml:space="preserve"> 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1" w:name="_Ref58288371"/>
      <w:r w:rsidRPr="001C778C">
        <w:rPr>
          <w:rFonts w:ascii="Verdana" w:hAnsi="Verdana"/>
          <w:w w:val="90"/>
        </w:rPr>
        <w:t>Materiały archiwalne i warunki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archiwalnych i warunków przedstawiono w SP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3.2. 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Pomiary, badania, obliczenia i ekspertyzy</w:t>
      </w:r>
      <w:bookmarkEnd w:id="11"/>
    </w:p>
    <w:p w:rsidR="004732FA" w:rsidRPr="00E31A9B" w:rsidRDefault="004732FA" w:rsidP="004732FA">
      <w:pPr>
        <w:rPr>
          <w:rFonts w:ascii="Verdana" w:hAnsi="Verdana"/>
          <w:w w:val="90"/>
        </w:rPr>
      </w:pPr>
      <w:bookmarkStart w:id="12" w:name="_Toc59795395"/>
      <w:bookmarkStart w:id="13" w:name="_Toc410839331"/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1C7E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:rsidR="004732FA" w:rsidRPr="00E31A9B" w:rsidRDefault="004732FA" w:rsidP="004732FA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956E70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w</w:t>
      </w:r>
      <w:r w:rsidRPr="002263AE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r</w:t>
      </w:r>
      <w:r w:rsidRPr="002263AE">
        <w:rPr>
          <w:rFonts w:ascii="Verdana" w:hAnsi="Verdana"/>
          <w:w w:val="90"/>
        </w:rPr>
        <w:t>ozporządzeni</w:t>
      </w:r>
      <w:r>
        <w:rPr>
          <w:rFonts w:ascii="Verdana" w:hAnsi="Verdana"/>
          <w:w w:val="90"/>
        </w:rPr>
        <w:t>u</w:t>
      </w:r>
      <w:r w:rsidRPr="002263AE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spełnić wymagania określone w pkt 4 niniejszej Specyfikacji, wymagania </w:t>
      </w:r>
      <w:r w:rsidR="004D2DED">
        <w:rPr>
          <w:rFonts w:ascii="Verdana" w:hAnsi="Verdana"/>
          <w:w w:val="90"/>
        </w:rPr>
        <w:t xml:space="preserve">organu </w:t>
      </w:r>
      <w:r w:rsidRPr="00E31A9B">
        <w:rPr>
          <w:rFonts w:ascii="Verdana" w:hAnsi="Verdana"/>
          <w:w w:val="90"/>
        </w:rPr>
        <w:t xml:space="preserve">prowadzącego </w:t>
      </w:r>
      <w:r w:rsidR="004D2DED">
        <w:rPr>
          <w:rFonts w:ascii="Verdana" w:hAnsi="Verdana"/>
          <w:w w:val="90"/>
        </w:rPr>
        <w:t xml:space="preserve">właściwy </w:t>
      </w:r>
      <w:r w:rsidRPr="00E31A9B">
        <w:rPr>
          <w:rFonts w:ascii="Verdana" w:hAnsi="Verdana"/>
          <w:w w:val="90"/>
        </w:rPr>
        <w:t xml:space="preserve">Ośrodek Dokumentacji Geodezyjnej </w:t>
      </w:r>
      <w:r w:rsidR="000E56CC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Kartograficznej</w:t>
      </w:r>
      <w:r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wykonanie OPRACOWAŃ</w:t>
      </w:r>
      <w:bookmarkEnd w:id="12"/>
      <w:bookmarkEnd w:id="13"/>
    </w:p>
    <w:p w:rsidR="000A7506" w:rsidRPr="001C778C" w:rsidRDefault="000A7506" w:rsidP="001C778C">
      <w:pPr>
        <w:pStyle w:val="tekstost"/>
        <w:rPr>
          <w:rFonts w:ascii="Verdana" w:hAnsi="Verdana"/>
          <w:w w:val="90"/>
        </w:rPr>
      </w:pPr>
      <w:r w:rsidRPr="00312C31">
        <w:rPr>
          <w:rFonts w:ascii="Verdana" w:hAnsi="Verdana"/>
          <w:w w:val="90"/>
        </w:rPr>
        <w:t xml:space="preserve">Poniżej przedstawione są wymagania, które należy uwzględnić przy wykonywaniu opracowania projektowego. Inne wymagania dotyczące wykonania opracowań projektowych przedstawiono </w:t>
      </w:r>
      <w:r w:rsidR="00CF504D" w:rsidRPr="00312C31">
        <w:rPr>
          <w:rFonts w:ascii="Verdana" w:hAnsi="Verdana"/>
          <w:w w:val="90"/>
        </w:rPr>
        <w:br/>
      </w:r>
      <w:r w:rsidRPr="00312C31">
        <w:rPr>
          <w:rFonts w:ascii="Verdana" w:hAnsi="Verdana"/>
          <w:w w:val="90"/>
        </w:rPr>
        <w:t>w SP</w:t>
      </w:r>
      <w:r w:rsidR="002B0E07" w:rsidRPr="00312C31">
        <w:rPr>
          <w:rFonts w:ascii="Verdana" w:hAnsi="Verdana"/>
          <w:w w:val="90"/>
        </w:rPr>
        <w:t>.</w:t>
      </w:r>
      <w:r w:rsidRPr="00312C31">
        <w:rPr>
          <w:rFonts w:ascii="Verdana" w:hAnsi="Verdana"/>
          <w:w w:val="90"/>
        </w:rPr>
        <w:t>00.00</w:t>
      </w:r>
      <w:r w:rsidR="00956E70" w:rsidRPr="00312C31">
        <w:rPr>
          <w:rFonts w:ascii="Verdana" w:hAnsi="Verdana"/>
          <w:w w:val="90"/>
        </w:rPr>
        <w:t>.00</w:t>
      </w:r>
      <w:r w:rsidRPr="00312C31">
        <w:rPr>
          <w:rFonts w:ascii="Verdana" w:hAnsi="Verdana"/>
          <w:w w:val="90"/>
        </w:rPr>
        <w:t xml:space="preserve"> „Wymagania ogólne” pkt 4.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Szczegółowość opracowań projektowych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oraz definicje dotyczące szczegółowości opracowań projektowych podano </w:t>
      </w:r>
      <w:r w:rsidR="00CF504D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2B0E07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4.</w:t>
      </w:r>
    </w:p>
    <w:p w:rsidR="000A7506" w:rsidRPr="001C778C" w:rsidRDefault="000A7506" w:rsidP="00F73820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Wszystkie elementy opracowania projektowego mają być określone w sposób ostateczny.</w:t>
      </w:r>
    </w:p>
    <w:p w:rsidR="00E05281" w:rsidRDefault="002415B4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Wymagania dla kolejności wykonywania elementów opracowań projektowych</w:t>
      </w:r>
    </w:p>
    <w:p w:rsidR="002415B4" w:rsidRDefault="00A340F8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2415B4" w:rsidRPr="001C778C">
        <w:rPr>
          <w:rFonts w:ascii="Verdana" w:hAnsi="Verdana"/>
          <w:w w:val="90"/>
        </w:rPr>
        <w:t xml:space="preserve">ykonanie opracowania projektowego objętego niniejszą Specyfikacją powinno odbywać </w:t>
      </w:r>
      <w:r w:rsidR="00956E70">
        <w:rPr>
          <w:rFonts w:ascii="Verdana" w:hAnsi="Verdana"/>
          <w:w w:val="90"/>
        </w:rPr>
        <w:br/>
      </w:r>
      <w:r w:rsidR="002415B4" w:rsidRPr="001C778C">
        <w:rPr>
          <w:rFonts w:ascii="Verdana" w:hAnsi="Verdana"/>
          <w:w w:val="90"/>
        </w:rPr>
        <w:t>z zachowaniem wymagań dotyczących kolejności wykonania poszczególnych elementów opracowania projektowego, zawartych w pkt 4. niniejszej Specyfikacji</w:t>
      </w:r>
      <w:r w:rsidR="003C41F1">
        <w:rPr>
          <w:rFonts w:ascii="Verdana" w:hAnsi="Verdana"/>
          <w:w w:val="90"/>
        </w:rPr>
        <w:t>.</w:t>
      </w:r>
    </w:p>
    <w:p w:rsidR="000A7506" w:rsidRDefault="002415B4" w:rsidP="002415B4">
      <w:pPr>
        <w:pStyle w:val="Nagwek2"/>
        <w:rPr>
          <w:rFonts w:ascii="Verdana" w:hAnsi="Verdana"/>
          <w:w w:val="90"/>
        </w:rPr>
      </w:pPr>
      <w:bookmarkStart w:id="14" w:name="_Toc416830700"/>
      <w:bookmarkStart w:id="15" w:name="_Toc6881281"/>
      <w:r w:rsidRPr="00E31A9B">
        <w:rPr>
          <w:rFonts w:ascii="Verdana" w:hAnsi="Verdana"/>
          <w:w w:val="90"/>
        </w:rPr>
        <w:t>Sprzęt</w:t>
      </w:r>
      <w:bookmarkEnd w:id="14"/>
      <w:bookmarkEnd w:id="15"/>
      <w:r w:rsidRPr="00E31A9B">
        <w:rPr>
          <w:rFonts w:ascii="Verdana" w:hAnsi="Verdana"/>
          <w:w w:val="90"/>
        </w:rPr>
        <w:t xml:space="preserve"> i transport</w:t>
      </w:r>
    </w:p>
    <w:p w:rsidR="002415B4" w:rsidRPr="00E31A9B" w:rsidRDefault="002415B4" w:rsidP="002415B4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C30F7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30D5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  <w:r w:rsidR="00564316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:rsidR="002415B4" w:rsidRPr="00FC3341" w:rsidRDefault="002415B4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>sprzęt i transport powinien ponadto spełniać wymagania zawarte</w:t>
      </w:r>
      <w:r w:rsidR="00B71CFB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/>
          <w:w w:val="90"/>
        </w:rPr>
        <w:t xml:space="preserve">w 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:rsidR="00F21C03" w:rsidRPr="00E05281" w:rsidRDefault="000A7506" w:rsidP="00F21C03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Szata graficzna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szaty graficznej opisów, obliczeń, rysunków i oprawy opracowań projektowych przedstawiono w </w:t>
      </w:r>
      <w:r w:rsidRPr="009C5A1D">
        <w:rPr>
          <w:rFonts w:ascii="Verdana" w:hAnsi="Verdana"/>
          <w:w w:val="90"/>
        </w:rPr>
        <w:t>SP</w:t>
      </w:r>
      <w:r w:rsidR="00C30F7F" w:rsidRPr="009C5A1D">
        <w:rPr>
          <w:rFonts w:ascii="Verdana" w:hAnsi="Verdana"/>
          <w:w w:val="90"/>
        </w:rPr>
        <w:t>.</w:t>
      </w:r>
      <w:r w:rsidRPr="009C5A1D">
        <w:rPr>
          <w:rFonts w:ascii="Verdana" w:hAnsi="Verdana"/>
          <w:w w:val="90"/>
        </w:rPr>
        <w:t>00.00</w:t>
      </w:r>
      <w:r w:rsidR="00530D50" w:rsidRPr="009C5A1D">
        <w:rPr>
          <w:rFonts w:ascii="Verdana" w:hAnsi="Verdana"/>
          <w:w w:val="90"/>
        </w:rPr>
        <w:t>.00</w:t>
      </w:r>
      <w:r w:rsidRPr="009C5A1D">
        <w:rPr>
          <w:rFonts w:ascii="Verdana" w:hAnsi="Verdana"/>
          <w:w w:val="90"/>
        </w:rPr>
        <w:t xml:space="preserve"> „Wymagania ogólne” pkt 4.</w:t>
      </w:r>
      <w:r w:rsidR="009C5A1D" w:rsidRPr="009C5A1D">
        <w:rPr>
          <w:rFonts w:ascii="Verdana" w:hAnsi="Verdana"/>
          <w:w w:val="90"/>
        </w:rPr>
        <w:t>5</w:t>
      </w:r>
      <w:r w:rsidRPr="009C5A1D">
        <w:rPr>
          <w:rFonts w:ascii="Verdana" w:hAnsi="Verdana"/>
          <w:w w:val="90"/>
        </w:rPr>
        <w:t>.</w:t>
      </w:r>
    </w:p>
    <w:p w:rsidR="00F73820" w:rsidRPr="00FC3341" w:rsidRDefault="00F73820" w:rsidP="000E56C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</w:t>
      </w:r>
      <w:r w:rsidR="006C357D" w:rsidRPr="006C357D">
        <w:rPr>
          <w:rFonts w:ascii="Verdana" w:hAnsi="Verdana"/>
          <w:w w:val="90"/>
        </w:rPr>
        <w:t xml:space="preserve">opracowań objętych niniejszą Specyfikacją należy stosować szatę graficzną spełniającą wymagania zawarte w niniejszej specyfikacji a także w rozporządzeniach: </w:t>
      </w:r>
      <w:r w:rsidR="006C357D" w:rsidRPr="006C357D">
        <w:rPr>
          <w:rFonts w:ascii="Verdana" w:hAnsi="Verdana"/>
          <w:b/>
          <w:w w:val="90"/>
        </w:rPr>
        <w:t>[3.1] [3.2] 3.7]</w:t>
      </w:r>
      <w:r w:rsidR="006C357D">
        <w:rPr>
          <w:rFonts w:ascii="Verdana" w:hAnsi="Verdana"/>
          <w:b/>
          <w:w w:val="90"/>
        </w:rPr>
        <w:t xml:space="preserve"> </w:t>
      </w:r>
      <w:r w:rsidRPr="00FC3341">
        <w:rPr>
          <w:rFonts w:ascii="Verdana" w:hAnsi="Verdana" w:cs="Arial"/>
          <w:snapToGrid w:val="0"/>
          <w:w w:val="90"/>
        </w:rPr>
        <w:t>.</w:t>
      </w:r>
    </w:p>
    <w:p w:rsidR="000A7506" w:rsidRPr="00FD3CCC" w:rsidRDefault="000A7506" w:rsidP="00EE79E2">
      <w:pPr>
        <w:pStyle w:val="Nagwek2"/>
        <w:ind w:left="426" w:hanging="426"/>
        <w:rPr>
          <w:rFonts w:ascii="Verdana" w:hAnsi="Verdana"/>
          <w:w w:val="90"/>
        </w:rPr>
      </w:pPr>
      <w:r w:rsidRPr="00FD3CCC">
        <w:rPr>
          <w:rFonts w:ascii="Verdana" w:hAnsi="Verdana"/>
          <w:w w:val="90"/>
        </w:rPr>
        <w:t xml:space="preserve">Szczegółowe wymagania dla czynności Wykonawcy </w:t>
      </w:r>
      <w:r w:rsidR="00417227">
        <w:rPr>
          <w:rFonts w:ascii="Verdana" w:hAnsi="Verdana"/>
          <w:w w:val="90"/>
        </w:rPr>
        <w:t>wznowienia, wyznaczenia lub ustalenia granic</w:t>
      </w:r>
      <w:r w:rsidRPr="00FD3CCC">
        <w:rPr>
          <w:rFonts w:ascii="Verdana" w:hAnsi="Verdana"/>
          <w:w w:val="90"/>
        </w:rPr>
        <w:t xml:space="preserve"> </w:t>
      </w:r>
    </w:p>
    <w:p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</w:t>
      </w:r>
      <w:r w:rsidR="00B07D2D">
        <w:rPr>
          <w:rFonts w:ascii="Verdana" w:hAnsi="Verdana"/>
          <w:w w:val="90"/>
        </w:rPr>
        <w:t>odszuka istniejące i wznowi lub</w:t>
      </w:r>
      <w:r>
        <w:rPr>
          <w:rFonts w:ascii="Verdana" w:hAnsi="Verdana"/>
          <w:w w:val="90"/>
        </w:rPr>
        <w:t xml:space="preserve"> wyznaczy zniszczone znaki graniczne </w:t>
      </w:r>
      <w:r w:rsidRPr="00E72B7E">
        <w:rPr>
          <w:rFonts w:ascii="Verdana" w:hAnsi="Verdana"/>
          <w:w w:val="90"/>
        </w:rPr>
        <w:t>zewnętrznych granic</w:t>
      </w:r>
      <w:r>
        <w:rPr>
          <w:rFonts w:ascii="Verdana" w:hAnsi="Verdana"/>
          <w:w w:val="90"/>
        </w:rPr>
        <w:t xml:space="preserve"> pasa drogowego zgodnie z przepisami ustawy </w:t>
      </w:r>
      <w:r w:rsidRPr="004D1808">
        <w:rPr>
          <w:rFonts w:ascii="Verdana" w:hAnsi="Verdana"/>
          <w:b/>
          <w:w w:val="90"/>
        </w:rPr>
        <w:t>[3]</w:t>
      </w:r>
      <w:r>
        <w:rPr>
          <w:rFonts w:ascii="Verdana" w:hAnsi="Verdana"/>
          <w:w w:val="90"/>
        </w:rPr>
        <w:t xml:space="preserve"> i rozporządzeń </w:t>
      </w:r>
      <w:r w:rsidRPr="003766D0">
        <w:rPr>
          <w:rFonts w:ascii="Verdana" w:hAnsi="Verdana"/>
          <w:b/>
          <w:w w:val="90"/>
        </w:rPr>
        <w:t>[3.1]</w:t>
      </w:r>
      <w:r w:rsidR="00197948">
        <w:rPr>
          <w:rFonts w:ascii="Verdana" w:hAnsi="Verdana"/>
          <w:b/>
          <w:w w:val="90"/>
        </w:rPr>
        <w:br/>
      </w:r>
      <w:r>
        <w:rPr>
          <w:rFonts w:ascii="Verdana" w:hAnsi="Verdana"/>
          <w:w w:val="90"/>
        </w:rPr>
        <w:t xml:space="preserve"> i </w:t>
      </w:r>
      <w:r w:rsidRPr="004D1808">
        <w:rPr>
          <w:rFonts w:ascii="Verdana" w:hAnsi="Verdana"/>
          <w:b/>
          <w:w w:val="90"/>
        </w:rPr>
        <w:t>[3.7]</w:t>
      </w:r>
      <w:r w:rsidR="00197948">
        <w:rPr>
          <w:rFonts w:ascii="Verdana" w:hAnsi="Verdana"/>
          <w:b/>
          <w:w w:val="90"/>
        </w:rPr>
        <w:t>,</w:t>
      </w:r>
      <w:r w:rsidRPr="003766D0">
        <w:rPr>
          <w:rFonts w:ascii="Verdana" w:hAnsi="Verdana"/>
          <w:w w:val="90"/>
        </w:rPr>
        <w:t xml:space="preserve"> </w:t>
      </w:r>
    </w:p>
    <w:p w:rsidR="00B07D2D" w:rsidRDefault="00B07D2D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 przypadku braku danych geodezyjnych umożliwiających wznowienie lub wyznaczenie zniszczonych znaków granicznych lub niestabilizowanych p</w:t>
      </w:r>
      <w:r w:rsidR="004D5EF4">
        <w:rPr>
          <w:rFonts w:ascii="Verdana" w:hAnsi="Verdana"/>
          <w:w w:val="90"/>
        </w:rPr>
        <w:t xml:space="preserve">unktów granicznych należy wykonać ustalenie granic w trybie rozporządzenia </w:t>
      </w:r>
      <w:r w:rsidR="004D5EF4" w:rsidRPr="004D5EF4">
        <w:rPr>
          <w:rFonts w:ascii="Verdana" w:hAnsi="Verdana"/>
          <w:b/>
          <w:w w:val="90"/>
        </w:rPr>
        <w:t>[3.2]</w:t>
      </w:r>
      <w:r w:rsidR="00197948">
        <w:rPr>
          <w:rFonts w:ascii="Verdana" w:hAnsi="Verdana"/>
          <w:b/>
          <w:w w:val="90"/>
        </w:rPr>
        <w:t>,</w:t>
      </w:r>
      <w:r w:rsidR="00E269B3">
        <w:rPr>
          <w:rFonts w:ascii="Verdana" w:hAnsi="Verdana"/>
          <w:w w:val="90"/>
        </w:rPr>
        <w:t xml:space="preserve"> </w:t>
      </w:r>
    </w:p>
    <w:p w:rsidR="00B07D2D" w:rsidRDefault="004D5EF4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Stabilizację należy wykonać dla wszystkich punktów granicznych zewnętrznej granicy pasa drogowego</w:t>
      </w:r>
      <w:r w:rsidR="00197948">
        <w:rPr>
          <w:rFonts w:ascii="Verdana" w:hAnsi="Verdana"/>
          <w:w w:val="90"/>
        </w:rPr>
        <w:t>,</w:t>
      </w:r>
    </w:p>
    <w:p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Znaki graniczne należy dodatkowo oznaczy</w:t>
      </w:r>
      <w:r w:rsidR="00D12EB4">
        <w:rPr>
          <w:rFonts w:ascii="Verdana" w:hAnsi="Verdana"/>
          <w:w w:val="90"/>
        </w:rPr>
        <w:t>ć świadkami betonowymi</w:t>
      </w:r>
      <w:r w:rsidR="00B66CF0">
        <w:rPr>
          <w:rFonts w:ascii="Verdana" w:hAnsi="Verdana"/>
          <w:w w:val="90"/>
        </w:rPr>
        <w:t xml:space="preserve"> z napisem „Pas drogowy”</w:t>
      </w:r>
      <w:r w:rsidR="00197948">
        <w:rPr>
          <w:rFonts w:ascii="Verdana" w:hAnsi="Verdana"/>
          <w:w w:val="90"/>
        </w:rPr>
        <w:t>,</w:t>
      </w:r>
    </w:p>
    <w:p w:rsidR="00426BFE" w:rsidRPr="00426BFE" w:rsidRDefault="00426BFE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26BFE">
        <w:rPr>
          <w:rFonts w:ascii="Verdana" w:hAnsi="Verdana"/>
          <w:w w:val="90"/>
        </w:rPr>
        <w:t xml:space="preserve">W przypadku stwierdzenia zajęcia pasa drogowego przez ogrodzenia działek sąsiednich, nasadzenia, budowle i wszystkie inne elementy niezwiązane z drogą, posadowione przez właścicieli działek przylegających do pasa drogowego, Wykonawca niezwłocznie powiadomi </w:t>
      </w:r>
      <w:r w:rsidR="00197948">
        <w:rPr>
          <w:rFonts w:ascii="Verdana" w:hAnsi="Verdana"/>
          <w:w w:val="90"/>
        </w:rPr>
        <w:br/>
      </w:r>
      <w:r w:rsidRPr="00426BFE">
        <w:rPr>
          <w:rFonts w:ascii="Verdana" w:hAnsi="Verdana"/>
          <w:w w:val="90"/>
        </w:rPr>
        <w:t xml:space="preserve">o tym fakcie przedstawiciela Zamawiającego, wskazanego w umowie. Ponadto Wykonawca sporządzi </w:t>
      </w:r>
      <w:r w:rsidR="00A17B55" w:rsidRPr="00C43E87">
        <w:rPr>
          <w:rFonts w:ascii="Verdana" w:hAnsi="Verdana"/>
          <w:w w:val="90"/>
        </w:rPr>
        <w:t>Kart</w:t>
      </w:r>
      <w:r w:rsidR="00A17B55">
        <w:rPr>
          <w:rFonts w:ascii="Verdana" w:hAnsi="Verdana"/>
          <w:w w:val="90"/>
        </w:rPr>
        <w:t>ę</w:t>
      </w:r>
      <w:r w:rsidR="00A17B55" w:rsidRPr="00C43E87">
        <w:rPr>
          <w:rFonts w:ascii="Verdana" w:hAnsi="Verdana"/>
          <w:w w:val="90"/>
        </w:rPr>
        <w:t xml:space="preserve"> pomiaru zajęcia pasa drogowego</w:t>
      </w:r>
      <w:r w:rsidR="00A17B55">
        <w:rPr>
          <w:rFonts w:ascii="Verdana" w:hAnsi="Verdana"/>
          <w:w w:val="90"/>
        </w:rPr>
        <w:t xml:space="preserve"> </w:t>
      </w:r>
      <w:r w:rsidR="00A17B55" w:rsidRPr="00C43E87">
        <w:rPr>
          <w:rFonts w:ascii="Verdana" w:hAnsi="Verdana"/>
          <w:b/>
          <w:w w:val="90"/>
        </w:rPr>
        <w:t>[Załącznik nr 2]</w:t>
      </w:r>
      <w:r w:rsidR="00197948">
        <w:rPr>
          <w:rFonts w:ascii="Verdana" w:hAnsi="Verdana"/>
          <w:b/>
          <w:w w:val="90"/>
        </w:rPr>
        <w:t>,</w:t>
      </w:r>
    </w:p>
    <w:p w:rsidR="00426BFE" w:rsidRPr="00B07D2D" w:rsidRDefault="00A17B55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43E87">
        <w:rPr>
          <w:rFonts w:ascii="Verdana" w:hAnsi="Verdana"/>
          <w:w w:val="90"/>
        </w:rPr>
        <w:t>Kart</w:t>
      </w:r>
      <w:r>
        <w:rPr>
          <w:rFonts w:ascii="Verdana" w:hAnsi="Verdana"/>
          <w:w w:val="90"/>
        </w:rPr>
        <w:t>ę</w:t>
      </w:r>
      <w:r w:rsidRPr="00C43E87">
        <w:rPr>
          <w:rFonts w:ascii="Verdana" w:hAnsi="Verdana"/>
          <w:w w:val="90"/>
        </w:rPr>
        <w:t xml:space="preserve"> pomiaru zajęcia pasa drogowego</w:t>
      </w:r>
      <w:r>
        <w:rPr>
          <w:rFonts w:ascii="Verdana" w:hAnsi="Verdana"/>
          <w:w w:val="90"/>
        </w:rPr>
        <w:t xml:space="preserve"> </w:t>
      </w:r>
      <w:r w:rsidR="00426BFE" w:rsidRPr="00426BFE">
        <w:rPr>
          <w:rFonts w:ascii="Verdana" w:hAnsi="Verdana"/>
          <w:w w:val="90"/>
        </w:rPr>
        <w:t xml:space="preserve">należy sporządzić również w przypadku, gdy </w:t>
      </w:r>
      <w:r w:rsidR="00426BFE">
        <w:rPr>
          <w:rFonts w:ascii="Verdana" w:hAnsi="Verdana"/>
          <w:w w:val="90"/>
        </w:rPr>
        <w:t>urządzenia drogowe zajmują</w:t>
      </w:r>
      <w:r w:rsidR="00426BFE" w:rsidRPr="00426BFE">
        <w:rPr>
          <w:rFonts w:ascii="Verdana" w:hAnsi="Verdana"/>
          <w:w w:val="90"/>
        </w:rPr>
        <w:t xml:space="preserve"> działki nie stanowiące własności Skarbu Państwa w trwałym zarządzie GDDKiA</w:t>
      </w:r>
      <w:r w:rsidR="00197948">
        <w:rPr>
          <w:rFonts w:ascii="Verdana" w:hAnsi="Verdana"/>
          <w:w w:val="90"/>
        </w:rPr>
        <w:t>,</w:t>
      </w:r>
    </w:p>
    <w:p w:rsidR="000A3623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sporządzi wszystkie dokumenty niezbędne do wprowadzenia zmian wynikających z wykonanych prac do państwowego zasobu geodezyjnego i kartograficznego</w:t>
      </w:r>
      <w:r w:rsidR="00197948">
        <w:rPr>
          <w:rFonts w:ascii="Verdana" w:hAnsi="Verdana"/>
          <w:w w:val="90"/>
        </w:rPr>
        <w:t>,</w:t>
      </w:r>
    </w:p>
    <w:p w:rsidR="00FE47B1" w:rsidRPr="00FE47B1" w:rsidRDefault="00FE47B1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 w:rsidR="00197948">
        <w:rPr>
          <w:rFonts w:ascii="Verdana" w:hAnsi="Verdana"/>
          <w:w w:val="90"/>
        </w:rPr>
        <w:t>.</w:t>
      </w:r>
      <w:r>
        <w:rPr>
          <w:rFonts w:ascii="Verdana" w:hAnsi="Verdana"/>
          <w:w w:val="90"/>
        </w:rPr>
        <w:t xml:space="preserve"> </w:t>
      </w:r>
    </w:p>
    <w:p w:rsidR="000A7506" w:rsidRPr="001C778C" w:rsidRDefault="00197948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w w:val="90"/>
        </w:rPr>
        <w:t>D</w:t>
      </w:r>
      <w:r w:rsidR="00FE47B1" w:rsidRPr="004945B7">
        <w:rPr>
          <w:rFonts w:ascii="Verdana" w:hAnsi="Verdana"/>
          <w:w w:val="90"/>
        </w:rPr>
        <w:t xml:space="preserve">la gruntów pokrytych wodami płynącymi należy dokonać rozgraniczenia nieruchomości </w:t>
      </w:r>
      <w:r>
        <w:rPr>
          <w:rFonts w:ascii="Verdana" w:hAnsi="Verdana"/>
          <w:w w:val="90"/>
        </w:rPr>
        <w:br/>
      </w:r>
      <w:r w:rsidR="00FE47B1" w:rsidRPr="004945B7">
        <w:rPr>
          <w:rFonts w:ascii="Verdana" w:hAnsi="Verdana"/>
          <w:w w:val="90"/>
        </w:rPr>
        <w:t xml:space="preserve">w trybie przepisów ustawy </w:t>
      </w:r>
      <w:r w:rsidR="00FE47B1" w:rsidRPr="004945B7">
        <w:rPr>
          <w:rFonts w:ascii="Verdana" w:hAnsi="Verdana"/>
          <w:b/>
          <w:w w:val="90"/>
        </w:rPr>
        <w:t>[6</w:t>
      </w:r>
      <w:r w:rsidR="005657D5">
        <w:rPr>
          <w:rFonts w:ascii="Verdana" w:hAnsi="Verdana"/>
          <w:b/>
          <w:w w:val="90"/>
        </w:rPr>
        <w:t>]</w:t>
      </w:r>
      <w:bookmarkStart w:id="16" w:name="_Toc416830703"/>
      <w:bookmarkStart w:id="17" w:name="_Toc6881284"/>
      <w:r w:rsidR="00530D50" w:rsidRPr="00530D50">
        <w:rPr>
          <w:rFonts w:ascii="Verdana" w:hAnsi="Verdana"/>
          <w:w w:val="90"/>
        </w:rPr>
        <w:t>.</w:t>
      </w:r>
    </w:p>
    <w:p w:rsidR="000A7506" w:rsidRPr="001C778C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Zapoznanie się z wytycznymi i ustaleniami</w:t>
      </w:r>
    </w:p>
    <w:p w:rsidR="000A7506" w:rsidRPr="001C778C" w:rsidRDefault="00F73820" w:rsidP="001C778C">
      <w:pPr>
        <w:rPr>
          <w:rFonts w:ascii="Verdana" w:hAnsi="Verdana"/>
          <w:w w:val="90"/>
        </w:rPr>
      </w:pPr>
      <w:r w:rsidRPr="00F73820">
        <w:rPr>
          <w:rFonts w:ascii="Verdana" w:hAnsi="Verdana"/>
          <w:w w:val="90"/>
        </w:rPr>
        <w:t>Wykonawca zobowiązany jest zapoznać się z wymaganiami Zamawiającego,  projektantów poszczególnych branż oraz wymaganiami Powiatowych Ośrodków Dokumentacji Geod</w:t>
      </w:r>
      <w:r>
        <w:rPr>
          <w:rFonts w:ascii="Verdana" w:hAnsi="Verdana"/>
          <w:w w:val="90"/>
        </w:rPr>
        <w:t xml:space="preserve">ezyjnej </w:t>
      </w:r>
      <w:r w:rsidR="00B71CFB">
        <w:rPr>
          <w:rFonts w:ascii="Verdana" w:hAnsi="Verdana"/>
          <w:w w:val="90"/>
        </w:rPr>
        <w:t xml:space="preserve">                        </w:t>
      </w:r>
      <w:r>
        <w:rPr>
          <w:rFonts w:ascii="Verdana" w:hAnsi="Verdana"/>
          <w:w w:val="90"/>
        </w:rPr>
        <w:t>i Kartograficznej.</w:t>
      </w:r>
    </w:p>
    <w:p w:rsidR="00672151" w:rsidRPr="00672151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Zebranie niezbędnych materiałów i informacji</w:t>
      </w:r>
    </w:p>
    <w:p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Omawiane w niniejszej Specyfikacji technicznej prace powinny być poprzedzone:</w:t>
      </w:r>
    </w:p>
    <w:p w:rsidR="000A7506" w:rsidRPr="001C778C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uzyskaniem danych dotyczących poziomej osnowy geodezyjnej, mapy zasadniczej,</w:t>
      </w:r>
      <w:r w:rsidR="00F73820">
        <w:rPr>
          <w:rFonts w:ascii="Verdana" w:hAnsi="Verdana"/>
          <w:w w:val="90"/>
        </w:rPr>
        <w:t xml:space="preserve"> map</w:t>
      </w:r>
      <w:r w:rsidR="00D93060">
        <w:rPr>
          <w:rFonts w:ascii="Verdana" w:hAnsi="Verdana"/>
          <w:w w:val="90"/>
        </w:rPr>
        <w:t>y ewidencji gruntów</w:t>
      </w:r>
      <w:r w:rsidR="00F73820">
        <w:rPr>
          <w:rFonts w:ascii="Verdana" w:hAnsi="Verdana"/>
          <w:w w:val="90"/>
        </w:rPr>
        <w:t>,</w:t>
      </w:r>
      <w:r w:rsidRPr="001C778C">
        <w:rPr>
          <w:rFonts w:ascii="Verdana" w:hAnsi="Verdana"/>
          <w:w w:val="90"/>
        </w:rPr>
        <w:t xml:space="preserve"> wyników opracowań jednostkowych itp.,</w:t>
      </w:r>
    </w:p>
    <w:p w:rsidR="000A7506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pobraniem danych z katastru nieruchomości </w:t>
      </w:r>
      <w:r w:rsidR="00F73820">
        <w:rPr>
          <w:rFonts w:ascii="Verdana" w:hAnsi="Verdana"/>
          <w:w w:val="90"/>
        </w:rPr>
        <w:t>liczbowych i opisowych</w:t>
      </w:r>
      <w:r w:rsidR="00D20104" w:rsidRPr="00D20104">
        <w:rPr>
          <w:rFonts w:ascii="Verdana" w:hAnsi="Verdana"/>
          <w:w w:val="90"/>
        </w:rPr>
        <w:t xml:space="preserve"> </w:t>
      </w:r>
      <w:r w:rsidR="00D20104" w:rsidRPr="001C778C">
        <w:rPr>
          <w:rFonts w:ascii="Verdana" w:hAnsi="Verdana"/>
          <w:w w:val="90"/>
        </w:rPr>
        <w:t>dotyczących</w:t>
      </w:r>
      <w:r w:rsidR="00F73820">
        <w:rPr>
          <w:rFonts w:ascii="Verdana" w:hAnsi="Verdana"/>
          <w:w w:val="90"/>
        </w:rPr>
        <w:t xml:space="preserve"> </w:t>
      </w:r>
      <w:r w:rsidR="00426BFE">
        <w:rPr>
          <w:rFonts w:ascii="Verdana" w:hAnsi="Verdana"/>
          <w:w w:val="90"/>
        </w:rPr>
        <w:t>działek będących przedmiotem opracowania</w:t>
      </w:r>
      <w:r w:rsidR="00AA6C69" w:rsidRPr="001C778C">
        <w:rPr>
          <w:rFonts w:ascii="Verdana" w:hAnsi="Verdana"/>
          <w:w w:val="90"/>
        </w:rPr>
        <w:t>,</w:t>
      </w:r>
    </w:p>
    <w:p w:rsidR="00D20104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:rsidR="000A7506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badaniem zapisów w księ</w:t>
      </w:r>
      <w:r w:rsidR="000A7506" w:rsidRPr="001C778C">
        <w:rPr>
          <w:rFonts w:ascii="Verdana" w:hAnsi="Verdana"/>
          <w:w w:val="90"/>
        </w:rPr>
        <w:t>g</w:t>
      </w:r>
      <w:r>
        <w:rPr>
          <w:rFonts w:ascii="Verdana" w:hAnsi="Verdana"/>
          <w:w w:val="90"/>
        </w:rPr>
        <w:t>ach</w:t>
      </w:r>
      <w:r w:rsidR="000A7506" w:rsidRPr="001C778C">
        <w:rPr>
          <w:rFonts w:ascii="Verdana" w:hAnsi="Verdana"/>
          <w:w w:val="90"/>
        </w:rPr>
        <w:t xml:space="preserve"> wieczystych</w:t>
      </w:r>
      <w:r>
        <w:rPr>
          <w:rFonts w:ascii="Verdana" w:hAnsi="Verdana"/>
          <w:w w:val="90"/>
        </w:rPr>
        <w:t>, zbiorach dokumentów</w:t>
      </w:r>
      <w:r w:rsidR="000A7506" w:rsidRPr="001C778C">
        <w:rPr>
          <w:rFonts w:ascii="Verdana" w:hAnsi="Verdana"/>
          <w:w w:val="90"/>
        </w:rPr>
        <w:t xml:space="preserve"> lub innych dokumen</w:t>
      </w:r>
      <w:r>
        <w:rPr>
          <w:rFonts w:ascii="Verdana" w:hAnsi="Verdana"/>
          <w:w w:val="90"/>
        </w:rPr>
        <w:t>tach</w:t>
      </w:r>
      <w:r w:rsidR="000A7506" w:rsidRPr="001C778C">
        <w:rPr>
          <w:rFonts w:ascii="Verdana" w:hAnsi="Verdana"/>
          <w:w w:val="90"/>
        </w:rPr>
        <w:t xml:space="preserve"> stwierdzających stan prawny nieruchomości.</w:t>
      </w:r>
    </w:p>
    <w:p w:rsidR="00E36387" w:rsidRPr="00672151" w:rsidRDefault="00E36387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672151">
        <w:rPr>
          <w:rFonts w:ascii="Verdana" w:hAnsi="Verdana"/>
          <w:b/>
          <w:bCs/>
          <w:w w:val="90"/>
        </w:rPr>
        <w:t>Analiza i ocena zebranych materiałów</w:t>
      </w:r>
    </w:p>
    <w:p w:rsidR="00672151" w:rsidRPr="00E31A9B" w:rsidRDefault="00672151" w:rsidP="00672151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współrzędnych,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wiarygodność danych dotyczących </w:t>
      </w:r>
      <w:r>
        <w:rPr>
          <w:rFonts w:ascii="Verdana" w:hAnsi="Verdana"/>
          <w:w w:val="90"/>
        </w:rPr>
        <w:t>przebiegu granic nieruchomości</w:t>
      </w:r>
      <w:r w:rsidRPr="00E31A9B">
        <w:rPr>
          <w:rFonts w:ascii="Verdana" w:hAnsi="Verdana"/>
          <w:w w:val="90"/>
        </w:rPr>
        <w:t>,</w:t>
      </w:r>
    </w:p>
    <w:p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z księgami wieczystymi.</w:t>
      </w:r>
    </w:p>
    <w:p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Prace polowe</w:t>
      </w:r>
    </w:p>
    <w:p w:rsidR="000A7506" w:rsidRPr="001C778C" w:rsidRDefault="00B70D1C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Wznowienie, wyznaczenie, ustalenie granic</w:t>
      </w:r>
    </w:p>
    <w:p w:rsidR="00FE47B1" w:rsidRPr="008B277B" w:rsidRDefault="00FE47B1" w:rsidP="00FE47B1">
      <w:p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Wykonawca </w:t>
      </w:r>
      <w:r w:rsidR="00B70D1C" w:rsidRPr="008B277B">
        <w:rPr>
          <w:rFonts w:ascii="Verdana" w:hAnsi="Verdana"/>
          <w:w w:val="90"/>
        </w:rPr>
        <w:t xml:space="preserve">wznowi granice nieruchomości </w:t>
      </w:r>
      <w:r w:rsidRPr="008B277B">
        <w:rPr>
          <w:rFonts w:ascii="Verdana" w:hAnsi="Verdana"/>
          <w:w w:val="90"/>
        </w:rPr>
        <w:t>wg ich stanu prawnego. Granicami prawnymi są granice wyznaczone przez punkty, których położenie zostało określone w trybie postępowania: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rozgraniczeniowego,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podziałowego,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scaleniowego i podziału nieruchomości (wymiany gruntów),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innego niż wymienionych wyżej, zakończonego decyzją lub uchwałą przenoszącą własność lub decyzją dotyczącą stwierdzenia nabycia własności z mocy prawa,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sądowego,</w:t>
      </w:r>
    </w:p>
    <w:p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dotyczącego założenia katastru nieruchomości zgodnie z rozporządzeniem  </w:t>
      </w:r>
      <w:r w:rsidRPr="008B277B">
        <w:rPr>
          <w:rFonts w:ascii="Verdana" w:hAnsi="Verdana"/>
          <w:b/>
          <w:w w:val="90"/>
        </w:rPr>
        <w:t>[3.2]</w:t>
      </w:r>
      <w:r w:rsidRPr="00692B7D">
        <w:rPr>
          <w:rFonts w:ascii="Verdana" w:hAnsi="Verdana"/>
          <w:w w:val="90"/>
        </w:rPr>
        <w:t>.</w:t>
      </w:r>
    </w:p>
    <w:p w:rsidR="000D3C93" w:rsidRPr="008B277B" w:rsidRDefault="00FE47B1" w:rsidP="000D3C93">
      <w:pPr>
        <w:rPr>
          <w:rFonts w:ascii="Verdana" w:hAnsi="Verdana"/>
          <w:b/>
          <w:w w:val="90"/>
        </w:rPr>
      </w:pPr>
      <w:r w:rsidRPr="008B277B">
        <w:rPr>
          <w:rFonts w:ascii="Verdana" w:hAnsi="Verdana"/>
          <w:w w:val="90"/>
        </w:rPr>
        <w:t>W przypadkach, kiedy nie można stwierdzić stanu prawnego</w:t>
      </w:r>
      <w:r w:rsidR="0060181C" w:rsidRPr="008B277B">
        <w:rPr>
          <w:rFonts w:ascii="Verdana" w:hAnsi="Verdana"/>
          <w:w w:val="90"/>
        </w:rPr>
        <w:t xml:space="preserve"> a punkty graniczne</w:t>
      </w:r>
      <w:r w:rsidR="000D3C93" w:rsidRPr="008B277B">
        <w:rPr>
          <w:rFonts w:ascii="Verdana" w:hAnsi="Verdana"/>
          <w:w w:val="90"/>
        </w:rPr>
        <w:t xml:space="preserve"> były uprzednio ujawnione w ewidencji gruntów należy je wyznaczyć</w:t>
      </w:r>
      <w:r w:rsidR="00EA3E92" w:rsidRPr="008B277B">
        <w:rPr>
          <w:rFonts w:ascii="Verdana" w:hAnsi="Verdana"/>
          <w:w w:val="90"/>
        </w:rPr>
        <w:t xml:space="preserve"> </w:t>
      </w:r>
      <w:r w:rsidR="000A7506" w:rsidRPr="008B277B">
        <w:rPr>
          <w:rFonts w:ascii="Verdana" w:hAnsi="Verdana"/>
          <w:w w:val="90"/>
        </w:rPr>
        <w:t xml:space="preserve">zgodnie z przepisami ustawy </w:t>
      </w:r>
      <w:r w:rsidR="004B2B64" w:rsidRPr="008B277B">
        <w:rPr>
          <w:rFonts w:ascii="Verdana" w:hAnsi="Verdana"/>
          <w:b/>
          <w:w w:val="90"/>
        </w:rPr>
        <w:t>[3]</w:t>
      </w:r>
      <w:r w:rsidR="000D3C93" w:rsidRPr="00692B7D">
        <w:rPr>
          <w:rFonts w:ascii="Verdana" w:hAnsi="Verdana"/>
          <w:w w:val="90"/>
        </w:rPr>
        <w:t>.</w:t>
      </w:r>
    </w:p>
    <w:p w:rsidR="008B277B" w:rsidRDefault="000D3C9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braku danych geodezyjnych umożliwiających wznowienie lub wyznaczenie zniszczonych znaków granicznych lub niestabilizowanych punktów granicznych należy wykonać ustalenie granic </w:t>
      </w:r>
      <w:r w:rsidR="008C281D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 xml:space="preserve">w trybie rozporządzenia </w:t>
      </w:r>
      <w:r w:rsidRPr="004D5EF4">
        <w:rPr>
          <w:rFonts w:ascii="Verdana" w:hAnsi="Verdana"/>
          <w:b/>
          <w:w w:val="90"/>
        </w:rPr>
        <w:t>[3.2]</w:t>
      </w:r>
      <w:r>
        <w:rPr>
          <w:rFonts w:ascii="Verdana" w:hAnsi="Verdana"/>
          <w:w w:val="90"/>
        </w:rPr>
        <w:t xml:space="preserve">. </w:t>
      </w:r>
    </w:p>
    <w:p w:rsidR="000D3C93" w:rsidRDefault="0065714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Wyżej wymienione czynności dokonuje się w obecności osób zainteresowanych. Z</w:t>
      </w:r>
      <w:r w:rsidR="000D3C93">
        <w:rPr>
          <w:rFonts w:ascii="Verdana" w:hAnsi="Verdana"/>
          <w:w w:val="90"/>
        </w:rPr>
        <w:t xml:space="preserve"> czynności </w:t>
      </w:r>
      <w:r>
        <w:rPr>
          <w:rFonts w:ascii="Verdana" w:hAnsi="Verdana"/>
          <w:w w:val="90"/>
        </w:rPr>
        <w:t xml:space="preserve">tych </w:t>
      </w:r>
      <w:r w:rsidR="008B277B">
        <w:rPr>
          <w:rFonts w:ascii="Verdana" w:hAnsi="Verdana"/>
          <w:w w:val="90"/>
        </w:rPr>
        <w:t>należy</w:t>
      </w:r>
      <w:r w:rsidR="000D3C93">
        <w:rPr>
          <w:rFonts w:ascii="Verdana" w:hAnsi="Verdana"/>
          <w:w w:val="90"/>
        </w:rPr>
        <w:t xml:space="preserve"> sporządzi</w:t>
      </w:r>
      <w:r w:rsidR="008B277B">
        <w:rPr>
          <w:rFonts w:ascii="Verdana" w:hAnsi="Verdana"/>
          <w:w w:val="90"/>
        </w:rPr>
        <w:t>ć</w:t>
      </w:r>
      <w:r w:rsidR="000D3C93">
        <w:rPr>
          <w:rFonts w:ascii="Verdana" w:hAnsi="Verdana"/>
          <w:w w:val="90"/>
        </w:rPr>
        <w:t xml:space="preserve"> właściwy protokół. </w:t>
      </w:r>
    </w:p>
    <w:p w:rsidR="00A351DF" w:rsidRPr="008B277B" w:rsidRDefault="00B4744E" w:rsidP="00A351DF">
      <w:pPr>
        <w:rPr>
          <w:rFonts w:ascii="Verdana" w:hAnsi="Verdana"/>
          <w:strike/>
          <w:color w:val="FF0000"/>
          <w:w w:val="90"/>
        </w:rPr>
      </w:pPr>
      <w:r w:rsidRPr="008B277B">
        <w:rPr>
          <w:rFonts w:ascii="Verdana" w:hAnsi="Verdana"/>
          <w:w w:val="90"/>
        </w:rPr>
        <w:t>Należy wykonać pomiar kontrolny odszukanych</w:t>
      </w:r>
      <w:r w:rsidR="000D3C93" w:rsidRPr="008B277B">
        <w:rPr>
          <w:rFonts w:ascii="Verdana" w:hAnsi="Verdana"/>
          <w:w w:val="90"/>
        </w:rPr>
        <w:t xml:space="preserve">, wznowionych lub wyznaczonych </w:t>
      </w:r>
      <w:r w:rsidRPr="008B277B">
        <w:rPr>
          <w:rFonts w:ascii="Verdana" w:hAnsi="Verdana"/>
          <w:w w:val="90"/>
        </w:rPr>
        <w:t>znaków granicznych.</w:t>
      </w:r>
    </w:p>
    <w:p w:rsidR="00A351DF" w:rsidRPr="00071F03" w:rsidRDefault="00A351DF" w:rsidP="004112B6">
      <w:pPr>
        <w:pStyle w:val="Nagwek3"/>
        <w:numPr>
          <w:ilvl w:val="3"/>
          <w:numId w:val="10"/>
        </w:numPr>
        <w:rPr>
          <w:rFonts w:ascii="Verdana" w:hAnsi="Verdana"/>
          <w:b/>
          <w:w w:val="90"/>
        </w:rPr>
      </w:pPr>
      <w:r w:rsidRPr="00071F03">
        <w:rPr>
          <w:rFonts w:ascii="Verdana" w:hAnsi="Verdana"/>
          <w:b/>
          <w:w w:val="90"/>
        </w:rPr>
        <w:t>Stabilizacja granic w terenie</w:t>
      </w:r>
    </w:p>
    <w:p w:rsidR="00812A82" w:rsidRPr="00071F03" w:rsidRDefault="00C045D3" w:rsidP="00812A82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t>Trwałą s</w:t>
      </w:r>
      <w:r w:rsidR="00417227" w:rsidRPr="00071F03">
        <w:rPr>
          <w:rFonts w:ascii="Verdana" w:hAnsi="Verdana"/>
          <w:w w:val="90"/>
        </w:rPr>
        <w:t xml:space="preserve">tabilizację należy wykonać dla wszystkich punktów granicznych </w:t>
      </w:r>
      <w:r w:rsidRPr="00071F03">
        <w:rPr>
          <w:rFonts w:ascii="Verdana" w:hAnsi="Verdana"/>
          <w:w w:val="90"/>
        </w:rPr>
        <w:t xml:space="preserve"> </w:t>
      </w:r>
      <w:r w:rsidR="00417227" w:rsidRPr="00071F03">
        <w:rPr>
          <w:rFonts w:ascii="Verdana" w:hAnsi="Verdana"/>
          <w:w w:val="90"/>
        </w:rPr>
        <w:t xml:space="preserve">zewnętrznej granicy pasa drogowego. Punkty graniczne należy utrwalić znakami naziemnymi i podziemnymi zgodnie </w:t>
      </w:r>
      <w:r w:rsidR="008C281D" w:rsidRPr="00071F03">
        <w:rPr>
          <w:rFonts w:ascii="Verdana" w:hAnsi="Verdana"/>
          <w:w w:val="90"/>
        </w:rPr>
        <w:br/>
      </w:r>
      <w:r w:rsidR="00417227" w:rsidRPr="00071F03">
        <w:rPr>
          <w:rFonts w:ascii="Verdana" w:hAnsi="Verdana"/>
          <w:w w:val="90"/>
        </w:rPr>
        <w:t xml:space="preserve">z rozporządzeniem </w:t>
      </w:r>
      <w:r w:rsidR="00417227" w:rsidRPr="00071F03">
        <w:rPr>
          <w:rFonts w:ascii="Verdana" w:hAnsi="Verdana"/>
          <w:b/>
          <w:w w:val="90"/>
        </w:rPr>
        <w:t>[3.7]</w:t>
      </w:r>
      <w:r w:rsidR="00417227" w:rsidRPr="00071F03">
        <w:rPr>
          <w:rFonts w:ascii="Verdana" w:hAnsi="Verdana"/>
          <w:w w:val="90"/>
        </w:rPr>
        <w:t xml:space="preserve">. </w:t>
      </w:r>
      <w:r w:rsidR="00812A82" w:rsidRPr="00071F03">
        <w:rPr>
          <w:rFonts w:ascii="Verdana" w:hAnsi="Verdana"/>
          <w:w w:val="90"/>
        </w:rPr>
        <w:t xml:space="preserve">Punkty graniczne podlegają stabilizacji znakiem granicznym nadziemnym </w:t>
      </w:r>
      <w:r w:rsidR="008C281D" w:rsidRPr="00071F03">
        <w:rPr>
          <w:rFonts w:ascii="Verdana" w:hAnsi="Verdana"/>
          <w:w w:val="90"/>
        </w:rPr>
        <w:br/>
      </w:r>
      <w:r w:rsidR="00812A82" w:rsidRPr="00071F03">
        <w:rPr>
          <w:rFonts w:ascii="Verdana" w:hAnsi="Verdana"/>
          <w:w w:val="90"/>
        </w:rPr>
        <w:t xml:space="preserve">w postaci geodezyjnych </w:t>
      </w:r>
      <w:proofErr w:type="spellStart"/>
      <w:r w:rsidR="00812A82" w:rsidRPr="00071F03">
        <w:rPr>
          <w:rFonts w:ascii="Verdana" w:hAnsi="Verdana"/>
          <w:w w:val="90"/>
        </w:rPr>
        <w:t>graniczników</w:t>
      </w:r>
      <w:proofErr w:type="spellEnd"/>
      <w:r w:rsidR="00812A82" w:rsidRPr="00071F03">
        <w:rPr>
          <w:rFonts w:ascii="Verdana" w:hAnsi="Verdana"/>
          <w:w w:val="90"/>
        </w:rPr>
        <w:t xml:space="preserve"> betonowych (</w:t>
      </w:r>
      <w:r w:rsidR="00EC098B" w:rsidRPr="00071F03">
        <w:rPr>
          <w:rFonts w:ascii="Verdana" w:hAnsi="Verdana"/>
          <w:w w:val="90"/>
        </w:rPr>
        <w:t xml:space="preserve">z betonu C 25/30 </w:t>
      </w:r>
      <w:r w:rsidR="00812A82" w:rsidRPr="00071F03">
        <w:rPr>
          <w:rFonts w:ascii="Verdana" w:hAnsi="Verdana"/>
          <w:w w:val="90"/>
        </w:rPr>
        <w:t xml:space="preserve">zbrojonego prętem stalowym Ø 8 mm) o bryle ściętego ostrosłupa (zbieżnych) o wymiarach minimalnych – wysokość 50 cm, podstawa dolna 15x15 cm, podstawa górna 12x12 cm, z krzyżem na górnej poziomej powierzchni oraz znakiem podziemnym w postaci </w:t>
      </w:r>
      <w:r w:rsidR="00E86FF3" w:rsidRPr="00071F03">
        <w:rPr>
          <w:rFonts w:ascii="Verdana" w:hAnsi="Verdana"/>
          <w:w w:val="90"/>
        </w:rPr>
        <w:t xml:space="preserve">butelki, rurki drenarskiej, </w:t>
      </w:r>
      <w:r w:rsidR="00812A82" w:rsidRPr="00071F03">
        <w:rPr>
          <w:rFonts w:ascii="Verdana" w:hAnsi="Verdana"/>
          <w:w w:val="90"/>
        </w:rPr>
        <w:t>płytki betonowej</w:t>
      </w:r>
      <w:r w:rsidR="00E86FF3" w:rsidRPr="00071F03">
        <w:rPr>
          <w:rFonts w:ascii="Verdana" w:hAnsi="Verdana"/>
          <w:w w:val="90"/>
        </w:rPr>
        <w:t>.</w:t>
      </w:r>
    </w:p>
    <w:p w:rsidR="00417227" w:rsidRPr="00071F03" w:rsidRDefault="00812A82" w:rsidP="00812A82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t>Znak nadziemny powinien być posadowiony tak, aby jego górna powierzchnia znajdowała się</w:t>
      </w:r>
      <w:r w:rsidR="00EC098B" w:rsidRPr="00071F03">
        <w:rPr>
          <w:rFonts w:ascii="Verdana" w:hAnsi="Verdana"/>
          <w:w w:val="90"/>
        </w:rPr>
        <w:t xml:space="preserve"> do</w:t>
      </w:r>
      <w:r w:rsidRPr="00071F03">
        <w:rPr>
          <w:rFonts w:ascii="Verdana" w:hAnsi="Verdana"/>
          <w:w w:val="90"/>
        </w:rPr>
        <w:t xml:space="preserve"> </w:t>
      </w:r>
      <w:r w:rsidR="00EC098B" w:rsidRPr="00071F03">
        <w:rPr>
          <w:rFonts w:ascii="Verdana" w:hAnsi="Verdana"/>
          <w:w w:val="90"/>
        </w:rPr>
        <w:t>5 cm ponad grunt</w:t>
      </w:r>
      <w:r w:rsidRPr="00071F03">
        <w:rPr>
          <w:rFonts w:ascii="Verdana" w:hAnsi="Verdana"/>
          <w:w w:val="90"/>
        </w:rPr>
        <w:t>, co uchroni znak od zniszczenia w trakcie wykonywania prac utrzymaniowych prowadzonych w pasie drogowym</w:t>
      </w:r>
      <w:r w:rsidR="00EC098B" w:rsidRPr="00071F03">
        <w:rPr>
          <w:rFonts w:ascii="Verdana" w:hAnsi="Verdana"/>
          <w:w w:val="90"/>
        </w:rPr>
        <w:t xml:space="preserve"> a jednocześnie zapewni jego widoczność</w:t>
      </w:r>
      <w:r w:rsidRPr="00071F03">
        <w:rPr>
          <w:rFonts w:ascii="Verdana" w:hAnsi="Verdana"/>
          <w:w w:val="90"/>
        </w:rPr>
        <w:t>.</w:t>
      </w:r>
    </w:p>
    <w:p w:rsidR="008138B4" w:rsidRPr="00071F03" w:rsidRDefault="00417227" w:rsidP="003F689C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t xml:space="preserve">Znaki graniczne należy dodatkowo oznaczyć świadkami betonowymi wykonanymi zgodnie z rysunkiem stanowiącym załącznik nr  1 do niniejszej specyfikacji. Świadki należy umieścić w linii granicy obok znaków granicznych znajdujących się na załamaniach granic pasa drogowego </w:t>
      </w:r>
      <w:r w:rsidR="00812A82" w:rsidRPr="00071F03">
        <w:rPr>
          <w:rFonts w:ascii="Verdana" w:hAnsi="Verdana"/>
          <w:w w:val="90"/>
        </w:rPr>
        <w:t xml:space="preserve">oraz dodatkowo </w:t>
      </w:r>
      <w:r w:rsidRPr="00071F03">
        <w:rPr>
          <w:rFonts w:ascii="Verdana" w:hAnsi="Verdana"/>
          <w:w w:val="90"/>
        </w:rPr>
        <w:t xml:space="preserve">na odcinkach prostych w odległości nie większej niż </w:t>
      </w:r>
      <w:r w:rsidR="00E00C91" w:rsidRPr="00071F03">
        <w:rPr>
          <w:rFonts w:ascii="Verdana" w:hAnsi="Verdana"/>
          <w:w w:val="90"/>
        </w:rPr>
        <w:t>200</w:t>
      </w:r>
      <w:r w:rsidRPr="00071F03">
        <w:rPr>
          <w:rFonts w:ascii="Verdana" w:hAnsi="Verdana"/>
          <w:w w:val="90"/>
        </w:rPr>
        <w:t xml:space="preserve"> m (pod warunkiem zachowania </w:t>
      </w:r>
      <w:r w:rsidR="00C045D3" w:rsidRPr="00071F03">
        <w:rPr>
          <w:rFonts w:ascii="Verdana" w:hAnsi="Verdana"/>
          <w:w w:val="90"/>
        </w:rPr>
        <w:t xml:space="preserve">wzajemnej </w:t>
      </w:r>
      <w:r w:rsidRPr="00071F03">
        <w:rPr>
          <w:rFonts w:ascii="Verdana" w:hAnsi="Verdana"/>
          <w:w w:val="90"/>
        </w:rPr>
        <w:t xml:space="preserve">wizury). </w:t>
      </w:r>
      <w:r w:rsidR="00D12EB4" w:rsidRPr="00071F03">
        <w:rPr>
          <w:rFonts w:ascii="Verdana" w:hAnsi="Verdana"/>
          <w:w w:val="90"/>
        </w:rPr>
        <w:t>Po uzgodnieniu z zamawiającym świadków można nie umieszczać na terenach zurbanizowanych</w:t>
      </w:r>
      <w:r w:rsidRPr="00071F03">
        <w:rPr>
          <w:rFonts w:ascii="Verdana" w:hAnsi="Verdana"/>
          <w:w w:val="90"/>
        </w:rPr>
        <w:t>.</w:t>
      </w:r>
      <w:r w:rsidR="00BD0881" w:rsidRPr="00071F03">
        <w:rPr>
          <w:rFonts w:ascii="Verdana" w:hAnsi="Verdana"/>
          <w:w w:val="90"/>
        </w:rPr>
        <w:t xml:space="preserve"> </w:t>
      </w:r>
    </w:p>
    <w:p w:rsidR="003F689C" w:rsidRPr="00071F03" w:rsidRDefault="003F689C" w:rsidP="003F689C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lastRenderedPageBreak/>
        <w:t xml:space="preserve">Nie należy stabilizować znaków na terenach zabudowanych w miejscach gdzie: </w:t>
      </w:r>
    </w:p>
    <w:p w:rsidR="00700309" w:rsidRPr="00071F03" w:rsidRDefault="00700309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mogą utrudniać korzystanie z sąsiednich nieruchomości,</w:t>
      </w:r>
    </w:p>
    <w:p w:rsidR="00700309" w:rsidRPr="00071F03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przy chodnikach tam, gdzie istnieje zagrożenie bezpieczeństwa dla pieszych   i innych użytkowników dróg,</w:t>
      </w:r>
    </w:p>
    <w:p w:rsidR="00417227" w:rsidRPr="00071F03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2E2B8E" w:rsidRPr="00071F03">
        <w:rPr>
          <w:rFonts w:ascii="Verdana" w:hAnsi="Verdana"/>
          <w:w w:val="90"/>
          <w:sz w:val="20"/>
          <w:szCs w:val="20"/>
        </w:rPr>
        <w:t>.</w:t>
      </w:r>
    </w:p>
    <w:p w:rsidR="00812A82" w:rsidRPr="00071F03" w:rsidRDefault="00812A82" w:rsidP="00700309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t>Stabilizacji nie podlegają punkty znajdujące się w jezdniach dróg publicznych.</w:t>
      </w:r>
      <w:r w:rsidR="00C518C4" w:rsidRPr="00071F03">
        <w:t xml:space="preserve"> </w:t>
      </w:r>
      <w:r w:rsidR="00C518C4" w:rsidRPr="00071F03">
        <w:rPr>
          <w:rFonts w:ascii="Verdana" w:hAnsi="Verdana"/>
          <w:w w:val="90"/>
        </w:rPr>
        <w:t xml:space="preserve">Wykonawca w projekcie stabilizacji </w:t>
      </w:r>
      <w:r w:rsidR="003F689C" w:rsidRPr="00071F03">
        <w:rPr>
          <w:rFonts w:ascii="Verdana" w:hAnsi="Verdana"/>
          <w:w w:val="90"/>
        </w:rPr>
        <w:t xml:space="preserve">punktów granicznych </w:t>
      </w:r>
      <w:r w:rsidR="00C518C4" w:rsidRPr="00071F03">
        <w:rPr>
          <w:rFonts w:ascii="Verdana" w:hAnsi="Verdana"/>
          <w:w w:val="90"/>
        </w:rPr>
        <w:t xml:space="preserve">pasa drogowego uzasadni powód braku możliwości stabilizacji słupków PD. </w:t>
      </w:r>
    </w:p>
    <w:p w:rsidR="00812A82" w:rsidRPr="00071F03" w:rsidRDefault="00812A82" w:rsidP="00812A82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t xml:space="preserve">Utrwalenie granic w terenie należy poprzedzić pisemnym uzgodnieniem z Zamawiającym projektu stabilizacji punktów granicznych pasa drogowego. </w:t>
      </w:r>
    </w:p>
    <w:p w:rsidR="00E762FD" w:rsidRPr="00071F03" w:rsidRDefault="00E762FD" w:rsidP="00812A82">
      <w:pPr>
        <w:rPr>
          <w:rFonts w:ascii="Verdana" w:hAnsi="Verdana"/>
          <w:w w:val="90"/>
        </w:rPr>
      </w:pPr>
    </w:p>
    <w:p w:rsidR="00EE0F3D" w:rsidRPr="00071F03" w:rsidRDefault="00417227" w:rsidP="00700309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t>W przypadku</w:t>
      </w:r>
      <w:r w:rsidR="00EE0F3D" w:rsidRPr="00071F03">
        <w:rPr>
          <w:rFonts w:ascii="Verdana" w:hAnsi="Verdana"/>
          <w:w w:val="90"/>
        </w:rPr>
        <w:t>:</w:t>
      </w:r>
      <w:r w:rsidRPr="00071F03">
        <w:rPr>
          <w:rFonts w:ascii="Verdana" w:hAnsi="Verdana"/>
          <w:w w:val="90"/>
        </w:rPr>
        <w:t xml:space="preserve"> </w:t>
      </w:r>
    </w:p>
    <w:p w:rsidR="00EE0F3D" w:rsidRPr="00071F03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 xml:space="preserve">stwierdzenia zajęcia pasa drogowego przez ogrodzenia działek sąsiednich, nasadzenia, budowle i wszystkie inne elementy niezwiązane z drogą, posadowione przez właścicieli działek przylegających do pasa drogowego, </w:t>
      </w:r>
    </w:p>
    <w:p w:rsidR="00700309" w:rsidRPr="00071F03" w:rsidRDefault="00EE0F3D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 xml:space="preserve">stwierdzenia zajęcia </w:t>
      </w:r>
      <w:r w:rsidR="00754771" w:rsidRPr="00071F03">
        <w:rPr>
          <w:rFonts w:ascii="Verdana" w:hAnsi="Verdana"/>
          <w:w w:val="90"/>
          <w:sz w:val="20"/>
          <w:szCs w:val="20"/>
        </w:rPr>
        <w:t xml:space="preserve">działki nie stanowiącej własności Skarbu Państwa w </w:t>
      </w:r>
      <w:r w:rsidRPr="00071F03">
        <w:rPr>
          <w:rFonts w:ascii="Verdana" w:hAnsi="Verdana"/>
          <w:w w:val="90"/>
          <w:sz w:val="20"/>
          <w:szCs w:val="20"/>
        </w:rPr>
        <w:t>trwałym zarządzie GDDKiA przez pas drogowy lub urządzenia drogowe</w:t>
      </w:r>
      <w:r w:rsidR="00754771" w:rsidRPr="00071F03">
        <w:rPr>
          <w:rFonts w:ascii="Verdana" w:hAnsi="Verdana"/>
          <w:w w:val="90"/>
          <w:sz w:val="20"/>
          <w:szCs w:val="20"/>
        </w:rPr>
        <w:t>,</w:t>
      </w:r>
      <w:r w:rsidRPr="00071F03">
        <w:rPr>
          <w:rFonts w:ascii="Verdana" w:hAnsi="Verdana"/>
          <w:w w:val="90"/>
          <w:sz w:val="20"/>
          <w:szCs w:val="20"/>
        </w:rPr>
        <w:t xml:space="preserve">  </w:t>
      </w:r>
    </w:p>
    <w:p w:rsidR="00700309" w:rsidRPr="00071F03" w:rsidRDefault="00417227" w:rsidP="00700309">
      <w:pPr>
        <w:rPr>
          <w:rFonts w:ascii="Verdana" w:hAnsi="Verdana"/>
          <w:w w:val="90"/>
        </w:rPr>
      </w:pPr>
      <w:r w:rsidRPr="00071F03">
        <w:rPr>
          <w:rFonts w:ascii="Verdana" w:hAnsi="Verdana"/>
          <w:w w:val="90"/>
        </w:rPr>
        <w:t xml:space="preserve">Wykonawca sporządzi dla </w:t>
      </w:r>
      <w:r w:rsidR="00BD0881" w:rsidRPr="00071F03">
        <w:rPr>
          <w:rFonts w:ascii="Verdana" w:hAnsi="Verdana"/>
          <w:w w:val="90"/>
        </w:rPr>
        <w:t>tych miejsc:</w:t>
      </w:r>
    </w:p>
    <w:p w:rsidR="00700309" w:rsidRPr="00071F03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kartę pomiaru zajęcia pasa drogowego wykonaną wg wzoru stanowiącego Załącznik nr 2a,</w:t>
      </w:r>
    </w:p>
    <w:p w:rsidR="00700309" w:rsidRPr="00071F03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szkic polowy</w:t>
      </w:r>
      <w:r w:rsidR="00286B1A" w:rsidRPr="00071F03">
        <w:rPr>
          <w:rFonts w:ascii="Verdana" w:hAnsi="Verdana"/>
          <w:w w:val="90"/>
          <w:sz w:val="20"/>
          <w:szCs w:val="20"/>
        </w:rPr>
        <w:t xml:space="preserve"> obrazujący wzajemne relacje przestrzenne granic ewidencyjnych oraz obiektów zajmujących pas drogowy</w:t>
      </w:r>
      <w:r w:rsidR="00AF7BEC" w:rsidRPr="00071F03">
        <w:rPr>
          <w:rFonts w:ascii="Verdana" w:hAnsi="Verdana"/>
          <w:w w:val="90"/>
          <w:sz w:val="20"/>
          <w:szCs w:val="20"/>
        </w:rPr>
        <w:t xml:space="preserve"> lub powodujących zajęcie nieruchomości sąsiadującej</w:t>
      </w:r>
      <w:r w:rsidRPr="00071F03">
        <w:rPr>
          <w:rFonts w:ascii="Verdana" w:hAnsi="Verdana"/>
          <w:w w:val="90"/>
          <w:sz w:val="20"/>
          <w:szCs w:val="20"/>
        </w:rPr>
        <w:t xml:space="preserve">, </w:t>
      </w:r>
      <w:r w:rsidR="00AF7BEC" w:rsidRPr="00071F03">
        <w:rPr>
          <w:rFonts w:ascii="Verdana" w:hAnsi="Verdana"/>
          <w:w w:val="90"/>
          <w:sz w:val="20"/>
          <w:szCs w:val="20"/>
        </w:rPr>
        <w:t xml:space="preserve">oraz </w:t>
      </w:r>
      <w:r w:rsidRPr="00071F03">
        <w:rPr>
          <w:rFonts w:ascii="Verdana" w:hAnsi="Verdana"/>
          <w:w w:val="90"/>
          <w:sz w:val="20"/>
          <w:szCs w:val="20"/>
        </w:rPr>
        <w:t>wszystkie szczegóły sytuacyjne</w:t>
      </w:r>
      <w:r w:rsidR="00AF7BEC" w:rsidRPr="00071F03">
        <w:rPr>
          <w:rFonts w:ascii="Verdana" w:hAnsi="Verdana"/>
          <w:w w:val="90"/>
          <w:sz w:val="20"/>
          <w:szCs w:val="20"/>
        </w:rPr>
        <w:t xml:space="preserve"> i</w:t>
      </w:r>
      <w:r w:rsidRPr="00071F03">
        <w:rPr>
          <w:rFonts w:ascii="Verdana" w:hAnsi="Verdana"/>
          <w:w w:val="90"/>
          <w:sz w:val="20"/>
          <w:szCs w:val="20"/>
        </w:rPr>
        <w:t xml:space="preserve"> miary czołowe</w:t>
      </w:r>
      <w:r w:rsidR="00AF7BEC" w:rsidRPr="00071F03">
        <w:rPr>
          <w:rFonts w:ascii="Verdana" w:hAnsi="Verdana"/>
          <w:w w:val="90"/>
          <w:sz w:val="20"/>
          <w:szCs w:val="20"/>
        </w:rPr>
        <w:t>,</w:t>
      </w:r>
    </w:p>
    <w:p w:rsidR="00700309" w:rsidRPr="00071F03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obliczoną powierzchnię zajęcia</w:t>
      </w:r>
      <w:r w:rsidR="00BD0881" w:rsidRPr="00071F03">
        <w:rPr>
          <w:rFonts w:ascii="Verdana" w:hAnsi="Verdana"/>
          <w:w w:val="90"/>
          <w:sz w:val="20"/>
          <w:szCs w:val="20"/>
        </w:rPr>
        <w:t>,</w:t>
      </w:r>
    </w:p>
    <w:p w:rsidR="00700309" w:rsidRPr="00071F03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kopię mapy sytuacyjno-wysokościowej obejmującej obszar zajęcia z naniesionymi granicami pasa drogowego,</w:t>
      </w:r>
    </w:p>
    <w:p w:rsidR="00BD0881" w:rsidRPr="00071F03" w:rsidRDefault="00BD0881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071F03">
        <w:rPr>
          <w:rFonts w:ascii="Verdana" w:hAnsi="Verdana"/>
          <w:w w:val="90"/>
          <w:sz w:val="20"/>
          <w:szCs w:val="20"/>
        </w:rPr>
        <w:t>dane właściciela działki na której znajduje się pas drogowy z podaniem numeru księgi wieczystej i adresu.</w:t>
      </w:r>
    </w:p>
    <w:p w:rsidR="00700309" w:rsidRDefault="00700309" w:rsidP="00700309">
      <w:pPr>
        <w:rPr>
          <w:rFonts w:ascii="Verdana" w:hAnsi="Verdana"/>
          <w:w w:val="90"/>
        </w:rPr>
      </w:pPr>
    </w:p>
    <w:p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Podczas pomiaru obiektów zajmujących pas drogowy należy uwzględnić poniższe zasady:</w:t>
      </w:r>
    </w:p>
    <w:p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1.</w:t>
      </w:r>
      <w:r w:rsidR="00E36387" w:rsidRPr="00700309">
        <w:rPr>
          <w:rFonts w:ascii="Verdana" w:hAnsi="Verdana"/>
          <w:w w:val="90"/>
        </w:rPr>
        <w:t xml:space="preserve"> </w:t>
      </w:r>
      <w:r w:rsidRPr="00700309">
        <w:rPr>
          <w:rFonts w:ascii="Verdana" w:hAnsi="Verdana"/>
          <w:w w:val="90"/>
        </w:rPr>
        <w:t xml:space="preserve">Ogrodzenia nieruchomości przyległej umieszczone jest w działce stanowiącej pas drogowy: </w:t>
      </w:r>
    </w:p>
    <w:p w:rsidR="00E36387" w:rsidRPr="00700309" w:rsidRDefault="00E762FD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AF7BEC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ab/>
        <w:t xml:space="preserve">Dla ogrodzeń wykonanych na podmurówce, należy wykonać pomiar powierzchni pasa drogowego zajętego przez rzut poziomy obiektu budowlanego zajmującego pas drogowy drogi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 xml:space="preserve">) </w:t>
      </w:r>
      <w:r w:rsidR="00AF7BEC" w:rsidRPr="00700309">
        <w:rPr>
          <w:rFonts w:ascii="Verdana" w:hAnsi="Verdana"/>
          <w:w w:val="90"/>
        </w:rPr>
        <w:t xml:space="preserve">oraz powierzchnię pasa drogowego zajętego na prawach wyłączności (powierzchnię wygrodzoną pomniejszoną o wartość rzutu poziomego obiektu budowlanego)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>. Powierzchni zjazdu nie wlicza się do powierzchni zajęcia pasa drogowego na prawach wyłączności.</w:t>
      </w:r>
    </w:p>
    <w:p w:rsidR="00AF7BEC" w:rsidRPr="00AF7BEC" w:rsidRDefault="00E36387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2) </w:t>
      </w:r>
      <w:r w:rsidR="00AF7BEC" w:rsidRPr="00700309">
        <w:rPr>
          <w:rFonts w:ascii="Verdana" w:hAnsi="Verdana"/>
          <w:w w:val="90"/>
        </w:rPr>
        <w:t>Dla ogrodzeń bez podmurówki wykonanych w technologii tzw. siatka stalowa na słupkach stalowych, elementy prefabrykowane, należy wykonać pomiar powierzchni pasa drogowego zajętego</w:t>
      </w:r>
      <w:r w:rsidR="00AF7BEC" w:rsidRPr="00AF7BEC">
        <w:rPr>
          <w:rFonts w:ascii="Verdana" w:hAnsi="Verdana"/>
          <w:w w:val="90"/>
        </w:rPr>
        <w:t xml:space="preserve"> na prawach wyłączności (powierzchnię wygrodzoną) podając wartość w </w:t>
      </w:r>
      <w:r w:rsidR="00211F1E">
        <w:rPr>
          <w:rFonts w:ascii="Verdana" w:hAnsi="Verdana"/>
          <w:w w:val="90"/>
        </w:rPr>
        <w:t>(</w:t>
      </w:r>
      <w:r w:rsidR="00AF7BEC" w:rsidRPr="00AF7BEC">
        <w:rPr>
          <w:rFonts w:ascii="Verdana" w:hAnsi="Verdana"/>
          <w:w w:val="90"/>
        </w:rPr>
        <w:t>m</w:t>
      </w:r>
      <w:r w:rsidR="00211F1E">
        <w:rPr>
          <w:rFonts w:ascii="Verdana" w:hAnsi="Verdana"/>
          <w:w w:val="90"/>
          <w:vertAlign w:val="superscript"/>
        </w:rPr>
        <w:t>2</w:t>
      </w:r>
      <w:r w:rsidR="00211F1E">
        <w:rPr>
          <w:rFonts w:ascii="Verdana" w:hAnsi="Verdana"/>
          <w:w w:val="90"/>
        </w:rPr>
        <w:t>)</w:t>
      </w:r>
      <w:r w:rsidR="00AF7BEC" w:rsidRPr="00AF7BEC">
        <w:rPr>
          <w:rFonts w:ascii="Verdana" w:hAnsi="Verdana"/>
          <w:w w:val="90"/>
        </w:rPr>
        <w:t>.</w:t>
      </w:r>
    </w:p>
    <w:p w:rsidR="00AF7BEC" w:rsidRPr="00AF7BEC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2.</w:t>
      </w:r>
      <w:r w:rsidR="00E36387">
        <w:rPr>
          <w:rFonts w:ascii="Verdana" w:hAnsi="Verdana"/>
          <w:w w:val="90"/>
        </w:rPr>
        <w:t xml:space="preserve"> 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reklam należy wykonać pomiar powierzchni reklamy tj. elementu wizualnego umieszczonej w pasie drogowym, jeżeli jest to reklama dwustronna należy podać sumę powierzchni obu stron reklamy, podając wartość w </w:t>
      </w:r>
      <w:r w:rsidR="002155A9">
        <w:rPr>
          <w:rFonts w:ascii="Verdana" w:hAnsi="Verdana"/>
          <w:w w:val="90"/>
        </w:rPr>
        <w:t>(</w:t>
      </w:r>
      <w:r w:rsidR="002155A9" w:rsidRPr="00AF7BEC">
        <w:rPr>
          <w:rFonts w:ascii="Verdana" w:hAnsi="Verdana"/>
          <w:w w:val="90"/>
        </w:rPr>
        <w:t>m</w:t>
      </w:r>
      <w:r w:rsidR="002155A9">
        <w:rPr>
          <w:rFonts w:ascii="Verdana" w:hAnsi="Verdana"/>
          <w:w w:val="90"/>
          <w:vertAlign w:val="superscript"/>
        </w:rPr>
        <w:t>2</w:t>
      </w:r>
      <w:r w:rsidR="002155A9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 xml:space="preserve">. </w:t>
      </w:r>
    </w:p>
    <w:p w:rsidR="00AF7BEC" w:rsidRPr="002216F8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3.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obiektów budowlanych, z wyłączeniem infrastruktury technicznej należy wykonać pomiar powierzchni pasa drogowego zajętego przez rzut poziomy obiektu budowlanego podając wartość </w:t>
      </w:r>
      <w:r w:rsidR="007A5102">
        <w:rPr>
          <w:rFonts w:ascii="Verdana" w:hAnsi="Verdana"/>
          <w:w w:val="90"/>
        </w:rPr>
        <w:br/>
      </w:r>
      <w:r w:rsidRPr="00AF7BEC">
        <w:rPr>
          <w:rFonts w:ascii="Verdana" w:hAnsi="Verdana"/>
          <w:w w:val="90"/>
        </w:rPr>
        <w:t xml:space="preserve">w </w:t>
      </w:r>
      <w:r w:rsidR="00661AF2">
        <w:rPr>
          <w:rFonts w:ascii="Verdana" w:hAnsi="Verdana"/>
          <w:w w:val="90"/>
        </w:rPr>
        <w:t>(</w:t>
      </w:r>
      <w:r w:rsidRPr="00AF7BEC">
        <w:rPr>
          <w:rFonts w:ascii="Verdana" w:hAnsi="Verdana"/>
          <w:w w:val="90"/>
        </w:rPr>
        <w:t>m</w:t>
      </w:r>
      <w:r w:rsidR="00661AF2">
        <w:rPr>
          <w:rFonts w:ascii="Verdana" w:hAnsi="Verdana"/>
          <w:w w:val="90"/>
          <w:vertAlign w:val="superscript"/>
        </w:rPr>
        <w:t>2</w:t>
      </w:r>
      <w:r w:rsidR="00661AF2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>.</w:t>
      </w:r>
    </w:p>
    <w:p w:rsidR="00E36387" w:rsidRDefault="00E36387" w:rsidP="00021B0F">
      <w:pPr>
        <w:ind w:firstLine="709"/>
        <w:rPr>
          <w:rFonts w:ascii="Verdana" w:hAnsi="Verdana"/>
          <w:w w:val="90"/>
        </w:rPr>
      </w:pPr>
    </w:p>
    <w:p w:rsidR="00BD0881" w:rsidRDefault="00BD0881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osoby fizycznej przez pas drogowy</w:t>
      </w:r>
      <w:r w:rsidR="003008C0" w:rsidRPr="002216F8">
        <w:rPr>
          <w:rFonts w:ascii="Verdana" w:hAnsi="Verdana"/>
          <w:w w:val="90"/>
        </w:rPr>
        <w:t>, wykonawca dokona analizy – na podstawie dokumentów z zasobu geodezyjnego - takiego stanu na dzień 31 grudnia 1998 roku. Jeżeli materiały z zasobu geodezyjnego</w:t>
      </w:r>
      <w:r w:rsidR="00021B0F" w:rsidRPr="002216F8">
        <w:rPr>
          <w:rFonts w:ascii="Verdana" w:hAnsi="Verdana"/>
          <w:w w:val="90"/>
        </w:rPr>
        <w:t xml:space="preserve"> – wykonane przed dniem 31 grudnia 1998 roku - </w:t>
      </w:r>
      <w:r w:rsidR="003008C0" w:rsidRPr="002216F8">
        <w:rPr>
          <w:rFonts w:ascii="Verdana" w:hAnsi="Verdana"/>
          <w:w w:val="90"/>
        </w:rPr>
        <w:t xml:space="preserve"> potwierdzą taki stan, wykonawca przekaże zamawiającemu </w:t>
      </w:r>
      <w:r w:rsidR="00021B0F" w:rsidRPr="002216F8">
        <w:rPr>
          <w:rFonts w:ascii="Verdana" w:hAnsi="Verdana"/>
          <w:w w:val="90"/>
        </w:rPr>
        <w:t>wszelkie niezbędne kopie dokumentów takie jak, mapy z wywiadu terenowego, szkice polowe, wykazy współrzędnych itp.</w:t>
      </w:r>
      <w:r w:rsidR="003008C0" w:rsidRPr="002216F8">
        <w:rPr>
          <w:rFonts w:ascii="Verdana" w:hAnsi="Verdana"/>
          <w:w w:val="90"/>
        </w:rPr>
        <w:t xml:space="preserve"> </w:t>
      </w:r>
      <w:r w:rsidR="00021B0F" w:rsidRPr="002216F8">
        <w:rPr>
          <w:rFonts w:ascii="Verdana" w:hAnsi="Verdana"/>
          <w:w w:val="90"/>
        </w:rPr>
        <w:t xml:space="preserve">Z każdej takie analizy wykonawca sporządzi w uzgodnieniu z zamawiającym </w:t>
      </w:r>
      <w:r w:rsidR="0023036A" w:rsidRPr="002216F8">
        <w:rPr>
          <w:rFonts w:ascii="Verdana" w:hAnsi="Verdana"/>
          <w:w w:val="90"/>
        </w:rPr>
        <w:t>protokół.</w:t>
      </w:r>
    </w:p>
    <w:p w:rsidR="00E36387" w:rsidRPr="002216F8" w:rsidRDefault="00E36387" w:rsidP="00E36387">
      <w:pPr>
        <w:rPr>
          <w:rFonts w:ascii="Verdana" w:hAnsi="Verdana"/>
          <w:w w:val="90"/>
        </w:rPr>
      </w:pPr>
    </w:p>
    <w:p w:rsidR="0023036A" w:rsidRDefault="0023036A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 xml:space="preserve">W przypadku stwierdzenia zajęcia działki będącej własnością Gminy przez pas drogi krajowej, wykonawca dokona analizy – na podstawie dokumentów z zasobu geodezyjnego - takiego stanu na dzień 27 maja 1990 roku. Jeżeli materiały z zasobu geodezyjnego – wykonane przed dniem 27 maja 1990 roku -  potwierdzą taki stan, wykonawca przekaże zamawiającemu wszelkie niezbędne kopie </w:t>
      </w:r>
      <w:r w:rsidRPr="002216F8">
        <w:rPr>
          <w:rFonts w:ascii="Verdana" w:hAnsi="Verdana"/>
          <w:w w:val="90"/>
        </w:rPr>
        <w:lastRenderedPageBreak/>
        <w:t>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 xml:space="preserve">, wykazy zmian gruntowych </w:t>
      </w:r>
      <w:r w:rsidRPr="002216F8">
        <w:rPr>
          <w:rFonts w:ascii="Verdana" w:hAnsi="Verdana"/>
          <w:w w:val="90"/>
        </w:rPr>
        <w:t xml:space="preserve">itp. Z każdej takiej analizy wykonawca sporządzi w uzgodnieniu z zamawiającym protokół. </w:t>
      </w:r>
      <w:r w:rsidR="003304ED" w:rsidRPr="002216F8">
        <w:rPr>
          <w:rFonts w:ascii="Verdana" w:hAnsi="Verdana"/>
          <w:w w:val="90"/>
        </w:rPr>
        <w:t xml:space="preserve">Jeżeli własność Gminy ustanowiona została na podstawie decyzji </w:t>
      </w:r>
      <w:proofErr w:type="spellStart"/>
      <w:r w:rsidR="003304ED" w:rsidRPr="002216F8">
        <w:rPr>
          <w:rFonts w:ascii="Verdana" w:hAnsi="Verdana"/>
          <w:w w:val="90"/>
        </w:rPr>
        <w:t>komunalizacyjnej</w:t>
      </w:r>
      <w:proofErr w:type="spellEnd"/>
      <w:r w:rsidR="003304ED" w:rsidRPr="002216F8">
        <w:rPr>
          <w:rFonts w:ascii="Verdana" w:hAnsi="Verdana"/>
          <w:w w:val="90"/>
        </w:rPr>
        <w:t>, wykonawca przekaże kopię tej decyzji zamawiającemu.</w:t>
      </w:r>
    </w:p>
    <w:p w:rsidR="00E36387" w:rsidRPr="002216F8" w:rsidRDefault="00E36387" w:rsidP="00E36387">
      <w:pPr>
        <w:rPr>
          <w:rFonts w:ascii="Verdana" w:hAnsi="Verdana"/>
          <w:w w:val="90"/>
        </w:rPr>
      </w:pPr>
    </w:p>
    <w:p w:rsidR="003304ED" w:rsidRPr="002216F8" w:rsidRDefault="003304ED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Powiatu lub Województwa przez pas drogi krajowej, wykonawca dokona analizy – na podstawie dokumentów z zasobu geodezyjnego - takiego stanu na dzień 31 grudnia 1998 roku. Jeżeli materiały z zasobu geodezyjnego – wykonane przed dniem 31 grudnia 1998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>, wykazy zmian gruntowych</w:t>
      </w:r>
      <w:r w:rsidRPr="002216F8">
        <w:rPr>
          <w:rFonts w:ascii="Verdana" w:hAnsi="Verdana"/>
          <w:w w:val="90"/>
        </w:rPr>
        <w:t xml:space="preserve"> itp. Z każdej takiej analizy wykonawca sporządzi </w:t>
      </w:r>
      <w:r w:rsidR="007A5102">
        <w:rPr>
          <w:rFonts w:ascii="Verdana" w:hAnsi="Verdana"/>
          <w:w w:val="90"/>
        </w:rPr>
        <w:br/>
      </w:r>
      <w:r w:rsidRPr="002216F8">
        <w:rPr>
          <w:rFonts w:ascii="Verdana" w:hAnsi="Verdana"/>
          <w:w w:val="90"/>
        </w:rPr>
        <w:t xml:space="preserve">w uzgodnieniu z zamawiającym protokół. Jeżeli własność Powiatu lub Województwa ustanowiona została na podstawie decyzji administracyjnej w trybie przepisów ustawy </w:t>
      </w:r>
      <w:r w:rsidR="00796F98" w:rsidRPr="002216F8">
        <w:rPr>
          <w:rFonts w:ascii="Verdana" w:hAnsi="Verdana"/>
          <w:w w:val="90"/>
        </w:rPr>
        <w:t xml:space="preserve">tzw. </w:t>
      </w:r>
      <w:r w:rsidRPr="002216F8">
        <w:rPr>
          <w:rFonts w:ascii="Verdana" w:hAnsi="Verdana"/>
          <w:w w:val="90"/>
        </w:rPr>
        <w:t>„reformującej</w:t>
      </w:r>
      <w:r w:rsidR="00796F98" w:rsidRPr="002216F8">
        <w:rPr>
          <w:rFonts w:ascii="Verdana" w:hAnsi="Verdana"/>
          <w:w w:val="90"/>
        </w:rPr>
        <w:t>”</w:t>
      </w:r>
      <w:r w:rsidRPr="002216F8">
        <w:rPr>
          <w:rFonts w:ascii="Verdana" w:hAnsi="Verdana"/>
          <w:w w:val="90"/>
        </w:rPr>
        <w:t xml:space="preserve"> wykonawca przekaże kopię tej decyzji </w:t>
      </w:r>
      <w:r w:rsidR="008F4DCD">
        <w:rPr>
          <w:rFonts w:ascii="Verdana" w:hAnsi="Verdana"/>
          <w:w w:val="90"/>
        </w:rPr>
        <w:t>Z</w:t>
      </w:r>
      <w:r w:rsidRPr="002216F8">
        <w:rPr>
          <w:rFonts w:ascii="Verdana" w:hAnsi="Verdana"/>
          <w:w w:val="90"/>
        </w:rPr>
        <w:t>amawiającemu.</w:t>
      </w:r>
    </w:p>
    <w:p w:rsidR="000A7506" w:rsidRPr="003B36D9" w:rsidRDefault="00B4744E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Prace kameralne</w:t>
      </w:r>
    </w:p>
    <w:p w:rsidR="000A7506" w:rsidRPr="007678AB" w:rsidRDefault="00B4744E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7678AB">
        <w:rPr>
          <w:rFonts w:ascii="Verdana" w:hAnsi="Verdana"/>
          <w:b/>
          <w:w w:val="90"/>
        </w:rPr>
        <w:t>Opracowanie wyników pomiarów</w:t>
      </w:r>
    </w:p>
    <w:p w:rsidR="007C6FF0" w:rsidRDefault="00F7639F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zakończeniu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="00817C4B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ewentualne korekty</w:t>
      </w:r>
      <w:r w:rsidR="00CC5DD4">
        <w:rPr>
          <w:rFonts w:ascii="Verdana" w:hAnsi="Verdana"/>
          <w:w w:val="90"/>
        </w:rPr>
        <w:t xml:space="preserve"> w powiatowym zasobie geodezyjnym i kartograficznym</w:t>
      </w:r>
      <w:r w:rsidR="007C6FF0">
        <w:rPr>
          <w:rFonts w:ascii="Verdana" w:hAnsi="Verdana"/>
          <w:w w:val="90"/>
        </w:rPr>
        <w:t xml:space="preserve">. </w:t>
      </w:r>
      <w:r w:rsidR="003F689C">
        <w:rPr>
          <w:rFonts w:ascii="Verdana" w:hAnsi="Verdana"/>
          <w:w w:val="90"/>
        </w:rPr>
        <w:t>P</w:t>
      </w:r>
      <w:r w:rsidR="003F689C" w:rsidRPr="003F689C">
        <w:rPr>
          <w:rFonts w:ascii="Verdana" w:hAnsi="Verdana"/>
          <w:w w:val="90"/>
        </w:rPr>
        <w:t>rojekt stabilizacji punktów granicznych pasa drogowego</w:t>
      </w:r>
      <w:r w:rsidR="003F689C">
        <w:rPr>
          <w:rFonts w:ascii="Verdana" w:hAnsi="Verdana"/>
          <w:w w:val="90"/>
        </w:rPr>
        <w:t xml:space="preserve"> </w:t>
      </w:r>
      <w:r w:rsidR="00CC5DD4">
        <w:rPr>
          <w:rFonts w:ascii="Verdana" w:hAnsi="Verdana"/>
          <w:w w:val="90"/>
        </w:rPr>
        <w:t>należy sporządzić w formie umożliwiającej wydruk w formacie A3</w:t>
      </w:r>
      <w:r w:rsidR="007C6FF0">
        <w:rPr>
          <w:rFonts w:ascii="Verdana" w:hAnsi="Verdana"/>
          <w:w w:val="90"/>
        </w:rPr>
        <w:t>.</w:t>
      </w:r>
    </w:p>
    <w:p w:rsidR="007C6FF0" w:rsidRDefault="007C6FF0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sporządzi wszystkie dokumenty niezbędne do wprowadzenia zmian wynikających </w:t>
      </w:r>
      <w:r w:rsidR="007A5102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z wykonanych prac do państwowego zasobu geodezyjnego i kartograficznego – dotyczy to także ewentualnej zmiany użytków na „dr”</w:t>
      </w:r>
      <w:r w:rsidR="00B70D1C">
        <w:rPr>
          <w:rFonts w:ascii="Verdana" w:hAnsi="Verdana"/>
          <w:w w:val="90"/>
        </w:rPr>
        <w:t>.</w:t>
      </w:r>
    </w:p>
    <w:p w:rsidR="007C6FF0" w:rsidRPr="00FE47B1" w:rsidRDefault="007C6FF0" w:rsidP="007C6FF0">
      <w:p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>
        <w:rPr>
          <w:rFonts w:ascii="Verdana" w:hAnsi="Verdana"/>
          <w:w w:val="90"/>
        </w:rPr>
        <w:t xml:space="preserve"> umożliwiający sprostowanie działu I księgi wieczystej</w:t>
      </w:r>
      <w:r w:rsidRPr="00C83872">
        <w:rPr>
          <w:rFonts w:ascii="Verdana" w:hAnsi="Verdana"/>
          <w:w w:val="90"/>
        </w:rPr>
        <w:t>.</w:t>
      </w:r>
    </w:p>
    <w:p w:rsidR="000A7506" w:rsidRPr="006655A4" w:rsidRDefault="000A7506" w:rsidP="00D47B1E">
      <w:pPr>
        <w:pStyle w:val="Nagwek3"/>
        <w:numPr>
          <w:ilvl w:val="3"/>
          <w:numId w:val="10"/>
        </w:numPr>
        <w:ind w:hanging="1008"/>
        <w:rPr>
          <w:rFonts w:ascii="Verdana" w:hAnsi="Verdana"/>
          <w:b/>
          <w:w w:val="90"/>
        </w:rPr>
      </w:pPr>
      <w:r w:rsidRPr="006655A4">
        <w:rPr>
          <w:rFonts w:ascii="Verdana" w:hAnsi="Verdana"/>
          <w:b/>
          <w:w w:val="90"/>
        </w:rPr>
        <w:t>Skompletowanie dokumentacji geodezyjnej i kartograficznej</w:t>
      </w:r>
    </w:p>
    <w:p w:rsidR="000A7506" w:rsidRDefault="000A7506" w:rsidP="00FB155F">
      <w:pPr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Dokumentacja dotycząca </w:t>
      </w:r>
      <w:r w:rsidR="00F7639F">
        <w:rPr>
          <w:rFonts w:ascii="Verdana" w:hAnsi="Verdana"/>
          <w:w w:val="90"/>
        </w:rPr>
        <w:t xml:space="preserve">wznowienia, wyznaczenia, ustalenia granic </w:t>
      </w:r>
      <w:r w:rsidRPr="007678AB">
        <w:rPr>
          <w:rFonts w:ascii="Verdana" w:hAnsi="Verdana"/>
          <w:w w:val="90"/>
        </w:rPr>
        <w:t xml:space="preserve">powinna być skompletowana 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 xml:space="preserve">w formie operatu, zgodnie z rozporządzeniem </w:t>
      </w:r>
      <w:r w:rsidR="004C60FA" w:rsidRPr="007678AB">
        <w:rPr>
          <w:rFonts w:ascii="Verdana" w:hAnsi="Verdana"/>
          <w:b/>
          <w:w w:val="90"/>
        </w:rPr>
        <w:t>[3.1]</w:t>
      </w:r>
      <w:r w:rsidR="004C60FA" w:rsidRPr="007678AB">
        <w:rPr>
          <w:rFonts w:ascii="Verdana" w:hAnsi="Verdana"/>
          <w:w w:val="90"/>
        </w:rPr>
        <w:t xml:space="preserve"> i przyjęta</w:t>
      </w:r>
      <w:r w:rsidRPr="007678AB">
        <w:rPr>
          <w:rFonts w:ascii="Verdana" w:hAnsi="Verdana"/>
          <w:w w:val="90"/>
        </w:rPr>
        <w:t xml:space="preserve"> do państwowego zasobu geodezyjnego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>i kartograficznego.</w:t>
      </w:r>
    </w:p>
    <w:p w:rsidR="000A7506" w:rsidRDefault="00B70D1C" w:rsidP="00B70D1C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bookmarkStart w:id="18" w:name="_Ref62365935"/>
      <w:r>
        <w:rPr>
          <w:rFonts w:ascii="Verdana" w:hAnsi="Verdana"/>
          <w:b/>
          <w:w w:val="90"/>
        </w:rPr>
        <w:t xml:space="preserve">4.5.5.3. </w:t>
      </w:r>
      <w:r w:rsidR="000A7506" w:rsidRPr="001C778C">
        <w:rPr>
          <w:rFonts w:ascii="Verdana" w:hAnsi="Verdana"/>
          <w:b/>
          <w:w w:val="90"/>
        </w:rPr>
        <w:t>Skład dokumentacji dla Zamawiającego</w:t>
      </w:r>
      <w:bookmarkEnd w:id="18"/>
    </w:p>
    <w:p w:rsidR="008F0D4C" w:rsidRDefault="008F0D4C" w:rsidP="008F0D4C">
      <w:pPr>
        <w:tabs>
          <w:tab w:val="num" w:pos="426"/>
        </w:tabs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</w:t>
      </w:r>
      <w:r>
        <w:rPr>
          <w:rFonts w:ascii="Verdana" w:hAnsi="Verdana"/>
          <w:w w:val="90"/>
        </w:rPr>
        <w:t>.</w:t>
      </w:r>
    </w:p>
    <w:p w:rsidR="008F0D4C" w:rsidRPr="00700309" w:rsidRDefault="008F0D4C" w:rsidP="008F0D4C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Dla Zamawiającego należy skompletować następujące materiały:</w:t>
      </w:r>
    </w:p>
    <w:p w:rsidR="003F689C" w:rsidRPr="00700309" w:rsidRDefault="003F689C" w:rsidP="00700309">
      <w:pPr>
        <w:ind w:left="284" w:hanging="284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CF41B6" w:rsidRPr="00700309">
        <w:rPr>
          <w:rFonts w:ascii="Verdana" w:hAnsi="Verdana"/>
          <w:w w:val="90"/>
        </w:rPr>
        <w:t>.</w:t>
      </w:r>
      <w:r w:rsidRPr="00700309">
        <w:rPr>
          <w:rFonts w:ascii="Verdana" w:hAnsi="Verdana"/>
          <w:w w:val="90"/>
        </w:rPr>
        <w:t xml:space="preserve"> Projekt stabilizacji punktów granicznych pasa drogowego. Przed stabilizacją znakami „PD” Wykonawca sporządza projekt przebiegu geodezyjnych granic prawnych pasa drogowego wraz ze stabilizacją znakami PD na mapie zasadniczej wg następujących zasad: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nie należy stabilizować znaków na terenach zabudowanych w miejscach gdzie: </w:t>
      </w:r>
    </w:p>
    <w:p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mogą utrudniać korzystanie z sąsiednich nieruchomości, </w:t>
      </w:r>
    </w:p>
    <w:p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i innych użytkowników dróg,</w:t>
      </w:r>
    </w:p>
    <w:p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AB627F" w:rsidRPr="00700309">
        <w:rPr>
          <w:rFonts w:ascii="Verdana" w:hAnsi="Verdana"/>
          <w:w w:val="90"/>
          <w:sz w:val="20"/>
          <w:szCs w:val="20"/>
        </w:rPr>
        <w:t>.</w:t>
      </w:r>
      <w:r w:rsidRPr="00700309">
        <w:rPr>
          <w:rFonts w:ascii="Verdana" w:hAnsi="Verdana"/>
          <w:bCs/>
          <w:w w:val="90"/>
          <w:sz w:val="20"/>
          <w:szCs w:val="20"/>
        </w:rPr>
        <w:t xml:space="preserve"> 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bCs/>
          <w:w w:val="90"/>
          <w:sz w:val="20"/>
          <w:szCs w:val="20"/>
        </w:rPr>
        <w:t xml:space="preserve">nie należy stabilizować znaków przy istniejących zjazdach w przypadku stwierdzenia, że wkopanie znaków może stwarzać niebezpieczeństwo dla ruchu kołowego. W takich sytuacjach wystarczy </w:t>
      </w:r>
      <w:proofErr w:type="spellStart"/>
      <w:r w:rsidRPr="00700309">
        <w:rPr>
          <w:rFonts w:ascii="Verdana" w:hAnsi="Verdana"/>
          <w:bCs/>
          <w:w w:val="90"/>
          <w:sz w:val="20"/>
          <w:szCs w:val="20"/>
        </w:rPr>
        <w:t>granicznik</w:t>
      </w:r>
      <w:proofErr w:type="spellEnd"/>
      <w:r w:rsidRPr="00700309">
        <w:rPr>
          <w:rFonts w:ascii="Verdana" w:hAnsi="Verdana"/>
          <w:bCs/>
          <w:w w:val="90"/>
          <w:sz w:val="20"/>
          <w:szCs w:val="20"/>
        </w:rPr>
        <w:t xml:space="preserve"> geodezyjny wkopany na poziomie gruntu</w:t>
      </w:r>
      <w:r w:rsidR="00700309">
        <w:rPr>
          <w:rFonts w:ascii="Verdana" w:hAnsi="Verdana"/>
          <w:bCs/>
          <w:w w:val="90"/>
          <w:sz w:val="20"/>
          <w:szCs w:val="20"/>
        </w:rPr>
        <w:t>,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odcinki proste o długości powyżej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 stabilizować dodatkowo znakami PD, w ten sposób, aby odcinki między znakami nie były dłuższe niż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w projekcie należy oznaczyć kolorem niebieskim znaki PD, których nie należy stabilizować. Ponadto Wykonawca w projekcie uzasadni powód braku możliwości stabilizacji słupków PD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z</w:t>
      </w:r>
      <w:r w:rsidR="003F689C" w:rsidRPr="00700309">
        <w:rPr>
          <w:rFonts w:ascii="Verdana" w:hAnsi="Verdana"/>
          <w:w w:val="90"/>
          <w:sz w:val="20"/>
          <w:szCs w:val="20"/>
        </w:rPr>
        <w:t>naki z napisem „Pas drogowy” powinny posiadać numer słupka zgodny z projektem stabilizacji (wpisanym odręcznie wodoodpornym markerem)</w:t>
      </w:r>
      <w:r w:rsidR="000639EF" w:rsidRPr="00700309">
        <w:rPr>
          <w:rFonts w:ascii="Verdana" w:hAnsi="Verdana"/>
          <w:w w:val="90"/>
          <w:sz w:val="20"/>
          <w:szCs w:val="20"/>
        </w:rPr>
        <w:t>.</w:t>
      </w:r>
    </w:p>
    <w:p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lastRenderedPageBreak/>
        <w:t>w</w:t>
      </w:r>
      <w:r w:rsidR="003F689C" w:rsidRPr="00700309">
        <w:rPr>
          <w:rFonts w:ascii="Verdana" w:hAnsi="Verdana"/>
          <w:w w:val="90"/>
          <w:sz w:val="20"/>
          <w:szCs w:val="20"/>
        </w:rPr>
        <w:t xml:space="preserve"> przypadku gdy niemożliwa jest trwała stabilizacja punktu, należy zastąpić </w:t>
      </w:r>
      <w:r w:rsidR="003F689C" w:rsidRPr="00700309">
        <w:rPr>
          <w:rFonts w:ascii="Verdana" w:hAnsi="Verdana"/>
          <w:w w:val="90"/>
          <w:sz w:val="20"/>
          <w:szCs w:val="20"/>
        </w:rPr>
        <w:br/>
        <w:t>go innym elementem zamontowanym w podłożu (np. prętem stalowym, rurką)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:rsidR="00CF41B6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każdy przypadek odstąpienia od stabilizacji, należy uzasadnić.</w:t>
      </w:r>
    </w:p>
    <w:p w:rsidR="00700309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 w:rsidR="003F689C" w:rsidRPr="00D872C2">
        <w:rPr>
          <w:rFonts w:ascii="Verdana" w:hAnsi="Verdana"/>
        </w:rPr>
        <w:t xml:space="preserve">Opracowany projekt z przebiegiem geodezyjnych granic prawnych pasa drogowego wraz ze stabilizacją znakami PD, przedstawiony na kopii mapy zasadniczej w skali </w:t>
      </w:r>
      <w:r w:rsidR="00EA29AE">
        <w:rPr>
          <w:rFonts w:ascii="Verdana" w:hAnsi="Verdana"/>
        </w:rPr>
        <w:t>zapewniającej czytelność</w:t>
      </w:r>
      <w:r w:rsidR="003F689C" w:rsidRPr="00D872C2">
        <w:rPr>
          <w:rFonts w:ascii="Verdana" w:hAnsi="Verdana"/>
        </w:rPr>
        <w:t xml:space="preserve"> w wersji książkowej o formacie A-3 wraz punktami granicznymi z nadaną numeracją i z nadanymi numerami znaków stabilizacji PD należy przedstawić Zamawiającemu do akceptacji. </w:t>
      </w:r>
    </w:p>
    <w:p w:rsidR="003F689C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="007809B2">
        <w:rPr>
          <w:rFonts w:ascii="Verdana" w:hAnsi="Verdana"/>
        </w:rPr>
        <w:t>Wykonawca załączy certyfikat producenta potwierdzający jakość wykonania znaku do dokumentów odbiorowych.</w:t>
      </w:r>
      <w:r w:rsidR="007809B2" w:rsidRPr="00D872C2" w:rsidDel="007809B2">
        <w:rPr>
          <w:rFonts w:ascii="Verdana" w:hAnsi="Verdana"/>
        </w:rPr>
        <w:t xml:space="preserve"> </w:t>
      </w:r>
    </w:p>
    <w:p w:rsidR="007809B2" w:rsidRPr="00D872C2" w:rsidRDefault="007809B2" w:rsidP="00D872C2">
      <w:pPr>
        <w:rPr>
          <w:rFonts w:ascii="Verdana" w:hAnsi="Verdana"/>
        </w:rPr>
      </w:pPr>
    </w:p>
    <w:p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 zaakceptowaniu projektu ze strony Zamawiającego mapę należy sporządzić zgodnie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 z obowiązującymi przepisami prawa. Mapę z naniesionymi wynikami stabilizacji, legendą oraz spisem treści należy przekazać Zamawiającemu w wersji papierowej w 2 egz. 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i w wersji elektronicznej w 2 egz. na płycie CD (plik </w:t>
      </w:r>
      <w:proofErr w:type="spellStart"/>
      <w:r w:rsidRPr="00D872C2">
        <w:rPr>
          <w:rFonts w:ascii="Verdana" w:hAnsi="Verdana"/>
        </w:rPr>
        <w:t>shp</w:t>
      </w:r>
      <w:proofErr w:type="spellEnd"/>
      <w:r w:rsidR="007809B2">
        <w:rPr>
          <w:rFonts w:ascii="Verdana" w:hAnsi="Verdana"/>
        </w:rPr>
        <w:t>, pdf</w:t>
      </w:r>
      <w:r w:rsidR="00DD366B">
        <w:rPr>
          <w:rFonts w:ascii="Verdana" w:hAnsi="Verdana"/>
        </w:rPr>
        <w:t xml:space="preserve">, </w:t>
      </w:r>
      <w:proofErr w:type="spellStart"/>
      <w:r w:rsidR="00DD366B">
        <w:rPr>
          <w:rFonts w:ascii="Verdana" w:hAnsi="Verdana"/>
        </w:rPr>
        <w:t>dxf</w:t>
      </w:r>
      <w:proofErr w:type="spellEnd"/>
      <w:r w:rsidR="00F857AC" w:rsidRPr="00F857AC">
        <w:rPr>
          <w:rFonts w:ascii="Verdana" w:hAnsi="Verdana"/>
        </w:rPr>
        <w:t xml:space="preserve"> </w:t>
      </w:r>
      <w:r w:rsidR="00F857AC">
        <w:rPr>
          <w:rFonts w:ascii="Verdana" w:hAnsi="Verdana"/>
        </w:rPr>
        <w:t>oraz obowiązującym standardzie</w:t>
      </w:r>
      <w:r w:rsidR="000F00A0">
        <w:rPr>
          <w:rFonts w:ascii="Verdana" w:hAnsi="Verdana"/>
        </w:rPr>
        <w:t xml:space="preserve"> w</w:t>
      </w:r>
      <w:r w:rsidR="00F857AC">
        <w:rPr>
          <w:rFonts w:ascii="Verdana" w:hAnsi="Verdana"/>
        </w:rPr>
        <w:t xml:space="preserve">ymiany </w:t>
      </w:r>
      <w:r w:rsidR="000F00A0">
        <w:rPr>
          <w:rFonts w:ascii="Verdana" w:hAnsi="Verdana"/>
        </w:rPr>
        <w:t>d</w:t>
      </w:r>
      <w:r w:rsidR="00F857AC">
        <w:rPr>
          <w:rFonts w:ascii="Verdana" w:hAnsi="Verdana"/>
        </w:rPr>
        <w:t xml:space="preserve">anych </w:t>
      </w:r>
      <w:r w:rsidR="000F00A0">
        <w:rPr>
          <w:rFonts w:ascii="Verdana" w:hAnsi="Verdana"/>
        </w:rPr>
        <w:t>e</w:t>
      </w:r>
      <w:r w:rsidR="00F857AC">
        <w:rPr>
          <w:rFonts w:ascii="Verdana" w:hAnsi="Verdana"/>
        </w:rPr>
        <w:t>widencyjnych</w:t>
      </w:r>
      <w:r w:rsidRPr="00D872C2">
        <w:rPr>
          <w:rFonts w:ascii="Verdana" w:hAnsi="Verdana"/>
        </w:rPr>
        <w:t>).</w:t>
      </w:r>
    </w:p>
    <w:p w:rsidR="003F689C" w:rsidRPr="00D872C2" w:rsidRDefault="003F689C" w:rsidP="00D872C2">
      <w:pPr>
        <w:rPr>
          <w:rFonts w:ascii="Verdana" w:hAnsi="Verdana"/>
        </w:rPr>
      </w:pPr>
    </w:p>
    <w:p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Mapa z przebiegiem geodezyjnych granic prawnych pasa drogowego wraz ze stabilizacją znakami PD powinna zawierać: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nazwę województwa, gminy, obrębu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wyraźne oznaczenie pasa drogowego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kilometraż początkowy i końcowy opracowywanego odcinka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szkic lokalizacji (spis treści arkuszy)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punkty graniczne wraz z numeracją i rodzajem stabilizacji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oznaczenie świadków punktów granicznych  wraz z ich numeracją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od krawędzi jezdni do punktu granicznego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czołowe pomiędzy słupkami PD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opis skrzyżowań i rzek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szczegóły sytuacyjne służące do identyfikacji położenia punktów granicznych </w:t>
      </w:r>
      <w:r w:rsidRPr="00D872C2">
        <w:rPr>
          <w:rFonts w:ascii="Verdana" w:hAnsi="Verdana"/>
        </w:rPr>
        <w:br/>
        <w:t>w terenie w zasięgu po 10 m od granic pasa drogowego: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krawędzie jezdni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</w:t>
      </w:r>
      <w:r w:rsidR="00275804">
        <w:rPr>
          <w:rFonts w:ascii="Verdana" w:hAnsi="Verdana"/>
        </w:rPr>
        <w:t>ś</w:t>
      </w:r>
      <w:r w:rsidRPr="00D872C2">
        <w:rPr>
          <w:rFonts w:ascii="Verdana" w:hAnsi="Verdana"/>
        </w:rPr>
        <w:t xml:space="preserve"> drogi w przypadku niesymetrycznego przebiegu krawędzi jezdni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słupki hektometrowe z opisem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przepusty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początek i koniec mostu, wiaduktu (punkty skrajne)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ogrodzenia trwałe i chodniki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świadki punktów referencyjnych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pojedyncze drzewa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kontury leśne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słupy energetyczne lub telefoniczne z kierunkami linii znajdujące się w odległości </w:t>
      </w:r>
      <w:r w:rsidRPr="00D872C2">
        <w:rPr>
          <w:rFonts w:ascii="Verdana" w:hAnsi="Verdana"/>
        </w:rPr>
        <w:br/>
        <w:t>do 10 m od granicy pasa</w:t>
      </w:r>
      <w:r w:rsidR="00275804">
        <w:rPr>
          <w:rFonts w:ascii="Verdana" w:hAnsi="Verdana"/>
        </w:rPr>
        <w:t>,</w:t>
      </w:r>
    </w:p>
    <w:p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 i przyległych oraz kierunki ich granic</w:t>
      </w:r>
      <w:r w:rsidR="00275804">
        <w:rPr>
          <w:rFonts w:ascii="Verdana" w:hAnsi="Verdana"/>
        </w:rPr>
        <w:t>.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użytki działek znajdujących się w pasie drogowym oraz użytki działek przyległych </w:t>
      </w:r>
      <w:r w:rsidRPr="00D872C2">
        <w:rPr>
          <w:rFonts w:ascii="Verdana" w:hAnsi="Verdana"/>
        </w:rPr>
        <w:br/>
        <w:t>do pasa drogowego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czytelną legendę</w:t>
      </w:r>
      <w:r w:rsidR="00275804">
        <w:rPr>
          <w:rFonts w:ascii="Verdana" w:hAnsi="Verdana"/>
        </w:rPr>
        <w:t>.</w:t>
      </w:r>
    </w:p>
    <w:p w:rsidR="003F689C" w:rsidRPr="00D872C2" w:rsidRDefault="003F689C" w:rsidP="00D872C2">
      <w:pPr>
        <w:rPr>
          <w:rFonts w:ascii="Verdana" w:hAnsi="Verdana"/>
        </w:rPr>
      </w:pPr>
    </w:p>
    <w:p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Podczas prac Wykonawca ma zachować w stanie nienaruszonym wszystkie punkty pomiarowe.</w:t>
      </w:r>
    </w:p>
    <w:p w:rsidR="003F689C" w:rsidRPr="00D872C2" w:rsidRDefault="003F689C" w:rsidP="00D872C2">
      <w:pPr>
        <w:rPr>
          <w:rFonts w:ascii="Verdana" w:hAnsi="Verdana"/>
          <w:sz w:val="10"/>
          <w:szCs w:val="10"/>
        </w:rPr>
      </w:pPr>
    </w:p>
    <w:p w:rsidR="00EE6E12" w:rsidRPr="00700309" w:rsidRDefault="003F689C" w:rsidP="00700309">
      <w:pPr>
        <w:rPr>
          <w:rFonts w:ascii="Verdana" w:hAnsi="Verdana"/>
          <w:b/>
        </w:rPr>
      </w:pPr>
      <w:r w:rsidRPr="00D872C2">
        <w:rPr>
          <w:rFonts w:ascii="Verdana" w:hAnsi="Verdana"/>
          <w:b/>
        </w:rPr>
        <w:t>Do mapy należy dołączyć:</w:t>
      </w:r>
    </w:p>
    <w:p w:rsidR="001C04CF" w:rsidRPr="005D33BA" w:rsidRDefault="001C04CF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>wykazy synchronizacyjne</w:t>
      </w:r>
      <w:r w:rsidR="003F689C">
        <w:rPr>
          <w:rFonts w:ascii="Verdana" w:hAnsi="Verdana"/>
          <w:w w:val="90"/>
        </w:rPr>
        <w:t xml:space="preserve"> </w:t>
      </w:r>
      <w:r w:rsidR="00716C31">
        <w:rPr>
          <w:rFonts w:ascii="Verdana" w:hAnsi="Verdana"/>
          <w:w w:val="90"/>
        </w:rPr>
        <w:t xml:space="preserve">i wykazy </w:t>
      </w:r>
      <w:r w:rsidR="003F689C">
        <w:rPr>
          <w:rFonts w:ascii="Verdana" w:hAnsi="Verdana"/>
          <w:w w:val="90"/>
        </w:rPr>
        <w:t>zmian danych ewidencyjnych</w:t>
      </w:r>
      <w:r w:rsidRPr="005D33BA">
        <w:rPr>
          <w:rFonts w:ascii="Verdana" w:hAnsi="Verdana"/>
          <w:w w:val="90"/>
        </w:rPr>
        <w:t>,</w:t>
      </w:r>
    </w:p>
    <w:p w:rsidR="00907AE8" w:rsidRPr="001C778C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plik w </w:t>
      </w:r>
      <w:r w:rsidRPr="00856C63">
        <w:rPr>
          <w:rFonts w:ascii="Verdana" w:hAnsi="Verdana"/>
          <w:w w:val="90"/>
        </w:rPr>
        <w:t xml:space="preserve">formacie </w:t>
      </w:r>
      <w:r w:rsidR="001915FD">
        <w:rPr>
          <w:rFonts w:ascii="Verdana" w:hAnsi="Verdana"/>
          <w:w w:val="90"/>
        </w:rPr>
        <w:t xml:space="preserve">txt, </w:t>
      </w:r>
      <w:proofErr w:type="spellStart"/>
      <w:r w:rsidR="001915FD" w:rsidRPr="001915FD">
        <w:rPr>
          <w:rFonts w:ascii="Verdana" w:hAnsi="Verdana"/>
          <w:w w:val="90"/>
        </w:rPr>
        <w:t>shp</w:t>
      </w:r>
      <w:proofErr w:type="spellEnd"/>
      <w:r w:rsidR="001915FD" w:rsidRPr="001915FD">
        <w:rPr>
          <w:rFonts w:ascii="Verdana" w:hAnsi="Verdana"/>
          <w:w w:val="90"/>
        </w:rPr>
        <w:t xml:space="preserve">, pdf, </w:t>
      </w:r>
      <w:proofErr w:type="spellStart"/>
      <w:r w:rsidR="001915FD" w:rsidRPr="001915FD">
        <w:rPr>
          <w:rFonts w:ascii="Verdana" w:hAnsi="Verdana"/>
          <w:w w:val="90"/>
        </w:rPr>
        <w:t>dxf</w:t>
      </w:r>
      <w:proofErr w:type="spellEnd"/>
      <w:r w:rsidR="001915FD" w:rsidRPr="001915FD">
        <w:rPr>
          <w:rFonts w:ascii="Verdana" w:hAnsi="Verdana"/>
          <w:w w:val="90"/>
        </w:rPr>
        <w:t xml:space="preserve"> oraz obowiązującym standardzie wymiany danych ewidencyjnych</w:t>
      </w:r>
      <w:r w:rsidR="001915FD" w:rsidRPr="001915FD">
        <w:rPr>
          <w:rFonts w:ascii="Verdana" w:hAnsi="Verdana"/>
          <w:b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umożliwiający import danych (współrzędne punktów granicznych i połączenia) </w:t>
      </w:r>
      <w:r w:rsidRPr="001915FD">
        <w:rPr>
          <w:rFonts w:ascii="Verdana" w:hAnsi="Verdana"/>
          <w:w w:val="90"/>
        </w:rPr>
        <w:t>dla działek wchodzących w skład pasa drogowego oraz sąsiednich będących przedmiotem opracowania</w:t>
      </w:r>
      <w:r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b/>
          <w:w w:val="90"/>
        </w:rPr>
        <w:t>- 1 egz</w:t>
      </w:r>
      <w:r w:rsidRPr="001C778C">
        <w:rPr>
          <w:rFonts w:ascii="Verdana" w:hAnsi="Verdana"/>
          <w:w w:val="90"/>
        </w:rPr>
        <w:t>.</w:t>
      </w:r>
    </w:p>
    <w:p w:rsidR="00907AE8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 xml:space="preserve">kopie </w:t>
      </w:r>
      <w:r w:rsidR="00A939BB" w:rsidRPr="001C778C">
        <w:rPr>
          <w:rFonts w:ascii="Verdana" w:hAnsi="Verdana"/>
          <w:w w:val="90"/>
        </w:rPr>
        <w:t>przyjęt</w:t>
      </w:r>
      <w:r w:rsidR="00A939BB">
        <w:rPr>
          <w:rFonts w:ascii="Verdana" w:hAnsi="Verdana"/>
          <w:w w:val="90"/>
        </w:rPr>
        <w:t>ych</w:t>
      </w:r>
      <w:r w:rsidR="00A939BB" w:rsidRPr="001C778C">
        <w:rPr>
          <w:rFonts w:ascii="Verdana" w:hAnsi="Verdana"/>
          <w:w w:val="90"/>
        </w:rPr>
        <w:t xml:space="preserve"> do państwowego zasobu geodezyjnego </w:t>
      </w:r>
      <w:r w:rsidR="00A939BB">
        <w:rPr>
          <w:rFonts w:ascii="Verdana" w:hAnsi="Verdana"/>
          <w:w w:val="90"/>
        </w:rPr>
        <w:t>i kartograficznego</w:t>
      </w:r>
      <w:r w:rsidR="00A939BB"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protokołów z czynności </w:t>
      </w:r>
      <w:r w:rsidR="00EE6E12">
        <w:rPr>
          <w:rFonts w:ascii="Verdana" w:hAnsi="Verdana"/>
          <w:w w:val="90"/>
        </w:rPr>
        <w:t xml:space="preserve">wznowienia, wyznaczenia lub ustalenia granic </w:t>
      </w:r>
      <w:r w:rsidRPr="001C778C">
        <w:rPr>
          <w:rFonts w:ascii="Verdana" w:hAnsi="Verdana"/>
          <w:w w:val="90"/>
        </w:rPr>
        <w:t>wraz ze szkic</w:t>
      </w:r>
      <w:r w:rsidR="00A939BB">
        <w:rPr>
          <w:rFonts w:ascii="Verdana" w:hAnsi="Verdana"/>
          <w:w w:val="90"/>
        </w:rPr>
        <w:t>ami</w:t>
      </w:r>
      <w:r w:rsidRPr="001C778C">
        <w:rPr>
          <w:rFonts w:ascii="Verdana" w:hAnsi="Verdana"/>
          <w:w w:val="90"/>
        </w:rPr>
        <w:t xml:space="preserve"> </w:t>
      </w:r>
      <w:r w:rsidR="00800707">
        <w:rPr>
          <w:rFonts w:ascii="Verdana" w:hAnsi="Verdana"/>
          <w:w w:val="90"/>
        </w:rPr>
        <w:t>granicznym</w:t>
      </w:r>
      <w:r w:rsidR="00A939BB">
        <w:rPr>
          <w:rFonts w:ascii="Verdana" w:hAnsi="Verdana"/>
          <w:w w:val="90"/>
        </w:rPr>
        <w:t>i</w:t>
      </w:r>
      <w:r w:rsidR="008F0D4C">
        <w:rPr>
          <w:rFonts w:ascii="Verdana" w:hAnsi="Verdana"/>
          <w:w w:val="90"/>
        </w:rPr>
        <w:t>.</w:t>
      </w:r>
    </w:p>
    <w:p w:rsidR="006E179A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Protokoły i kopie dokumentów o których mowa w pkt 4.5.2.3</w:t>
      </w:r>
      <w:r>
        <w:rPr>
          <w:rFonts w:ascii="Verdana" w:hAnsi="Verdana"/>
          <w:w w:val="90"/>
        </w:rPr>
        <w:t>.</w:t>
      </w:r>
    </w:p>
    <w:p w:rsidR="006E179A" w:rsidRPr="00E33FB2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Dodatkowo Wykonawca sporządzi w dwóch egzemplarzach zestawienia tabelaryczne w formacie </w:t>
      </w:r>
      <w:proofErr w:type="spellStart"/>
      <w:r w:rsidRPr="00E33FB2">
        <w:rPr>
          <w:rFonts w:ascii="Verdana" w:hAnsi="Verdana"/>
          <w:w w:val="90"/>
        </w:rPr>
        <w:t>xlsx</w:t>
      </w:r>
      <w:proofErr w:type="spellEnd"/>
      <w:r w:rsidRPr="00E33FB2">
        <w:rPr>
          <w:rFonts w:ascii="Verdana" w:hAnsi="Verdana"/>
          <w:w w:val="90"/>
        </w:rPr>
        <w:t xml:space="preserve"> i pdf, w których zawarta zostanie informacja o granicach spornych, zajęciach pasa drogowego, zajęciach nieruchomości sąsiednich pod pas drogowy i infrastrukturę drogową.</w:t>
      </w:r>
    </w:p>
    <w:p w:rsidR="00286B1A" w:rsidRDefault="00286B1A" w:rsidP="006E179A">
      <w:pPr>
        <w:rPr>
          <w:rFonts w:ascii="Verdana" w:hAnsi="Verdana"/>
          <w:w w:val="90"/>
        </w:rPr>
      </w:pPr>
    </w:p>
    <w:p w:rsidR="005166F5" w:rsidRPr="00E33FB2" w:rsidRDefault="005166F5" w:rsidP="00700309">
      <w:p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>Zestawienie zajęć nieruchomości sąsiedniej przez pas drogowy winno obejmować co najmniej: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nr działki ewidencyjnej,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działki ewidencyjnej,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której nieruchomość została zajęta pod pas drogowy</w:t>
      </w:r>
      <w:r w:rsidR="000639EF">
        <w:rPr>
          <w:rFonts w:ascii="Verdana" w:hAnsi="Verdana"/>
          <w:w w:val="90"/>
        </w:rPr>
        <w:t>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nieruchomości sąsiedniej przez infrastrukturę drogową, wskazując docelową granicę pasa drogowego zgodnie z art. 34 ustawy o drogach publicznych (Odległość granicy pasa drogowego od zewnętrznej krawędzi wykopu, nasypu, rowu lub od innych urządzeń wymienionych w art. 4 pkt 1 i 2 powinna wynosić co najmniej 0,75 m, a dla autostrad i dróg ekspresowych - co najmniej 2 m) oraz rodzaj infrastruktury drogowej zajmującej tą powierzchnię,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powierzchnię zajęcia nieruchomości przez elementy  obiektów mostowych i umocnień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="000639EF">
        <w:rPr>
          <w:rFonts w:ascii="Verdana" w:hAnsi="Verdana"/>
          <w:w w:val="90"/>
        </w:rPr>
        <w:t>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dla obiektów mostowych należy wykonać pomiar powierzchni zajętości wynikający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z lokalizacji podpór, stożków na terenach nieruchomości na której zlokalizowana jest przeszkoda oraz umocnień 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Pr="00E33FB2">
        <w:rPr>
          <w:rFonts w:ascii="Verdana" w:hAnsi="Verdana"/>
          <w:w w:val="90"/>
        </w:rPr>
        <w:t xml:space="preserve"> związanych z funkcjonowaniem obiektu.</w:t>
      </w:r>
    </w:p>
    <w:p w:rsidR="00286B1A" w:rsidRDefault="00286B1A" w:rsidP="005166F5">
      <w:pPr>
        <w:ind w:firstLine="709"/>
        <w:rPr>
          <w:rFonts w:ascii="Verdana" w:hAnsi="Verdana"/>
          <w:w w:val="90"/>
        </w:rPr>
      </w:pPr>
    </w:p>
    <w:p w:rsidR="005166F5" w:rsidRPr="00E33FB2" w:rsidRDefault="00286B1A" w:rsidP="00700309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5166F5" w:rsidRPr="00E33FB2">
        <w:rPr>
          <w:rFonts w:ascii="Verdana" w:hAnsi="Verdana"/>
          <w:w w:val="90"/>
        </w:rPr>
        <w:t>estawienie zajęć pasa drogowego winno obejmować co najmniej: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nr </w:t>
      </w:r>
      <w:r w:rsidR="00286B1A">
        <w:rPr>
          <w:rFonts w:ascii="Verdana" w:hAnsi="Verdana"/>
          <w:w w:val="90"/>
        </w:rPr>
        <w:t xml:space="preserve">i powierzchnię </w:t>
      </w:r>
      <w:r w:rsidRPr="00E33FB2">
        <w:rPr>
          <w:rFonts w:ascii="Verdana" w:hAnsi="Verdana"/>
          <w:w w:val="90"/>
        </w:rPr>
        <w:t>działki ewidencyjnej</w:t>
      </w:r>
      <w:r w:rsidR="00286B1A">
        <w:rPr>
          <w:rFonts w:ascii="Verdana" w:hAnsi="Verdana"/>
          <w:w w:val="90"/>
        </w:rPr>
        <w:t>, której zagospodarowanie powoduje zajęcie pasa drogowego</w:t>
      </w:r>
      <w:r w:rsidRPr="00E33FB2">
        <w:rPr>
          <w:rFonts w:ascii="Verdana" w:hAnsi="Verdana"/>
          <w:w w:val="90"/>
        </w:rPr>
        <w:t>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uszczegółowione informacje o sposobie naruszenia pasa drogowego, 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pasa drogowego z dokładnością wynikającą ze stanu faktycznego,</w:t>
      </w:r>
    </w:p>
    <w:p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która dokonała zajęcia pasa drogowego.</w:t>
      </w:r>
    </w:p>
    <w:p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19" w:name="_Toc410839334"/>
      <w:r w:rsidRPr="001C778C">
        <w:rPr>
          <w:rFonts w:ascii="Verdana" w:hAnsi="Verdana"/>
          <w:w w:val="90"/>
        </w:rPr>
        <w:t xml:space="preserve">kontrola jakości </w:t>
      </w:r>
      <w:bookmarkEnd w:id="16"/>
      <w:bookmarkEnd w:id="17"/>
      <w:r w:rsidRPr="001C778C">
        <w:rPr>
          <w:rFonts w:ascii="Verdana" w:hAnsi="Verdana"/>
          <w:w w:val="90"/>
        </w:rPr>
        <w:t>OPRACOWAŃ PROJEKTOWYCH</w:t>
      </w:r>
      <w:bookmarkEnd w:id="19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20" w:name="_Toc416830704"/>
      <w:bookmarkStart w:id="21" w:name="_Toc6881285"/>
      <w:r w:rsidRPr="001C778C">
        <w:rPr>
          <w:rFonts w:ascii="Verdana" w:hAnsi="Verdana"/>
          <w:w w:val="90"/>
        </w:rPr>
        <w:t>Podstawowe zasady kontroli jakości opracowań projektowych</w:t>
      </w:r>
    </w:p>
    <w:p w:rsidR="000A7506" w:rsidRPr="001C778C" w:rsidRDefault="000A7506" w:rsidP="005C394D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Podstawowe zasady kontroli jakości wykonywania opracowań projektowych przedstawiono </w:t>
      </w:r>
      <w:r w:rsidR="00EA388A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EA388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5.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</w:t>
      </w:r>
    </w:p>
    <w:p w:rsidR="000A7506" w:rsidRPr="001C778C" w:rsidRDefault="000A7506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dla opracowania projektowego odbywać się będą z częstotliwością co 1 miesiąc, w okresie przewidzianym na ich wykonanie w </w:t>
      </w:r>
      <w:r w:rsidR="00705C54">
        <w:rPr>
          <w:rFonts w:ascii="Verdana" w:hAnsi="Verdana"/>
          <w:w w:val="90"/>
        </w:rPr>
        <w:t>h</w:t>
      </w:r>
      <w:r w:rsidRPr="001C778C">
        <w:rPr>
          <w:rFonts w:ascii="Verdana" w:hAnsi="Verdana"/>
          <w:w w:val="90"/>
        </w:rPr>
        <w:t>armonogramie p</w:t>
      </w:r>
      <w:r w:rsidR="008F0D4C">
        <w:rPr>
          <w:rFonts w:ascii="Verdana" w:hAnsi="Verdana"/>
          <w:w w:val="90"/>
        </w:rPr>
        <w:t>rac</w:t>
      </w:r>
      <w:r w:rsidRPr="001C778C">
        <w:rPr>
          <w:rFonts w:ascii="Verdana" w:hAnsi="Verdana"/>
          <w:w w:val="90"/>
        </w:rPr>
        <w:t>.</w:t>
      </w:r>
    </w:p>
    <w:p w:rsidR="00830A91" w:rsidRPr="001C778C" w:rsidRDefault="00830A91" w:rsidP="00830A91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 Wizyty robocze</w:t>
      </w:r>
    </w:p>
    <w:p w:rsidR="00830A91" w:rsidRPr="001C778C" w:rsidRDefault="00590121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Zamawiający</w:t>
      </w:r>
      <w:r w:rsidR="00830A91" w:rsidRPr="001C778C">
        <w:rPr>
          <w:rFonts w:ascii="Verdana" w:hAnsi="Verdana"/>
          <w:w w:val="90"/>
        </w:rPr>
        <w:t xml:space="preserve"> może wziąć udział w  wybranych pomiarach  i czynnościach terenowych: </w:t>
      </w:r>
    </w:p>
    <w:p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zakładanie osnowy pomiarowej, </w:t>
      </w:r>
    </w:p>
    <w:p w:rsidR="00BC289B" w:rsidRPr="001C778C" w:rsidRDefault="00BC289B" w:rsidP="00830A91">
      <w:pPr>
        <w:rPr>
          <w:rFonts w:ascii="Verdana" w:hAnsi="Verdana"/>
          <w:w w:val="90"/>
        </w:rPr>
      </w:pPr>
      <w:r w:rsidRPr="006B2128">
        <w:rPr>
          <w:rFonts w:ascii="Verdana" w:hAnsi="Verdana"/>
          <w:w w:val="90"/>
        </w:rPr>
        <w:t>-</w:t>
      </w:r>
      <w:r w:rsidR="008F0D4C">
        <w:rPr>
          <w:rFonts w:ascii="Verdana" w:hAnsi="Verdana"/>
          <w:w w:val="90"/>
        </w:rPr>
        <w:t xml:space="preserve">  wznowienie, </w:t>
      </w:r>
      <w:r w:rsidRPr="006B2128">
        <w:rPr>
          <w:rFonts w:ascii="Verdana" w:hAnsi="Verdana"/>
          <w:w w:val="90"/>
        </w:rPr>
        <w:t>wyznaczenie</w:t>
      </w:r>
      <w:r w:rsidR="008F0D4C">
        <w:rPr>
          <w:rFonts w:ascii="Verdana" w:hAnsi="Verdana"/>
          <w:w w:val="90"/>
        </w:rPr>
        <w:t>, ustalenie granic</w:t>
      </w:r>
      <w:r w:rsidR="00FB1857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2" w:name="_Toc410839335"/>
      <w:r w:rsidRPr="001C778C">
        <w:rPr>
          <w:rFonts w:ascii="Verdana" w:hAnsi="Verdana"/>
          <w:w w:val="90"/>
        </w:rPr>
        <w:lastRenderedPageBreak/>
        <w:t xml:space="preserve">obmiar </w:t>
      </w:r>
      <w:bookmarkEnd w:id="20"/>
      <w:bookmarkEnd w:id="21"/>
      <w:r w:rsidRPr="001C778C">
        <w:rPr>
          <w:rFonts w:ascii="Verdana" w:hAnsi="Verdana"/>
          <w:w w:val="90"/>
        </w:rPr>
        <w:t>OPRACOWAŃ PROJEKTOWYCH</w:t>
      </w:r>
      <w:bookmarkEnd w:id="22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23" w:name="_Toc416830706"/>
      <w:bookmarkStart w:id="24" w:name="_Toc6881287"/>
      <w:r w:rsidRPr="001C778C">
        <w:rPr>
          <w:rFonts w:ascii="Verdana" w:hAnsi="Verdana"/>
          <w:w w:val="90"/>
        </w:rPr>
        <w:t>Jednostka obmiarowa</w:t>
      </w:r>
    </w:p>
    <w:p w:rsidR="000A7506" w:rsidRPr="001C778C" w:rsidRDefault="008F0D4C" w:rsidP="005C394D">
      <w:pPr>
        <w:pStyle w:val="tekstost"/>
        <w:rPr>
          <w:rFonts w:ascii="Verdana" w:hAnsi="Verdana"/>
          <w:w w:val="90"/>
        </w:rPr>
      </w:pPr>
      <w:r w:rsidRPr="006E179A">
        <w:rPr>
          <w:rFonts w:ascii="Verdana" w:hAnsi="Verdana"/>
          <w:w w:val="90"/>
        </w:rPr>
        <w:t>J</w:t>
      </w:r>
      <w:r w:rsidR="007E3C9B" w:rsidRPr="006E179A">
        <w:rPr>
          <w:rFonts w:ascii="Verdana" w:hAnsi="Verdana"/>
          <w:w w:val="90"/>
        </w:rPr>
        <w:t xml:space="preserve">ednostką obmiarową jest </w:t>
      </w:r>
      <w:r w:rsidRPr="006E179A">
        <w:rPr>
          <w:rFonts w:ascii="Verdana" w:hAnsi="Verdana"/>
          <w:w w:val="90"/>
        </w:rPr>
        <w:t>punkt graniczny</w:t>
      </w:r>
      <w:r w:rsidR="00F94E9D" w:rsidRPr="006E179A">
        <w:rPr>
          <w:rFonts w:ascii="Verdana" w:hAnsi="Verdana"/>
          <w:w w:val="90"/>
        </w:rPr>
        <w:t xml:space="preserve">. </w:t>
      </w:r>
      <w:r w:rsidR="007E3C9B" w:rsidRPr="006E179A">
        <w:rPr>
          <w:rFonts w:ascii="Verdana" w:hAnsi="Verdana"/>
          <w:w w:val="90"/>
        </w:rPr>
        <w:t xml:space="preserve">Rozliczenie również nastąpi na podstawie </w:t>
      </w:r>
      <w:r w:rsidRPr="006E179A">
        <w:rPr>
          <w:rFonts w:ascii="Verdana" w:hAnsi="Verdana"/>
          <w:w w:val="90"/>
        </w:rPr>
        <w:t>f</w:t>
      </w:r>
      <w:r w:rsidR="006E2CA9" w:rsidRPr="006E179A">
        <w:rPr>
          <w:rFonts w:ascii="Verdana" w:hAnsi="Verdana"/>
          <w:w w:val="90"/>
        </w:rPr>
        <w:t>aktyczn</w:t>
      </w:r>
      <w:r w:rsidR="00B90BE0" w:rsidRPr="006E179A">
        <w:rPr>
          <w:rFonts w:ascii="Verdana" w:hAnsi="Verdana"/>
          <w:w w:val="90"/>
        </w:rPr>
        <w:t>e</w:t>
      </w:r>
      <w:r w:rsidRPr="006E179A">
        <w:rPr>
          <w:rFonts w:ascii="Verdana" w:hAnsi="Verdana"/>
          <w:w w:val="90"/>
        </w:rPr>
        <w:t>j</w:t>
      </w:r>
      <w:r w:rsidR="00B90BE0" w:rsidRPr="006E179A">
        <w:rPr>
          <w:rFonts w:ascii="Verdana" w:hAnsi="Verdana"/>
          <w:w w:val="90"/>
        </w:rPr>
        <w:t xml:space="preserve"> </w:t>
      </w:r>
      <w:r w:rsidRPr="006E179A">
        <w:rPr>
          <w:rFonts w:ascii="Verdana" w:hAnsi="Verdana"/>
          <w:w w:val="90"/>
        </w:rPr>
        <w:t>ilości punktów granicznych w opracowaniu</w:t>
      </w:r>
      <w:r w:rsidR="00B90BE0" w:rsidRPr="006E179A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5" w:name="_Toc416830705"/>
      <w:bookmarkStart w:id="26" w:name="_Toc6881286"/>
      <w:bookmarkStart w:id="27" w:name="_Toc410839336"/>
      <w:r w:rsidRPr="001C778C">
        <w:rPr>
          <w:rFonts w:ascii="Verdana" w:hAnsi="Verdana"/>
          <w:w w:val="90"/>
        </w:rPr>
        <w:t xml:space="preserve">odbiór </w:t>
      </w:r>
      <w:bookmarkEnd w:id="25"/>
      <w:bookmarkEnd w:id="26"/>
      <w:r w:rsidR="00085E20" w:rsidRPr="001C778C">
        <w:rPr>
          <w:rFonts w:ascii="Verdana" w:hAnsi="Verdana"/>
          <w:w w:val="90"/>
        </w:rPr>
        <w:t xml:space="preserve">OPRACOWAŃ </w:t>
      </w:r>
      <w:r w:rsidRPr="001C778C">
        <w:rPr>
          <w:rFonts w:ascii="Verdana" w:hAnsi="Verdana"/>
          <w:w w:val="90"/>
        </w:rPr>
        <w:t>PROJEKTOWYCH</w:t>
      </w:r>
      <w:bookmarkEnd w:id="27"/>
    </w:p>
    <w:p w:rsidR="00E61A29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zasady odbioru opracowań projektowych przedstawiono 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2C5730">
        <w:rPr>
          <w:rFonts w:ascii="Verdana" w:hAnsi="Verdana"/>
          <w:w w:val="90"/>
        </w:rPr>
        <w:t xml:space="preserve"> </w:t>
      </w:r>
    </w:p>
    <w:p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pkt 6.</w:t>
      </w:r>
    </w:p>
    <w:p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8" w:name="_Toc410839337"/>
      <w:r w:rsidRPr="001C778C">
        <w:rPr>
          <w:rFonts w:ascii="Verdana" w:hAnsi="Verdana"/>
          <w:w w:val="90"/>
        </w:rPr>
        <w:t>płatności</w:t>
      </w:r>
      <w:bookmarkEnd w:id="23"/>
      <w:bookmarkEnd w:id="24"/>
      <w:bookmarkEnd w:id="28"/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</w:t>
      </w:r>
    </w:p>
    <w:p w:rsidR="000A7506" w:rsidRPr="001C778C" w:rsidRDefault="000A7506" w:rsidP="000A7506">
      <w:pPr>
        <w:rPr>
          <w:rFonts w:ascii="Verdana" w:hAnsi="Verdana"/>
          <w:w w:val="90"/>
        </w:rPr>
      </w:pPr>
      <w:r w:rsidRPr="00636AE1">
        <w:rPr>
          <w:rFonts w:ascii="Verdana" w:hAnsi="Verdana"/>
          <w:w w:val="90"/>
        </w:rPr>
        <w:t>Ogólne ustalenia dotyczące podstawy płatności podano w SP</w:t>
      </w:r>
      <w:r w:rsidR="005D70D0">
        <w:rPr>
          <w:rFonts w:ascii="Verdana" w:hAnsi="Verdana"/>
          <w:w w:val="90"/>
        </w:rPr>
        <w:t>.</w:t>
      </w:r>
      <w:r w:rsidRPr="00636AE1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636AE1">
        <w:rPr>
          <w:rFonts w:ascii="Verdana" w:hAnsi="Verdana"/>
          <w:w w:val="90"/>
        </w:rPr>
        <w:t xml:space="preserve"> „Wymagania ogólne” pkt </w:t>
      </w:r>
      <w:r w:rsidR="008D74D6" w:rsidRPr="00636AE1">
        <w:rPr>
          <w:rFonts w:ascii="Verdana" w:hAnsi="Verdana"/>
          <w:w w:val="90"/>
        </w:rPr>
        <w:t>7</w:t>
      </w:r>
      <w:r w:rsidRPr="00636AE1">
        <w:rPr>
          <w:rFonts w:ascii="Verdana" w:hAnsi="Verdana"/>
          <w:w w:val="90"/>
        </w:rPr>
        <w:t>.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Cena jednostki obmiarowej</w:t>
      </w:r>
    </w:p>
    <w:p w:rsidR="000A7506" w:rsidRPr="001C778C" w:rsidRDefault="009E3F44" w:rsidP="009E3F44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Cena obejmuje wykonanie wszystkich niezbędnych materiałów i czynności </w:t>
      </w:r>
      <w:r w:rsidR="00561C23">
        <w:rPr>
          <w:rFonts w:ascii="Verdana" w:hAnsi="Verdana"/>
          <w:w w:val="90"/>
        </w:rPr>
        <w:t xml:space="preserve">wynikających </w:t>
      </w:r>
      <w:r w:rsidR="00167628">
        <w:rPr>
          <w:rFonts w:ascii="Verdana" w:hAnsi="Verdana"/>
          <w:w w:val="90"/>
        </w:rPr>
        <w:br/>
      </w:r>
      <w:r w:rsidR="00561C23">
        <w:rPr>
          <w:rFonts w:ascii="Verdana" w:hAnsi="Verdana"/>
          <w:w w:val="90"/>
        </w:rPr>
        <w:t xml:space="preserve">z przedmiotowej specyfikacji. </w:t>
      </w:r>
    </w:p>
    <w:p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Sposób płatności</w:t>
      </w:r>
    </w:p>
    <w:p w:rsidR="000A7506" w:rsidRPr="00D47B1E" w:rsidRDefault="000A7506" w:rsidP="00D47B1E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 podano w SP</w:t>
      </w:r>
      <w:r w:rsidR="00E23806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7.</w:t>
      </w:r>
    </w:p>
    <w:p w:rsidR="000A7506" w:rsidRPr="00992325" w:rsidRDefault="000A7506" w:rsidP="000A7506">
      <w:pPr>
        <w:pStyle w:val="Nagwek1"/>
        <w:rPr>
          <w:rFonts w:ascii="Verdana" w:hAnsi="Verdana"/>
        </w:rPr>
      </w:pPr>
      <w:bookmarkStart w:id="29" w:name="_Toc416830707"/>
      <w:bookmarkStart w:id="30" w:name="_Toc6881288"/>
      <w:bookmarkStart w:id="31" w:name="_Toc410839338"/>
      <w:r w:rsidRPr="00992325">
        <w:rPr>
          <w:rFonts w:ascii="Verdana" w:hAnsi="Verdana"/>
        </w:rPr>
        <w:t>przepisy związane</w:t>
      </w:r>
      <w:bookmarkEnd w:id="29"/>
      <w:bookmarkEnd w:id="30"/>
      <w:bookmarkEnd w:id="31"/>
    </w:p>
    <w:p w:rsidR="000A7506" w:rsidRPr="00992325" w:rsidRDefault="000A7506" w:rsidP="000A7506">
      <w:pPr>
        <w:pStyle w:val="Nagwek2"/>
        <w:rPr>
          <w:rFonts w:ascii="Verdana" w:hAnsi="Verdana"/>
        </w:rPr>
      </w:pPr>
      <w:bookmarkStart w:id="32" w:name="_Ref468711731"/>
      <w:bookmarkStart w:id="33" w:name="_Ref468711734"/>
      <w:bookmarkStart w:id="34" w:name="_Toc468927885"/>
      <w:bookmarkStart w:id="35" w:name="_Ref388965600"/>
      <w:r w:rsidRPr="00992325">
        <w:rPr>
          <w:rFonts w:ascii="Verdana" w:hAnsi="Verdana"/>
        </w:rPr>
        <w:t>Przepisy prawne</w:t>
      </w:r>
      <w:bookmarkStart w:id="36" w:name="_Hlt452009317"/>
      <w:bookmarkEnd w:id="36"/>
      <w:r w:rsidRPr="00992325">
        <w:rPr>
          <w:rFonts w:ascii="Verdana" w:hAnsi="Verdana"/>
        </w:rPr>
        <w:t xml:space="preserve"> i normy.</w:t>
      </w:r>
      <w:bookmarkEnd w:id="32"/>
      <w:bookmarkEnd w:id="33"/>
      <w:bookmarkEnd w:id="34"/>
    </w:p>
    <w:p w:rsidR="004F5DF2" w:rsidRPr="000D4032" w:rsidRDefault="004F5DF2" w:rsidP="004F5DF2">
      <w:bookmarkStart w:id="37" w:name="_Hlt398042668"/>
      <w:bookmarkStart w:id="38" w:name="_Hlt468964543"/>
      <w:bookmarkStart w:id="39" w:name="_Hlt404606348"/>
      <w:bookmarkStart w:id="40" w:name="_Hlt433766730"/>
      <w:bookmarkStart w:id="41" w:name="_Ref389141101"/>
      <w:bookmarkStart w:id="42" w:name="_Ref433766713"/>
      <w:bookmarkStart w:id="43" w:name="_Ref468964254"/>
      <w:bookmarkStart w:id="44" w:name="_Ref391561734"/>
      <w:bookmarkStart w:id="45" w:name="_Toc404682436"/>
      <w:bookmarkStart w:id="46" w:name="_Ref418655134"/>
      <w:bookmarkEnd w:id="35"/>
      <w:bookmarkEnd w:id="37"/>
      <w:bookmarkEnd w:id="38"/>
      <w:bookmarkEnd w:id="39"/>
      <w:bookmarkEnd w:id="40"/>
    </w:p>
    <w:p w:rsidR="004F5DF2" w:rsidRPr="005A0DFD" w:rsidRDefault="004F5DF2" w:rsidP="00504016">
      <w:pPr>
        <w:pStyle w:val="Listapunktowana"/>
        <w:numPr>
          <w:ilvl w:val="0"/>
          <w:numId w:val="5"/>
        </w:numPr>
        <w:ind w:left="851" w:hanging="851"/>
        <w:rPr>
          <w:rFonts w:ascii="Verdana" w:hAnsi="Verdana"/>
          <w:sz w:val="20"/>
        </w:rPr>
      </w:pPr>
      <w:r w:rsidRPr="005A0DFD">
        <w:rPr>
          <w:rFonts w:ascii="Verdana" w:hAnsi="Verdana"/>
          <w:spacing w:val="0"/>
          <w:sz w:val="20"/>
        </w:rPr>
        <w:t>Ustawa z dnia 7</w:t>
      </w:r>
      <w:r w:rsidR="00ED1ABE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B37517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D47B1E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 xml:space="preserve">rawo budowlane </w:t>
      </w:r>
      <w:r w:rsidR="00D9328D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 xml:space="preserve">Dz.U. z </w:t>
      </w:r>
      <w:r w:rsidR="000C79E3">
        <w:rPr>
          <w:rFonts w:ascii="Verdana" w:hAnsi="Verdana"/>
          <w:sz w:val="20"/>
        </w:rPr>
        <w:t xml:space="preserve">2020 </w:t>
      </w:r>
      <w:r w:rsidR="00AF12AB">
        <w:rPr>
          <w:rFonts w:ascii="Verdana" w:hAnsi="Verdana"/>
          <w:sz w:val="20"/>
        </w:rPr>
        <w:t>r.</w:t>
      </w:r>
      <w:r>
        <w:rPr>
          <w:rFonts w:ascii="Verdana" w:hAnsi="Verdana"/>
          <w:sz w:val="20"/>
        </w:rPr>
        <w:t>, poz. 1</w:t>
      </w:r>
      <w:r w:rsidR="000C79E3">
        <w:rPr>
          <w:rFonts w:ascii="Verdana" w:hAnsi="Verdana"/>
          <w:sz w:val="20"/>
        </w:rPr>
        <w:t>333</w:t>
      </w:r>
      <w:r w:rsidRPr="005A0DFD">
        <w:rPr>
          <w:rFonts w:ascii="Verdana" w:hAnsi="Verdana"/>
          <w:sz w:val="20"/>
        </w:rPr>
        <w:t>)</w:t>
      </w:r>
      <w:r w:rsidR="003D79AC">
        <w:rPr>
          <w:rFonts w:ascii="Verdana" w:hAnsi="Verdana"/>
          <w:sz w:val="20"/>
        </w:rPr>
        <w:t>.</w:t>
      </w:r>
    </w:p>
    <w:p w:rsidR="004F5DF2" w:rsidRPr="005A0DFD" w:rsidRDefault="004F5DF2" w:rsidP="00504016">
      <w:pPr>
        <w:pStyle w:val="Listapunktowana"/>
        <w:numPr>
          <w:ilvl w:val="0"/>
          <w:numId w:val="5"/>
        </w:numPr>
        <w:ind w:left="851" w:hanging="851"/>
        <w:rPr>
          <w:rFonts w:ascii="Verdana" w:hAnsi="Verdana"/>
          <w:sz w:val="20"/>
        </w:rPr>
      </w:pPr>
      <w:bookmarkStart w:id="47" w:name="_Ref468338160"/>
      <w:bookmarkStart w:id="48" w:name="_Ref418662200"/>
      <w:r w:rsidRPr="005A0DFD">
        <w:rPr>
          <w:rFonts w:ascii="Verdana" w:hAnsi="Verdana"/>
          <w:spacing w:val="0"/>
          <w:sz w:val="20"/>
        </w:rPr>
        <w:t>Ustawa z dnia 21</w:t>
      </w:r>
      <w:r w:rsidR="00ED1ABE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B37517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Pr="005A0DFD">
        <w:rPr>
          <w:rFonts w:ascii="Verdana" w:hAnsi="Verdana"/>
          <w:sz w:val="20"/>
        </w:rPr>
        <w:t>Dz.U.</w:t>
      </w:r>
      <w:bookmarkEnd w:id="47"/>
      <w:bookmarkEnd w:id="48"/>
      <w:r w:rsidR="00130AF6">
        <w:rPr>
          <w:rFonts w:ascii="Verdana" w:hAnsi="Verdana"/>
          <w:spacing w:val="0"/>
          <w:sz w:val="20"/>
        </w:rPr>
        <w:t xml:space="preserve"> z 2020 r., poz. 470</w:t>
      </w:r>
      <w:r w:rsidR="003F3412">
        <w:rPr>
          <w:rFonts w:ascii="Verdana" w:hAnsi="Verdana"/>
          <w:spacing w:val="0"/>
          <w:sz w:val="20"/>
        </w:rPr>
        <w:t xml:space="preserve"> z </w:t>
      </w:r>
      <w:proofErr w:type="spellStart"/>
      <w:r w:rsidR="003F3412">
        <w:rPr>
          <w:rFonts w:ascii="Verdana" w:hAnsi="Verdana"/>
          <w:spacing w:val="0"/>
          <w:sz w:val="20"/>
        </w:rPr>
        <w:t>późn</w:t>
      </w:r>
      <w:proofErr w:type="spellEnd"/>
      <w:r w:rsidR="003F3412">
        <w:rPr>
          <w:rFonts w:ascii="Verdana" w:hAnsi="Verdana"/>
          <w:spacing w:val="0"/>
          <w:sz w:val="20"/>
        </w:rPr>
        <w:t>. zm.</w:t>
      </w:r>
      <w:r w:rsidRPr="005A0DFD">
        <w:rPr>
          <w:rFonts w:ascii="Verdana" w:hAnsi="Verdana"/>
          <w:spacing w:val="0"/>
          <w:sz w:val="20"/>
        </w:rPr>
        <w:t xml:space="preserve">). </w:t>
      </w:r>
    </w:p>
    <w:p w:rsidR="004F5DF2" w:rsidRPr="005A0DFD" w:rsidRDefault="004F5DF2" w:rsidP="00504016">
      <w:pPr>
        <w:pStyle w:val="Listapunktowana"/>
        <w:numPr>
          <w:ilvl w:val="0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ED1ABE"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 </w:t>
      </w:r>
      <w:r w:rsidR="00ED1ABE">
        <w:rPr>
          <w:rFonts w:ascii="Verdana" w:hAnsi="Verdana"/>
          <w:sz w:val="20"/>
        </w:rPr>
        <w:br/>
        <w:t xml:space="preserve"> </w:t>
      </w:r>
      <w:r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 U. </w:t>
      </w:r>
      <w:r w:rsidR="00130AF6">
        <w:rPr>
          <w:rFonts w:ascii="Verdana" w:hAnsi="Verdana"/>
          <w:sz w:val="20"/>
        </w:rPr>
        <w:t>z 2020 r., poz. 276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883374">
        <w:rPr>
          <w:rFonts w:ascii="Verdana" w:hAnsi="Verdana"/>
          <w:sz w:val="20"/>
        </w:rPr>
        <w:t xml:space="preserve"> </w:t>
      </w:r>
      <w:proofErr w:type="spellStart"/>
      <w:r w:rsidR="00883374">
        <w:rPr>
          <w:rFonts w:ascii="Verdana" w:hAnsi="Verdana"/>
          <w:sz w:val="20"/>
        </w:rPr>
        <w:t>późn</w:t>
      </w:r>
      <w:proofErr w:type="spellEnd"/>
      <w:r w:rsidR="00883374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>
        <w:rPr>
          <w:rFonts w:ascii="Verdana" w:hAnsi="Verdana"/>
          <w:sz w:val="20"/>
        </w:rPr>
        <w:t>).</w:t>
      </w:r>
    </w:p>
    <w:p w:rsidR="004F5DF2" w:rsidRPr="000E0450" w:rsidRDefault="004F5DF2" w:rsidP="00504016">
      <w:pPr>
        <w:pStyle w:val="Listapunktowana"/>
        <w:numPr>
          <w:ilvl w:val="1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Rozwoju z dnia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 xml:space="preserve">20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 geodezyjnych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</w:t>
      </w:r>
      <w:r w:rsidR="00ED1ABE">
        <w:rPr>
          <w:rFonts w:ascii="Verdana" w:hAnsi="Verdana"/>
          <w:b/>
          <w:snapToGrid w:val="0"/>
          <w:spacing w:val="0"/>
          <w:kern w:val="0"/>
          <w:sz w:val="20"/>
        </w:rPr>
        <w:br/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>i kartograficznego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B81C11">
        <w:rPr>
          <w:rFonts w:ascii="Verdana" w:hAnsi="Verdana"/>
          <w:snapToGrid w:val="0"/>
          <w:spacing w:val="0"/>
          <w:kern w:val="0"/>
          <w:sz w:val="20"/>
        </w:rPr>
        <w:t>(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>Dz.U.</w:t>
      </w:r>
      <w:r w:rsidRPr="004246BF">
        <w:rPr>
          <w:rFonts w:ascii="Verdana" w:hAnsi="Verdana"/>
          <w:snapToGrid w:val="0"/>
          <w:spacing w:val="0"/>
          <w:kern w:val="0"/>
          <w:sz w:val="20"/>
        </w:rPr>
        <w:t xml:space="preserve"> poz.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1429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Pr="000E0450">
        <w:rPr>
          <w:rFonts w:ascii="Verdana" w:hAnsi="Verdana"/>
          <w:sz w:val="20"/>
        </w:rPr>
        <w:t>.</w:t>
      </w:r>
    </w:p>
    <w:p w:rsidR="004F5DF2" w:rsidRPr="005A0DFD" w:rsidRDefault="004F5DF2" w:rsidP="00504016">
      <w:pPr>
        <w:pStyle w:val="Listapunktowana"/>
        <w:numPr>
          <w:ilvl w:val="1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Rozwoju Regionalnego i Budownictwa z dnia 29 marca 2001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sz w:val="20"/>
        </w:rPr>
        <w:t xml:space="preserve">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 xml:space="preserve">Dz. U. </w:t>
      </w:r>
      <w:r w:rsidR="00B37517">
        <w:rPr>
          <w:rFonts w:ascii="Verdana" w:hAnsi="Verdana"/>
          <w:sz w:val="20"/>
        </w:rPr>
        <w:br/>
      </w:r>
      <w:r w:rsidRPr="000E0450">
        <w:rPr>
          <w:rFonts w:ascii="Verdana" w:hAnsi="Verdana"/>
          <w:sz w:val="20"/>
        </w:rPr>
        <w:t>z</w:t>
      </w:r>
      <w:r w:rsidRPr="00792C57">
        <w:rPr>
          <w:rFonts w:ascii="Verdana" w:hAnsi="Verdana"/>
          <w:color w:val="FF0000"/>
          <w:sz w:val="20"/>
        </w:rPr>
        <w:t xml:space="preserve"> </w:t>
      </w:r>
      <w:r w:rsidRPr="007317E3">
        <w:rPr>
          <w:rFonts w:ascii="Verdana" w:hAnsi="Verdana"/>
          <w:sz w:val="20"/>
        </w:rPr>
        <w:t>2019 r.</w:t>
      </w:r>
      <w:r w:rsidR="00D47B1E">
        <w:rPr>
          <w:rFonts w:ascii="Verdana" w:hAnsi="Verdana"/>
          <w:sz w:val="20"/>
        </w:rPr>
        <w:t>,</w:t>
      </w:r>
      <w:r w:rsidRPr="007317E3">
        <w:rPr>
          <w:rFonts w:ascii="Verdana" w:hAnsi="Verdana"/>
          <w:sz w:val="20"/>
        </w:rPr>
        <w:t xml:space="preserve"> poz. 393)</w:t>
      </w:r>
      <w:r w:rsidR="007F5971">
        <w:rPr>
          <w:rFonts w:ascii="Verdana" w:hAnsi="Verdana"/>
          <w:sz w:val="20"/>
        </w:rPr>
        <w:t>.</w:t>
      </w:r>
    </w:p>
    <w:p w:rsidR="004F5DF2" w:rsidRPr="005A0DFD" w:rsidRDefault="004F5DF2" w:rsidP="00504016">
      <w:pPr>
        <w:pStyle w:val="Listapunktowana"/>
        <w:numPr>
          <w:ilvl w:val="1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D42602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 </w:t>
      </w:r>
      <w:r w:rsidR="00130AF6">
        <w:rPr>
          <w:rFonts w:ascii="Verdana" w:hAnsi="Verdana"/>
          <w:sz w:val="20"/>
        </w:rPr>
        <w:t xml:space="preserve"> </w:t>
      </w:r>
      <w:r w:rsidR="00B37517">
        <w:rPr>
          <w:rFonts w:ascii="Verdana" w:hAnsi="Verdana"/>
          <w:sz w:val="20"/>
        </w:rPr>
        <w:br/>
      </w:r>
      <w:r w:rsidR="00130AF6">
        <w:rPr>
          <w:rFonts w:ascii="Verdana" w:hAnsi="Verdana"/>
          <w:sz w:val="20"/>
        </w:rPr>
        <w:t>z 2012 r.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poz. </w:t>
      </w:r>
      <w:r w:rsidRPr="00130AF6">
        <w:rPr>
          <w:rFonts w:ascii="Verdana" w:hAnsi="Verdana"/>
          <w:sz w:val="20"/>
        </w:rPr>
        <w:t>1247</w:t>
      </w:r>
      <w:r w:rsidR="00D47B1E">
        <w:rPr>
          <w:rFonts w:ascii="Verdana" w:hAnsi="Verdana"/>
          <w:sz w:val="20"/>
        </w:rPr>
        <w:t>,</w:t>
      </w:r>
      <w:r w:rsidR="000271B4">
        <w:rPr>
          <w:rFonts w:ascii="Verdana" w:hAnsi="Verdana"/>
          <w:sz w:val="20"/>
        </w:rPr>
        <w:t xml:space="preserve"> z </w:t>
      </w:r>
      <w:proofErr w:type="spellStart"/>
      <w:r w:rsidR="000271B4">
        <w:rPr>
          <w:rFonts w:ascii="Verdana" w:hAnsi="Verdana"/>
          <w:sz w:val="20"/>
        </w:rPr>
        <w:t>późn</w:t>
      </w:r>
      <w:proofErr w:type="spellEnd"/>
      <w:r w:rsidR="000271B4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323080">
        <w:rPr>
          <w:rFonts w:ascii="Verdana" w:hAnsi="Verdana"/>
          <w:sz w:val="20"/>
        </w:rPr>
        <w:t>.</w:t>
      </w:r>
    </w:p>
    <w:p w:rsidR="004F5DF2" w:rsidRPr="005A0DFD" w:rsidRDefault="004F5DF2" w:rsidP="00504016">
      <w:pPr>
        <w:pStyle w:val="Listapunktowana"/>
        <w:numPr>
          <w:ilvl w:val="1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ED1ABE">
        <w:rPr>
          <w:rFonts w:ascii="Verdana" w:hAnsi="Verdana"/>
          <w:sz w:val="20"/>
        </w:rPr>
        <w:br/>
      </w:r>
      <w:r w:rsidR="00B37517">
        <w:rPr>
          <w:rFonts w:ascii="Verdana" w:hAnsi="Verdana"/>
          <w:sz w:val="20"/>
        </w:rPr>
        <w:t>w</w:t>
      </w:r>
      <w:r w:rsidRPr="00834A0F">
        <w:rPr>
          <w:rFonts w:ascii="Verdana" w:hAnsi="Verdana"/>
          <w:b/>
          <w:sz w:val="20"/>
        </w:rPr>
        <w:t xml:space="preserve"> </w:t>
      </w:r>
      <w:r w:rsidRPr="00B37517">
        <w:rPr>
          <w:rFonts w:ascii="Verdana" w:hAnsi="Verdana"/>
          <w:sz w:val="20"/>
        </w:rPr>
        <w:t>sprawie</w:t>
      </w:r>
      <w:r w:rsidRPr="00834A0F">
        <w:rPr>
          <w:rFonts w:ascii="Verdana" w:hAnsi="Verdana"/>
          <w:b/>
          <w:sz w:val="20"/>
        </w:rPr>
        <w:t xml:space="preserve"> 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</w:t>
      </w:r>
      <w:r w:rsidR="007D1D68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poz.939)</w:t>
      </w:r>
      <w:r w:rsidR="007D1D68">
        <w:rPr>
          <w:rFonts w:ascii="Verdana" w:hAnsi="Verdana"/>
          <w:sz w:val="20"/>
        </w:rPr>
        <w:t>.</w:t>
      </w:r>
    </w:p>
    <w:p w:rsidR="004F5DF2" w:rsidRPr="005A0DFD" w:rsidRDefault="004F5DF2" w:rsidP="00504016">
      <w:pPr>
        <w:pStyle w:val="Listapunktowana"/>
        <w:numPr>
          <w:ilvl w:val="1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Administracji i Cyfryzacji z dnia 14 lutego 2012r.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</w:t>
      </w:r>
      <w:r w:rsidR="00ED1ABE"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="00E70933"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2012</w:t>
      </w:r>
      <w:r w:rsidR="00B37517">
        <w:rPr>
          <w:rFonts w:ascii="Verdana" w:hAnsi="Verdana"/>
          <w:sz w:val="20"/>
        </w:rPr>
        <w:t xml:space="preserve"> </w:t>
      </w:r>
      <w:r w:rsidR="00E70933">
        <w:rPr>
          <w:rFonts w:ascii="Verdana" w:hAnsi="Verdana"/>
          <w:sz w:val="20"/>
        </w:rPr>
        <w:t>r.</w:t>
      </w:r>
      <w:r w:rsidRPr="000E0450">
        <w:rPr>
          <w:rFonts w:ascii="Verdana" w:hAnsi="Verdana"/>
          <w:sz w:val="20"/>
        </w:rPr>
        <w:t>, poz. 352</w:t>
      </w:r>
      <w:r w:rsidRPr="005A0DFD">
        <w:rPr>
          <w:rFonts w:ascii="Verdana" w:hAnsi="Verdana"/>
          <w:sz w:val="20"/>
        </w:rPr>
        <w:t>).</w:t>
      </w:r>
    </w:p>
    <w:p w:rsidR="004F5DF2" w:rsidRPr="00834A0F" w:rsidRDefault="004F5DF2" w:rsidP="00504016">
      <w:pPr>
        <w:pStyle w:val="Listapunktowana"/>
        <w:numPr>
          <w:ilvl w:val="1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 xml:space="preserve">Rozporządzenie Ministra Spraw Wewnętrznych i Administracji z dnia </w:t>
      </w:r>
      <w:r w:rsidR="00B37517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>15 kwietnia 1999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62A75">
        <w:rPr>
          <w:rFonts w:ascii="Verdana" w:hAnsi="Verdana"/>
          <w:sz w:val="20"/>
        </w:rPr>
        <w:t>w sprawie</w:t>
      </w:r>
      <w:r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Pr="005A0DFD">
        <w:rPr>
          <w:rFonts w:ascii="Verdana" w:hAnsi="Verdana"/>
          <w:sz w:val="20"/>
        </w:rPr>
        <w:t xml:space="preserve">(Dz. </w:t>
      </w:r>
      <w:r w:rsidRPr="000E0450">
        <w:rPr>
          <w:rFonts w:ascii="Verdana" w:hAnsi="Verdana"/>
          <w:sz w:val="20"/>
        </w:rPr>
        <w:t xml:space="preserve">U. </w:t>
      </w:r>
      <w:r w:rsidR="00316F8C">
        <w:rPr>
          <w:rFonts w:ascii="Verdana" w:hAnsi="Verdana"/>
          <w:sz w:val="20"/>
        </w:rPr>
        <w:t>z 2020 r.</w:t>
      </w:r>
      <w:r w:rsidRPr="000E0450">
        <w:rPr>
          <w:rFonts w:ascii="Verdana" w:hAnsi="Verdana"/>
          <w:sz w:val="20"/>
        </w:rPr>
        <w:t xml:space="preserve">, poz. </w:t>
      </w:r>
      <w:r w:rsidR="00316F8C">
        <w:rPr>
          <w:rFonts w:ascii="Verdana" w:hAnsi="Verdana"/>
          <w:sz w:val="20"/>
        </w:rPr>
        <w:t>1354</w:t>
      </w:r>
      <w:r w:rsidRPr="000E0450">
        <w:rPr>
          <w:rFonts w:ascii="Verdana" w:hAnsi="Verdana"/>
          <w:sz w:val="20"/>
        </w:rPr>
        <w:t>)</w:t>
      </w:r>
      <w:bookmarkStart w:id="49" w:name="_Ref62119659"/>
      <w:r w:rsidR="00D321AF">
        <w:rPr>
          <w:rFonts w:ascii="Verdana" w:hAnsi="Verdana"/>
          <w:sz w:val="20"/>
        </w:rPr>
        <w:t>.</w:t>
      </w:r>
    </w:p>
    <w:p w:rsidR="00834A0F" w:rsidRPr="00834A0F" w:rsidRDefault="00834A0F" w:rsidP="00504016">
      <w:pPr>
        <w:numPr>
          <w:ilvl w:val="1"/>
          <w:numId w:val="5"/>
        </w:numPr>
        <w:ind w:left="851" w:hanging="851"/>
        <w:rPr>
          <w:rFonts w:ascii="Verdana" w:hAnsi="Verdana"/>
          <w:kern w:val="24"/>
        </w:rPr>
      </w:pPr>
      <w:r w:rsidRPr="00834A0F">
        <w:rPr>
          <w:rFonts w:ascii="Verdana" w:hAnsi="Verdana"/>
          <w:kern w:val="24"/>
        </w:rPr>
        <w:t xml:space="preserve">Rozporządzenie Ministra Spraw Wewnętrznych i Administracji </w:t>
      </w:r>
      <w:r w:rsidR="004C6AB3">
        <w:rPr>
          <w:rFonts w:ascii="Verdana" w:hAnsi="Verdana"/>
          <w:kern w:val="24"/>
        </w:rPr>
        <w:t xml:space="preserve">oraz Rolnictwa </w:t>
      </w:r>
      <w:r w:rsidR="00D21FD6">
        <w:rPr>
          <w:rFonts w:ascii="Verdana" w:hAnsi="Verdana"/>
          <w:kern w:val="24"/>
        </w:rPr>
        <w:br/>
      </w:r>
      <w:r w:rsidR="004C6AB3">
        <w:rPr>
          <w:rFonts w:ascii="Verdana" w:hAnsi="Verdana"/>
          <w:kern w:val="24"/>
        </w:rPr>
        <w:t xml:space="preserve">i Gospodarki Żywnościowej </w:t>
      </w:r>
      <w:r w:rsidRPr="00834A0F">
        <w:rPr>
          <w:rFonts w:ascii="Verdana" w:hAnsi="Verdana"/>
          <w:kern w:val="24"/>
        </w:rPr>
        <w:t>z dnia 1</w:t>
      </w:r>
      <w:r w:rsidR="004C6AB3">
        <w:rPr>
          <w:rFonts w:ascii="Verdana" w:hAnsi="Verdana"/>
          <w:kern w:val="24"/>
        </w:rPr>
        <w:t xml:space="preserve">4 </w:t>
      </w:r>
      <w:r w:rsidRPr="00834A0F">
        <w:rPr>
          <w:rFonts w:ascii="Verdana" w:hAnsi="Verdana"/>
          <w:kern w:val="24"/>
        </w:rPr>
        <w:t>kwietnia 1999 r</w:t>
      </w:r>
      <w:r w:rsidR="00B37517">
        <w:rPr>
          <w:rFonts w:ascii="Verdana" w:hAnsi="Verdana"/>
          <w:kern w:val="24"/>
        </w:rPr>
        <w:t>.</w:t>
      </w:r>
      <w:r w:rsidRPr="00834A0F">
        <w:rPr>
          <w:rFonts w:ascii="Verdana" w:hAnsi="Verdana"/>
          <w:kern w:val="24"/>
        </w:rPr>
        <w:t xml:space="preserve"> w sprawie </w:t>
      </w:r>
      <w:r w:rsidR="004C6AB3" w:rsidRPr="00823452">
        <w:rPr>
          <w:rFonts w:ascii="Verdana" w:hAnsi="Verdana"/>
          <w:b/>
          <w:kern w:val="24"/>
        </w:rPr>
        <w:t xml:space="preserve">rozgraniczania </w:t>
      </w:r>
      <w:r w:rsidR="00A05F02">
        <w:rPr>
          <w:rFonts w:ascii="Verdana" w:hAnsi="Verdana"/>
          <w:b/>
          <w:kern w:val="24"/>
        </w:rPr>
        <w:t xml:space="preserve">nieruchomości </w:t>
      </w:r>
      <w:r w:rsidRPr="00834A0F">
        <w:rPr>
          <w:rFonts w:ascii="Verdana" w:hAnsi="Verdana"/>
          <w:kern w:val="24"/>
        </w:rPr>
        <w:t>(Dz. U. Nr 45, poz. 45</w:t>
      </w:r>
      <w:r w:rsidR="004C6AB3">
        <w:rPr>
          <w:rFonts w:ascii="Verdana" w:hAnsi="Verdana"/>
          <w:kern w:val="24"/>
        </w:rPr>
        <w:t>3)</w:t>
      </w:r>
      <w:r w:rsidR="00410FBB">
        <w:rPr>
          <w:rFonts w:ascii="Verdana" w:hAnsi="Verdana"/>
          <w:kern w:val="24"/>
        </w:rPr>
        <w:t>.</w:t>
      </w:r>
    </w:p>
    <w:p w:rsidR="004F5DF2" w:rsidRPr="000E0450" w:rsidRDefault="004F5DF2" w:rsidP="00504016">
      <w:pPr>
        <w:pStyle w:val="Listapunktowana"/>
        <w:numPr>
          <w:ilvl w:val="0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10 kwietnia 2003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B56499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806693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806693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Pr="000E0450">
        <w:rPr>
          <w:rFonts w:ascii="Verdana" w:hAnsi="Verdana"/>
          <w:spacing w:val="0"/>
          <w:sz w:val="20"/>
        </w:rPr>
        <w:t xml:space="preserve">. </w:t>
      </w:r>
      <w:r w:rsidR="00B56499">
        <w:rPr>
          <w:rFonts w:ascii="Verdana" w:hAnsi="Verdana"/>
          <w:spacing w:val="0"/>
          <w:sz w:val="20"/>
        </w:rPr>
        <w:t xml:space="preserve">z </w:t>
      </w:r>
      <w:r w:rsidRPr="000E0450">
        <w:rPr>
          <w:rFonts w:ascii="Verdana" w:hAnsi="Verdana"/>
          <w:spacing w:val="0"/>
          <w:sz w:val="20"/>
        </w:rPr>
        <w:t>2018</w:t>
      </w:r>
      <w:r w:rsidR="00B56499">
        <w:rPr>
          <w:rFonts w:ascii="Verdana" w:hAnsi="Verdana"/>
          <w:spacing w:val="0"/>
          <w:sz w:val="20"/>
        </w:rPr>
        <w:t xml:space="preserve"> r.</w:t>
      </w:r>
      <w:r w:rsidRPr="000E0450">
        <w:rPr>
          <w:rFonts w:ascii="Verdana" w:hAnsi="Verdana"/>
          <w:spacing w:val="0"/>
          <w:sz w:val="20"/>
        </w:rPr>
        <w:t xml:space="preserve">, poz. 1474 </w:t>
      </w:r>
      <w:r w:rsidR="00794F99">
        <w:rPr>
          <w:rFonts w:ascii="Verdana" w:hAnsi="Verdana"/>
          <w:spacing w:val="0"/>
          <w:sz w:val="20"/>
        </w:rPr>
        <w:br/>
      </w:r>
      <w:r w:rsidRPr="000E0450">
        <w:rPr>
          <w:rFonts w:ascii="Verdana" w:hAnsi="Verdana"/>
          <w:spacing w:val="0"/>
          <w:sz w:val="20"/>
        </w:rPr>
        <w:t>z</w:t>
      </w:r>
      <w:r w:rsidR="00352CC3">
        <w:rPr>
          <w:rFonts w:ascii="Verdana" w:hAnsi="Verdana"/>
          <w:spacing w:val="0"/>
          <w:sz w:val="20"/>
        </w:rPr>
        <w:t xml:space="preserve"> </w:t>
      </w:r>
      <w:proofErr w:type="spellStart"/>
      <w:r w:rsidR="00352CC3">
        <w:rPr>
          <w:rFonts w:ascii="Verdana" w:hAnsi="Verdana"/>
          <w:spacing w:val="0"/>
          <w:sz w:val="20"/>
        </w:rPr>
        <w:t>późn</w:t>
      </w:r>
      <w:proofErr w:type="spellEnd"/>
      <w:r w:rsidR="00352CC3">
        <w:rPr>
          <w:rFonts w:ascii="Verdana" w:hAnsi="Verdana"/>
          <w:spacing w:val="0"/>
          <w:sz w:val="20"/>
        </w:rPr>
        <w:t xml:space="preserve">. </w:t>
      </w:r>
      <w:r w:rsidRPr="000E0450">
        <w:rPr>
          <w:rFonts w:ascii="Verdana" w:hAnsi="Verdana"/>
          <w:spacing w:val="0"/>
          <w:sz w:val="20"/>
        </w:rPr>
        <w:t>zm.</w:t>
      </w:r>
      <w:r w:rsidR="00352CC3">
        <w:rPr>
          <w:rFonts w:ascii="Verdana" w:hAnsi="Verdana"/>
          <w:spacing w:val="0"/>
          <w:sz w:val="20"/>
        </w:rPr>
        <w:t>).</w:t>
      </w:r>
    </w:p>
    <w:bookmarkEnd w:id="49"/>
    <w:p w:rsidR="005F41E0" w:rsidRPr="005F41E0" w:rsidRDefault="005F41E0" w:rsidP="00504016">
      <w:pPr>
        <w:pStyle w:val="Listapunktowana"/>
        <w:numPr>
          <w:ilvl w:val="0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Ustawa z dnia 21</w:t>
      </w:r>
      <w:r w:rsidR="000151BA">
        <w:rPr>
          <w:rFonts w:ascii="Verdana" w:hAnsi="Verdana"/>
          <w:spacing w:val="0"/>
          <w:sz w:val="20"/>
        </w:rPr>
        <w:t xml:space="preserve"> sierpnia </w:t>
      </w:r>
      <w:r w:rsidRPr="005F41E0">
        <w:rPr>
          <w:rFonts w:ascii="Verdana" w:hAnsi="Verdana"/>
          <w:spacing w:val="0"/>
          <w:sz w:val="20"/>
        </w:rPr>
        <w:t>1997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5F41E0">
        <w:rPr>
          <w:rFonts w:ascii="Verdana" w:hAnsi="Verdana"/>
          <w:b/>
          <w:spacing w:val="0"/>
          <w:sz w:val="20"/>
        </w:rPr>
        <w:t xml:space="preserve">o gospodarce nieruchomościami </w:t>
      </w:r>
      <w:r w:rsidRPr="005F41E0">
        <w:rPr>
          <w:rFonts w:ascii="Verdana" w:hAnsi="Verdana"/>
          <w:spacing w:val="0"/>
          <w:sz w:val="20"/>
        </w:rPr>
        <w:t>(</w:t>
      </w:r>
      <w:r w:rsidRPr="00130AF6">
        <w:rPr>
          <w:rFonts w:ascii="Verdana" w:hAnsi="Verdana"/>
          <w:sz w:val="20"/>
        </w:rPr>
        <w:t>Dz.U.</w:t>
      </w:r>
      <w:r w:rsidR="00B56499">
        <w:rPr>
          <w:rFonts w:ascii="Verdana" w:hAnsi="Verdana"/>
          <w:sz w:val="20"/>
        </w:rPr>
        <w:t xml:space="preserve"> </w:t>
      </w:r>
      <w:r w:rsidR="00B56499">
        <w:rPr>
          <w:rFonts w:ascii="Verdana" w:hAnsi="Verdana"/>
          <w:sz w:val="20"/>
        </w:rPr>
        <w:br/>
        <w:t xml:space="preserve">z 2020 </w:t>
      </w:r>
      <w:r w:rsidR="00130AF6">
        <w:rPr>
          <w:rFonts w:ascii="Verdana" w:hAnsi="Verdana"/>
          <w:sz w:val="20"/>
        </w:rPr>
        <w:t>r., poz</w:t>
      </w:r>
      <w:r w:rsidR="00E81E95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65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1E1F17">
        <w:rPr>
          <w:rFonts w:ascii="Verdana" w:hAnsi="Verdana"/>
          <w:sz w:val="20"/>
        </w:rPr>
        <w:t xml:space="preserve"> </w:t>
      </w:r>
      <w:proofErr w:type="spellStart"/>
      <w:r w:rsidR="001E1F17">
        <w:rPr>
          <w:rFonts w:ascii="Verdana" w:hAnsi="Verdana"/>
          <w:sz w:val="20"/>
        </w:rPr>
        <w:t>późn</w:t>
      </w:r>
      <w:proofErr w:type="spellEnd"/>
      <w:r w:rsidR="001E1F17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 w:rsidRPr="00130AF6">
        <w:rPr>
          <w:rFonts w:ascii="Verdana" w:hAnsi="Verdana"/>
          <w:spacing w:val="0"/>
          <w:sz w:val="20"/>
        </w:rPr>
        <w:t>).</w:t>
      </w:r>
    </w:p>
    <w:p w:rsidR="005F41E0" w:rsidRPr="005F41E0" w:rsidRDefault="005F41E0" w:rsidP="00504016">
      <w:pPr>
        <w:pStyle w:val="Listapunktowana"/>
        <w:numPr>
          <w:ilvl w:val="1"/>
          <w:numId w:val="5"/>
        </w:numPr>
        <w:ind w:left="851" w:hanging="851"/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Rozporządzenie  Rady Ministrów  z  dnia  7  grudnia  2004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  </w:t>
      </w:r>
      <w:r w:rsidRPr="00794F99">
        <w:rPr>
          <w:rFonts w:ascii="Verdana" w:hAnsi="Verdana"/>
          <w:spacing w:val="0"/>
          <w:sz w:val="20"/>
        </w:rPr>
        <w:t>w  sprawie</w:t>
      </w:r>
      <w:r w:rsidRPr="005F41E0">
        <w:rPr>
          <w:rFonts w:ascii="Verdana" w:hAnsi="Verdana"/>
          <w:b/>
          <w:spacing w:val="0"/>
          <w:sz w:val="20"/>
        </w:rPr>
        <w:t xml:space="preserve">  sposobu i trybu dokonywania podziałów nieruchomości </w:t>
      </w:r>
      <w:r w:rsidRPr="00D21FD6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pacing w:val="0"/>
          <w:sz w:val="20"/>
        </w:rPr>
        <w:t>Dz. U.</w:t>
      </w:r>
      <w:r w:rsidR="00D21FD6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Nr 268 poz.2663).</w:t>
      </w:r>
    </w:p>
    <w:p w:rsidR="005F41E0" w:rsidRPr="004F5DF2" w:rsidRDefault="005F41E0" w:rsidP="00504016">
      <w:pPr>
        <w:numPr>
          <w:ilvl w:val="0"/>
          <w:numId w:val="5"/>
        </w:numPr>
        <w:ind w:left="851" w:hanging="851"/>
        <w:rPr>
          <w:rFonts w:ascii="Verdana" w:hAnsi="Verdana"/>
          <w:kern w:val="24"/>
        </w:rPr>
      </w:pPr>
      <w:r w:rsidRPr="004F5DF2">
        <w:rPr>
          <w:rFonts w:ascii="Verdana" w:hAnsi="Verdana"/>
          <w:kern w:val="24"/>
        </w:rPr>
        <w:t xml:space="preserve">Ustawa z dnia </w:t>
      </w:r>
      <w:r w:rsidR="00CF532D" w:rsidRPr="004F5DF2">
        <w:rPr>
          <w:rFonts w:ascii="Verdana" w:hAnsi="Verdana"/>
          <w:kern w:val="24"/>
        </w:rPr>
        <w:t>20</w:t>
      </w:r>
      <w:r w:rsidR="00D21FD6">
        <w:rPr>
          <w:rFonts w:ascii="Verdana" w:hAnsi="Verdana"/>
          <w:kern w:val="24"/>
        </w:rPr>
        <w:t xml:space="preserve"> lipca </w:t>
      </w:r>
      <w:r w:rsidRPr="004F5DF2">
        <w:rPr>
          <w:rFonts w:ascii="Verdana" w:hAnsi="Verdana"/>
          <w:kern w:val="24"/>
        </w:rPr>
        <w:t>20</w:t>
      </w:r>
      <w:r w:rsidR="004F5DF2" w:rsidRPr="004F5DF2">
        <w:rPr>
          <w:rFonts w:ascii="Verdana" w:hAnsi="Verdana"/>
          <w:kern w:val="24"/>
        </w:rPr>
        <w:t>17</w:t>
      </w:r>
      <w:r w:rsidR="00B56499">
        <w:rPr>
          <w:rFonts w:ascii="Verdana" w:hAnsi="Verdana"/>
          <w:kern w:val="24"/>
        </w:rPr>
        <w:t xml:space="preserve"> </w:t>
      </w:r>
      <w:r w:rsidRPr="004F5DF2">
        <w:rPr>
          <w:rFonts w:ascii="Verdana" w:hAnsi="Verdana"/>
          <w:kern w:val="24"/>
        </w:rPr>
        <w:t xml:space="preserve">r. </w:t>
      </w:r>
      <w:r w:rsidR="004F5DF2" w:rsidRPr="004F5DF2">
        <w:rPr>
          <w:rFonts w:ascii="Verdana" w:hAnsi="Verdana"/>
          <w:b/>
          <w:kern w:val="24"/>
        </w:rPr>
        <w:t>P</w:t>
      </w:r>
      <w:r w:rsidRPr="004F5DF2">
        <w:rPr>
          <w:rFonts w:ascii="Verdana" w:hAnsi="Verdana"/>
          <w:b/>
          <w:kern w:val="24"/>
        </w:rPr>
        <w:t>rawo wodne</w:t>
      </w:r>
      <w:r w:rsidRPr="004F5DF2">
        <w:rPr>
          <w:rFonts w:ascii="Verdana" w:hAnsi="Verdana"/>
          <w:kern w:val="24"/>
        </w:rPr>
        <w:t xml:space="preserve"> (Dz.U.</w:t>
      </w:r>
      <w:r w:rsidR="004F5DF2" w:rsidRPr="004F5DF2">
        <w:rPr>
          <w:rFonts w:ascii="Verdana" w:hAnsi="Verdana"/>
          <w:kern w:val="24"/>
        </w:rPr>
        <w:t xml:space="preserve"> z</w:t>
      </w:r>
      <w:r w:rsidR="00E81E95">
        <w:rPr>
          <w:rFonts w:ascii="Verdana" w:hAnsi="Verdana"/>
          <w:kern w:val="24"/>
        </w:rPr>
        <w:t xml:space="preserve"> 2020 r., poz.</w:t>
      </w:r>
      <w:r w:rsidR="00D47B1E">
        <w:rPr>
          <w:rFonts w:ascii="Verdana" w:hAnsi="Verdana"/>
          <w:kern w:val="24"/>
        </w:rPr>
        <w:t xml:space="preserve"> </w:t>
      </w:r>
      <w:r w:rsidR="00E81E95">
        <w:rPr>
          <w:rFonts w:ascii="Verdana" w:hAnsi="Verdana"/>
          <w:kern w:val="24"/>
        </w:rPr>
        <w:t>310</w:t>
      </w:r>
      <w:r w:rsidR="00D47B1E">
        <w:rPr>
          <w:rFonts w:ascii="Verdana" w:hAnsi="Verdana"/>
          <w:kern w:val="24"/>
        </w:rPr>
        <w:t>,</w:t>
      </w:r>
      <w:r w:rsidR="00E81E95">
        <w:rPr>
          <w:rFonts w:ascii="Verdana" w:hAnsi="Verdana"/>
          <w:kern w:val="24"/>
        </w:rPr>
        <w:t xml:space="preserve"> z</w:t>
      </w:r>
      <w:r w:rsidR="008C67EB">
        <w:rPr>
          <w:rFonts w:ascii="Verdana" w:hAnsi="Verdana"/>
          <w:kern w:val="24"/>
        </w:rPr>
        <w:t xml:space="preserve"> </w:t>
      </w:r>
      <w:proofErr w:type="spellStart"/>
      <w:r w:rsidR="008C67EB">
        <w:rPr>
          <w:rFonts w:ascii="Verdana" w:hAnsi="Verdana"/>
          <w:kern w:val="24"/>
        </w:rPr>
        <w:t>późn</w:t>
      </w:r>
      <w:proofErr w:type="spellEnd"/>
      <w:r w:rsidR="008C67EB">
        <w:rPr>
          <w:rFonts w:ascii="Verdana" w:hAnsi="Verdana"/>
          <w:kern w:val="24"/>
        </w:rPr>
        <w:t>.</w:t>
      </w:r>
      <w:r w:rsidR="00E81E95">
        <w:rPr>
          <w:rFonts w:ascii="Verdana" w:hAnsi="Verdana"/>
          <w:kern w:val="24"/>
        </w:rPr>
        <w:t xml:space="preserve"> zm.</w:t>
      </w:r>
      <w:r w:rsidRPr="004F5DF2">
        <w:rPr>
          <w:rFonts w:ascii="Verdana" w:hAnsi="Verdana"/>
          <w:kern w:val="24"/>
        </w:rPr>
        <w:t xml:space="preserve">). </w:t>
      </w:r>
    </w:p>
    <w:p w:rsidR="005F41E0" w:rsidRDefault="005F41E0" w:rsidP="00504016">
      <w:pPr>
        <w:pStyle w:val="Listapunktowana"/>
        <w:ind w:left="851" w:hanging="851"/>
        <w:rPr>
          <w:rFonts w:ascii="Verdana" w:hAnsi="Verdana"/>
          <w:spacing w:val="0"/>
          <w:sz w:val="20"/>
        </w:rPr>
      </w:pPr>
    </w:p>
    <w:p w:rsidR="00956B3B" w:rsidRPr="00D47B1E" w:rsidRDefault="007272B9" w:rsidP="00D47B1E">
      <w:pPr>
        <w:pStyle w:val="Listapunktowana"/>
        <w:jc w:val="right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  <w:u w:val="single"/>
        </w:rPr>
        <w:br w:type="page"/>
      </w:r>
      <w:r w:rsidR="00EF6DDE" w:rsidRPr="00D47B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2588895</wp:posOffset>
                </wp:positionV>
                <wp:extent cx="1455420" cy="5845810"/>
                <wp:effectExtent l="0" t="0" r="0" b="0"/>
                <wp:wrapTopAndBottom/>
                <wp:docPr id="24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584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Pr="00D47B1E" w:rsidRDefault="00956B3B" w:rsidP="00D47B1E">
                            <w:pPr>
                              <w:jc w:val="right"/>
                              <w:rPr>
                                <w:rFonts w:ascii="Verdana" w:hAnsi="Verdana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</w:rPr>
                              <w:t>(Rys.1)</w:t>
                            </w:r>
                          </w:p>
                          <w:p w:rsidR="00956B3B" w:rsidRPr="00D47B1E" w:rsidRDefault="00191205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Świadek punktu granicznego. Część nadziemna jest barwy żółtej </w:t>
                            </w:r>
                            <w:r w:rsidR="00D47B1E"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      </w:r>
                            <w:r w:rsidR="00235A05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o rozstawie ok. 6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3" o:spid="_x0000_s1026" type="#_x0000_t202" style="position:absolute;left:0;text-align:left;margin-left:21.35pt;margin-top:203.85pt;width:114.6pt;height:46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" o:allowincell="f" stroked="f">
                <v:textbox inset="0,0,0,0">
                  <w:txbxContent>
                    <w:p w:rsidR="00956B3B" w:rsidRPr="00D47B1E" w:rsidRDefault="00956B3B" w:rsidP="00D47B1E">
                      <w:pPr>
                        <w:jc w:val="right"/>
                        <w:rPr>
                          <w:rFonts w:ascii="Verdana" w:hAnsi="Verdana"/>
                        </w:rPr>
                      </w:pPr>
                      <w:r w:rsidRPr="00D47B1E">
                        <w:rPr>
                          <w:rFonts w:ascii="Verdana" w:hAnsi="Verdana"/>
                        </w:rPr>
                        <w:t>(Rys.1)</w:t>
                      </w:r>
                    </w:p>
                    <w:p w:rsidR="00956B3B" w:rsidRPr="00D47B1E" w:rsidRDefault="00191205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Świadek punktu granicznego. Część nadziemna jest barwy żółtej </w:t>
                      </w:r>
                      <w:r w:rsidR="00D47B1E"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</w:r>
                      <w:r w:rsidR="00235A05" w:rsidRPr="00D47B1E">
                        <w:rPr>
                          <w:rFonts w:ascii="Verdana" w:hAnsi="Verdana"/>
                          <w:sz w:val="20"/>
                        </w:rPr>
                        <w:t xml:space="preserve"> o rozstawie ok. 6 cm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2906395</wp:posOffset>
                </wp:positionH>
                <wp:positionV relativeFrom="paragraph">
                  <wp:posOffset>4323715</wp:posOffset>
                </wp:positionV>
                <wp:extent cx="365760" cy="274320"/>
                <wp:effectExtent l="0" t="0" r="0" b="0"/>
                <wp:wrapTopAndBottom/>
                <wp:docPr id="238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2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7 cm"/>
                              </w:smartTagPr>
                              <w:r>
                                <w:rPr>
                                  <w:sz w:val="28"/>
                                </w:rPr>
                                <w:t>7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214" o:spid="_x0000_s1027" type="#_x0000_t202" style="position:absolute;left:0;text-align:left;margin-left:228.85pt;margin-top:340.45pt;width:28.8pt;height:21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2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7 cm"/>
                        </w:smartTagPr>
                        <w:r>
                          <w:rPr>
                            <w:sz w:val="28"/>
                          </w:rPr>
                          <w:t>7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56B3B" w:rsidRPr="00D47B1E">
        <w:rPr>
          <w:rFonts w:ascii="Verdana" w:hAnsi="Verdana"/>
          <w:b/>
          <w:w w:val="90"/>
        </w:rPr>
        <w:t>Załącznik nr 1</w:t>
      </w:r>
      <w:bookmarkEnd w:id="5"/>
      <w:bookmarkEnd w:id="41"/>
      <w:bookmarkEnd w:id="42"/>
      <w:bookmarkEnd w:id="43"/>
      <w:bookmarkEnd w:id="44"/>
      <w:bookmarkEnd w:id="45"/>
      <w:bookmarkEnd w:id="46"/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652780</wp:posOffset>
                </wp:positionV>
                <wp:extent cx="19050" cy="7044690"/>
                <wp:effectExtent l="0" t="0" r="0" b="0"/>
                <wp:wrapTopAndBottom/>
                <wp:docPr id="23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044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303B6414" id="Line 19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51.4pt" to="160.3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qY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1292225</wp:posOffset>
                </wp:positionV>
                <wp:extent cx="0" cy="1463040"/>
                <wp:effectExtent l="0" t="0" r="0" b="0"/>
                <wp:wrapNone/>
                <wp:docPr id="23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132AB395" id="Line 23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101.75pt" to="346.8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" o:allowincell="f">
                <v:stroke endarrow="block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1292225</wp:posOffset>
                </wp:positionV>
                <wp:extent cx="0" cy="3103880"/>
                <wp:effectExtent l="0" t="0" r="0" b="0"/>
                <wp:wrapTopAndBottom/>
                <wp:docPr id="23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7D901B4A" id="Line 22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101.75pt" to="397.2pt,3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1292225</wp:posOffset>
                </wp:positionV>
                <wp:extent cx="1280160" cy="0"/>
                <wp:effectExtent l="0" t="0" r="0" b="0"/>
                <wp:wrapNone/>
                <wp:docPr id="234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3DA13D41" id="Line 23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101.75pt" to="404.4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uxFA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" o:allowincell="f"/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1371600" cy="0"/>
                <wp:effectExtent l="0" t="0" r="0" b="0"/>
                <wp:wrapTopAndBottom/>
                <wp:docPr id="233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627A1C0D" id="Line 19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267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c3FgIAAC0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22AB0982" id="Line 199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195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C2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>
                <wp:simplePos x="0" y="0"/>
                <wp:positionH relativeFrom="column">
                  <wp:posOffset>3397885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01CD70F8" id="Line 20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5pt,51.5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1294765</wp:posOffset>
                </wp:positionV>
                <wp:extent cx="1371600" cy="0"/>
                <wp:effectExtent l="0" t="0" r="0" b="0"/>
                <wp:wrapTopAndBottom/>
                <wp:docPr id="23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5834777D" id="Line 201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01.9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457200" cy="640080"/>
                <wp:effectExtent l="0" t="0" r="0" b="0"/>
                <wp:wrapTopAndBottom/>
                <wp:docPr id="22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6DB3798C" id="Line 20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95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4037965</wp:posOffset>
                </wp:positionV>
                <wp:extent cx="457200" cy="640080"/>
                <wp:effectExtent l="0" t="0" r="0" b="0"/>
                <wp:wrapTopAndBottom/>
                <wp:docPr id="22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5A5880B7" id="Line 20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17.95pt" to="195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HGwIAADE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1371600" cy="0"/>
                <wp:effectExtent l="0" t="0" r="0" b="0"/>
                <wp:wrapTopAndBottom/>
                <wp:docPr id="227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6B3470A8" id="Line 204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1292225</wp:posOffset>
                </wp:positionV>
                <wp:extent cx="0" cy="6944360"/>
                <wp:effectExtent l="0" t="0" r="0" b="0"/>
                <wp:wrapTopAndBottom/>
                <wp:docPr id="22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1A007792" id="Line 205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101.75pt" to="195.6pt,6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4678045</wp:posOffset>
                </wp:positionV>
                <wp:extent cx="1371600" cy="0"/>
                <wp:effectExtent l="0" t="0" r="0" b="0"/>
                <wp:wrapTopAndBottom/>
                <wp:docPr id="22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284DBE6A" id="Line 206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368.35pt" to="303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1294765</wp:posOffset>
                </wp:positionV>
                <wp:extent cx="0" cy="6957060"/>
                <wp:effectExtent l="0" t="0" r="0" b="0"/>
                <wp:wrapTopAndBottom/>
                <wp:docPr id="224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57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26EDCC76" id="Line 207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101.9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1485265</wp:posOffset>
                </wp:positionV>
                <wp:extent cx="913765" cy="2560320"/>
                <wp:effectExtent l="0" t="0" r="0" b="0"/>
                <wp:wrapTopAndBottom/>
                <wp:docPr id="3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Pr="00E33FB2" w:rsidRDefault="00956B3B" w:rsidP="00956B3B">
                            <w:pPr>
                              <w:pStyle w:val="Nagwek1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sz w:val="50"/>
                              </w:rPr>
                            </w:pPr>
                            <w:r w:rsidRPr="00E33FB2">
                              <w:rPr>
                                <w:sz w:val="50"/>
                              </w:rPr>
                              <w:t>PAS DROGOWY</w:t>
                            </w:r>
                          </w:p>
                          <w:p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(napis wytłoczony)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208" o:spid="_x0000_s1028" type="#_x0000_t202" style="position:absolute;left:0;text-align:left;margin-left:217.2pt;margin-top:116.95pt;width:71.95pt;height:20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" o:allowincell="f" stroked="f">
                <v:textbox style="layout-flow:vertical;mso-layout-flow-alt:bottom-to-top" inset="0,0,0,0">
                  <w:txbxContent>
                    <w:p w:rsidR="00956B3B" w:rsidRPr="00E33FB2" w:rsidRDefault="00956B3B" w:rsidP="00956B3B">
                      <w:pPr>
                        <w:pStyle w:val="Nagwek1"/>
                        <w:numPr>
                          <w:ilvl w:val="0"/>
                          <w:numId w:val="0"/>
                        </w:numPr>
                        <w:ind w:left="142"/>
                        <w:rPr>
                          <w:sz w:val="50"/>
                        </w:rPr>
                      </w:pPr>
                      <w:r w:rsidRPr="00E33FB2">
                        <w:rPr>
                          <w:sz w:val="50"/>
                        </w:rPr>
                        <w:t>PAS DROGOWY</w:t>
                      </w:r>
                    </w:p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(napis wytłoczony)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4137025</wp:posOffset>
                </wp:positionV>
                <wp:extent cx="0" cy="274320"/>
                <wp:effectExtent l="0" t="0" r="0" b="0"/>
                <wp:wrapTopAndBottom/>
                <wp:docPr id="3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6D1218EC" id="Line 20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325.75pt" to="238.75pt,3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bMHFQIAACoEAAAOAAAAZHJzL2Uyb0RvYy54bWysU02P2jAQvVfqf7B8h3yQZS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" o:allowincell="f" strokeweight=".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4131945</wp:posOffset>
                </wp:positionV>
                <wp:extent cx="90805" cy="279400"/>
                <wp:effectExtent l="0" t="0" r="0" b="0"/>
                <wp:wrapTopAndBottom/>
                <wp:docPr id="2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279400"/>
                        </a:xfrm>
                        <a:custGeom>
                          <a:avLst/>
                          <a:gdLst>
                            <a:gd name="T0" fmla="*/ 0 w 1"/>
                            <a:gd name="T1" fmla="*/ 0 h 300"/>
                            <a:gd name="T2" fmla="*/ 0 w 1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7B896610" id="Freeform 210" o:spid="_x0000_s1026" style="position:absolute;margin-left:250.5pt;margin-top:325.35pt;width:7.15pt;height:22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" o:allowincell="f" path="m,l,300e" filled="f" strokeweight=".5pt">
                <v:path arrowok="t" o:connecttype="custom" o:connectlocs="0,0;0,27940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2922905</wp:posOffset>
                </wp:positionH>
                <wp:positionV relativeFrom="paragraph">
                  <wp:posOffset>4290695</wp:posOffset>
                </wp:positionV>
                <wp:extent cx="476250" cy="0"/>
                <wp:effectExtent l="0" t="0" r="0" b="0"/>
                <wp:wrapTopAndBottom/>
                <wp:docPr id="2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0"/>
                        </a:xfrm>
                        <a:custGeom>
                          <a:avLst/>
                          <a:gdLst>
                            <a:gd name="T0" fmla="*/ 0 w 750"/>
                            <a:gd name="T1" fmla="*/ 0 h 1"/>
                            <a:gd name="T2" fmla="*/ 750 w 7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0" h="1">
                              <a:moveTo>
                                <a:pt x="0" y="0"/>
                              </a:moveTo>
                              <a:lnTo>
                                <a:pt x="75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2EFDA8B2" id="Freeform 211" o:spid="_x0000_s1026" style="position:absolute;margin-left:230.15pt;margin-top:337.85pt;width:37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" o:allowincell="f" path="m,l750,e" filled="f">
                <v:path arrowok="t" o:connecttype="custom" o:connectlocs="0,0;476250,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4246245</wp:posOffset>
                </wp:positionV>
                <wp:extent cx="101600" cy="95250"/>
                <wp:effectExtent l="0" t="0" r="0" b="0"/>
                <wp:wrapTopAndBottom/>
                <wp:docPr id="27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41476A94" id="Freeform 2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5.65pt,334.35pt,243.65pt,341.8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fy+g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4228465</wp:posOffset>
                </wp:positionV>
                <wp:extent cx="101600" cy="95250"/>
                <wp:effectExtent l="0" t="0" r="0" b="0"/>
                <wp:wrapTopAndBottom/>
                <wp:docPr id="2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B87E640" id="Freeform 21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3.15pt,332.95pt,261.15pt,340.4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d4+w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7653D29B" id="Line 215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2.8pt" to="195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2D9DD6E3" id="Line 216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22.8pt" to="303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z5HAIAADc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289560</wp:posOffset>
                </wp:positionV>
                <wp:extent cx="457200" cy="0"/>
                <wp:effectExtent l="0" t="0" r="0" b="0"/>
                <wp:wrapTopAndBottom/>
                <wp:docPr id="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0100C5F1" id="Line 2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pt,22.8pt" to="303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b4KQ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289560</wp:posOffset>
                </wp:positionV>
                <wp:extent cx="365760" cy="0"/>
                <wp:effectExtent l="0" t="0" r="0" b="0"/>
                <wp:wrapTopAndBottom/>
                <wp:docPr id="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6FF45A2F" id="Line 21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22.8pt" to="224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tf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198120</wp:posOffset>
                </wp:positionV>
                <wp:extent cx="548640" cy="274320"/>
                <wp:effectExtent l="0" t="0" r="0" b="0"/>
                <wp:wrapTopAndBottom/>
                <wp:docPr id="2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219" o:spid="_x0000_s1029" type="#_x0000_t202" style="position:absolute;left:0;text-align:left;margin-left:224.4pt;margin-top:15.6pt;width:43.2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 cm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4685665</wp:posOffset>
                </wp:positionV>
                <wp:extent cx="640080" cy="0"/>
                <wp:effectExtent l="0" t="0" r="0" b="0"/>
                <wp:wrapTopAndBottom/>
                <wp:docPr id="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43F7F734" id="Line 22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368.95pt" to="353.9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8251825</wp:posOffset>
                </wp:positionV>
                <wp:extent cx="1280160" cy="0"/>
                <wp:effectExtent l="0" t="0" r="0" b="0"/>
                <wp:wrapTopAndBottom/>
                <wp:docPr id="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3004E4B2" id="Line 2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649.75pt" to="404.3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u0FQIAACs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5043805</wp:posOffset>
                </wp:positionH>
                <wp:positionV relativeFrom="paragraph">
                  <wp:posOffset>5051425</wp:posOffset>
                </wp:positionV>
                <wp:extent cx="0" cy="3200400"/>
                <wp:effectExtent l="0" t="0" r="0" b="0"/>
                <wp:wrapTopAndBottom/>
                <wp:docPr id="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687FD1B8" id="Line 2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5pt,397.75pt" to="397.1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4411345</wp:posOffset>
                </wp:positionV>
                <wp:extent cx="274320" cy="640080"/>
                <wp:effectExtent l="0" t="0" r="0" b="0"/>
                <wp:wrapTopAndBottom/>
                <wp:docPr id="17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0 cm"/>
                              </w:smartTagPr>
                              <w:r>
                                <w:rPr>
                                  <w:sz w:val="32"/>
                                </w:rPr>
                                <w:t>100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224" o:spid="_x0000_s1030" type="#_x0000_t202" style="position:absolute;left:0;text-align:left;margin-left:389.95pt;margin-top:347.35pt;width:21.6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cm"/>
                        </w:smartTagPr>
                        <w:r>
                          <w:rPr>
                            <w:sz w:val="32"/>
                          </w:rPr>
                          <w:t>100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4403725</wp:posOffset>
                </wp:positionH>
                <wp:positionV relativeFrom="paragraph">
                  <wp:posOffset>3306445</wp:posOffset>
                </wp:positionV>
                <wp:extent cx="635" cy="1372235"/>
                <wp:effectExtent l="0" t="0" r="0" b="0"/>
                <wp:wrapTopAndBottom/>
                <wp:docPr id="1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7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32721FA2" id="Line 2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260.35pt" to="346.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2757805</wp:posOffset>
                </wp:positionV>
                <wp:extent cx="274320" cy="548640"/>
                <wp:effectExtent l="0" t="0" r="0" b="0"/>
                <wp:wrapTopAndBottom/>
                <wp:docPr id="15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rPr>
                                  <w:sz w:val="32"/>
                                </w:rP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226" o:spid="_x0000_s1031" type="#_x0000_t202" style="position:absolute;left:0;text-align:left;margin-left:339.55pt;margin-top:217.15pt;width:21.6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rPr>
                            <w:sz w:val="32"/>
                          </w:rPr>
                          <w:t>50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0" cy="365760"/>
                <wp:effectExtent l="0" t="0" r="0" b="0"/>
                <wp:wrapTopAndBottom/>
                <wp:docPr id="14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3D5DD4D9" id="Line 2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195.55pt,6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v0FAIAACo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0" cy="365760"/>
                <wp:effectExtent l="0" t="0" r="0" b="0"/>
                <wp:wrapTopAndBottom/>
                <wp:docPr id="13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1994AE23" id="Line 2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59.55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WFAIAACo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8392795</wp:posOffset>
                </wp:positionV>
                <wp:extent cx="138430" cy="224790"/>
                <wp:effectExtent l="0" t="0" r="0" b="0"/>
                <wp:wrapTopAndBottom/>
                <wp:docPr id="12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224790"/>
                        </a:xfrm>
                        <a:custGeom>
                          <a:avLst/>
                          <a:gdLst>
                            <a:gd name="T0" fmla="*/ 0 w 218"/>
                            <a:gd name="T1" fmla="*/ 0 h 354"/>
                            <a:gd name="T2" fmla="*/ 218 w 218"/>
                            <a:gd name="T3" fmla="*/ 354 h 3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8" h="354">
                              <a:moveTo>
                                <a:pt x="0" y="0"/>
                              </a:moveTo>
                              <a:lnTo>
                                <a:pt x="218" y="35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10DB859" id="Freeform 2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4.65pt,660.85pt,195.55pt,678.55pt" coordsize="218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" o:allowincell="f" filled="f">
                <v:stroke endarrow="classic"/>
                <v:path arrowok="t" o:connecttype="custom" o:connectlocs="0,0;138430,22479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7977505</wp:posOffset>
                </wp:positionV>
                <wp:extent cx="128270" cy="186690"/>
                <wp:effectExtent l="0" t="0" r="0" b="0"/>
                <wp:wrapTopAndBottom/>
                <wp:docPr id="10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86690"/>
                        </a:xfrm>
                        <a:custGeom>
                          <a:avLst/>
                          <a:gdLst>
                            <a:gd name="T0" fmla="*/ 202 w 202"/>
                            <a:gd name="T1" fmla="*/ 294 h 294"/>
                            <a:gd name="T2" fmla="*/ 0 w 202"/>
                            <a:gd name="T3" fmla="*/ 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2" h="294">
                              <a:moveTo>
                                <a:pt x="202" y="2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5287E82" id="Freeform 2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65pt,642.85pt,159.55pt,628.15pt" coordsize="202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" o:allowincell="f" filled="f">
                <v:stroke endarrow="classic"/>
                <v:path arrowok="t" o:connecttype="custom" o:connectlocs="128270,186690;0,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8158480</wp:posOffset>
                </wp:positionV>
                <wp:extent cx="548640" cy="274320"/>
                <wp:effectExtent l="0" t="0" r="0" b="0"/>
                <wp:wrapTopAndBottom/>
                <wp:docPr id="3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 cm"/>
                              </w:smartTagPr>
                              <w:r>
                                <w:rPr>
                                  <w:sz w:val="32"/>
                                </w:rPr>
                                <w:t>10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231" o:spid="_x0000_s1032" type="#_x0000_t202" style="position:absolute;left:0;text-align:left;margin-left:145.15pt;margin-top:642.4pt;width:43.2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 cm"/>
                        </w:smartTagPr>
                        <w:r>
                          <w:rPr>
                            <w:sz w:val="32"/>
                          </w:rPr>
                          <w:t>10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5234305</wp:posOffset>
                </wp:positionV>
                <wp:extent cx="915035" cy="2743200"/>
                <wp:effectExtent l="0" t="0" r="0" b="0"/>
                <wp:wrapTopAndBottom/>
                <wp:docPr id="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B3B" w:rsidRPr="00FF64B8" w:rsidRDefault="00956B3B" w:rsidP="00956B3B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56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Część do osadzenia w</w:t>
                            </w:r>
                            <w:r>
                              <w:rPr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gruncie</w:t>
                            </w:r>
                          </w:p>
                          <w:p w:rsidR="00956B3B" w:rsidRPr="00FF64B8" w:rsidRDefault="00956B3B" w:rsidP="00956B3B">
                            <w:r w:rsidRPr="00FF64B8">
                              <w:t>zaasfaltowana lepikiem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232" o:spid="_x0000_s1033" type="#_x0000_t202" style="position:absolute;left:0;text-align:left;margin-left:224.35pt;margin-top:412.15pt;width:72.05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" o:allowincell="f" stroked="f">
                <v:textbox style="layout-flow:vertical;mso-layout-flow-alt:bottom-to-top">
                  <w:txbxContent>
                    <w:p w:rsidR="00956B3B" w:rsidRPr="00FF64B8" w:rsidRDefault="00956B3B" w:rsidP="00956B3B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56"/>
                        <w:rPr>
                          <w:b w:val="0"/>
                          <w:sz w:val="24"/>
                          <w:szCs w:val="24"/>
                        </w:rPr>
                      </w:pP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Część do osadzenia w</w:t>
                      </w:r>
                      <w:r>
                        <w:rPr>
                          <w:b w:val="0"/>
                          <w:sz w:val="32"/>
                        </w:rPr>
                        <w:t xml:space="preserve"> </w:t>
                      </w: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gruncie</w:t>
                      </w:r>
                    </w:p>
                    <w:p w:rsidR="00956B3B" w:rsidRPr="00FF64B8" w:rsidRDefault="00956B3B" w:rsidP="00956B3B">
                      <w:r w:rsidRPr="00FF64B8">
                        <w:t>zaasfaltowana lepikiem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</w:t>
      </w:r>
    </w:p>
    <w:p w:rsidR="00C43E87" w:rsidRDefault="00C43E87" w:rsidP="00C43E87">
      <w:pPr>
        <w:spacing w:before="120"/>
        <w:jc w:val="center"/>
        <w:rPr>
          <w:b/>
        </w:rPr>
      </w:pPr>
      <w:r w:rsidRPr="004861F6">
        <w:rPr>
          <w:b/>
        </w:rPr>
        <w:t>Karta pomiaru zajęcia pasa drogowego</w:t>
      </w:r>
    </w:p>
    <w:p w:rsidR="00C43E87" w:rsidRDefault="00C43E87" w:rsidP="00C43E87">
      <w:pPr>
        <w:jc w:val="center"/>
        <w:rPr>
          <w:b/>
        </w:rPr>
      </w:pPr>
    </w:p>
    <w:p w:rsidR="00C43E87" w:rsidRPr="00DA0BE5" w:rsidRDefault="00C43E87" w:rsidP="00C43E87">
      <w:r w:rsidRPr="00DA0BE5">
        <w:t xml:space="preserve">Pas drogowy: działka ewidencyjna nr  </w:t>
      </w:r>
      <w:r>
        <w:t>…………….</w:t>
      </w:r>
      <w:r w:rsidRPr="00DA0BE5">
        <w:t xml:space="preserve">, </w:t>
      </w:r>
      <w:r>
        <w:tab/>
      </w:r>
      <w:r w:rsidRPr="00DA0BE5">
        <w:t xml:space="preserve">obręb </w:t>
      </w:r>
      <w:r>
        <w:t>………</w:t>
      </w:r>
      <w:r w:rsidR="006751C0">
        <w:t>……….gmina…………………</w:t>
      </w:r>
      <w:r w:rsidR="00505D2F">
        <w:t>ID</w:t>
      </w:r>
      <w:r w:rsidR="006751C0">
        <w:t>…</w:t>
      </w:r>
      <w:r w:rsidR="00BE61C9">
        <w:t>……..</w:t>
      </w:r>
    </w:p>
    <w:p w:rsidR="00C43E87" w:rsidRPr="00DA0BE5" w:rsidRDefault="00C43E87" w:rsidP="00C43E87">
      <w:r w:rsidRPr="00DA0BE5">
        <w:t xml:space="preserve">Działka sąsiadująca z pasem drogowym: </w:t>
      </w:r>
      <w:r>
        <w:t>……………,</w:t>
      </w:r>
      <w:r>
        <w:tab/>
        <w:t>obręb ……………</w:t>
      </w:r>
      <w:r w:rsidR="006751C0">
        <w:t>gmina</w:t>
      </w:r>
      <w:r>
        <w:t>……………</w:t>
      </w:r>
      <w:r w:rsidR="00505D2F">
        <w:t>ID</w:t>
      </w:r>
      <w:r>
        <w:t>……….</w:t>
      </w:r>
    </w:p>
    <w:p w:rsidR="00C43E87" w:rsidRDefault="00C43E87" w:rsidP="00C43E87">
      <w:r w:rsidRPr="00DA0BE5">
        <w:t>Dane właściciela (właścicieli) lub władającego (władających) nieruchomością sąsiadującą z pasem drogowym:</w:t>
      </w:r>
    </w:p>
    <w:p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50FA3D32" id="Łącznik prosty 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DBgfc2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:rsidR="00C43E87" w:rsidRDefault="00C43E87" w:rsidP="00C43E87"/>
    <w:p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6285908F" id="Łącznik prosty 7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IVQnw7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09E624EF" id="Łącznik prosty 8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5B088477" id="Łącznik prosty 11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 w:rsidR="0085202C"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F33EC9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</w:t>
            </w:r>
            <w:r w:rsidRPr="00A11231">
              <w:rPr>
                <w:rFonts w:ascii="Verdana" w:eastAsia="Calibri" w:hAnsi="Verdana"/>
                <w:sz w:val="18"/>
                <w:szCs w:val="18"/>
                <w:vertAlign w:val="superscript"/>
              </w:rPr>
              <w:t>2</w:t>
            </w:r>
            <w:r w:rsidRPr="00A11231">
              <w:rPr>
                <w:rFonts w:ascii="Verdana" w:eastAsia="Calibri" w:hAnsi="Verdana"/>
                <w:sz w:val="18"/>
                <w:szCs w:val="18"/>
              </w:rPr>
              <w:t>)</w:t>
            </w:r>
          </w:p>
        </w:tc>
      </w:tr>
      <w:tr w:rsidR="00C43E87" w:rsidRPr="004861F6" w:rsidTr="00A11231">
        <w:trPr>
          <w:trHeight w:val="298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7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3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66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:rsidTr="00A11231">
        <w:trPr>
          <w:trHeight w:val="270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:rsidR="00C43E87" w:rsidRDefault="00C43E87" w:rsidP="00C43E87">
      <w:pPr>
        <w:ind w:left="5664" w:firstLine="708"/>
        <w:rPr>
          <w:rFonts w:ascii="Verdana" w:hAnsi="Verdana"/>
          <w:sz w:val="16"/>
          <w:szCs w:val="16"/>
        </w:rPr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p w:rsidR="00C43E87" w:rsidRPr="00083F85" w:rsidRDefault="00C43E87" w:rsidP="00C43E87">
      <w:pPr>
        <w:pStyle w:val="Akapitzli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*uprawnienia </w:t>
      </w:r>
      <w:r w:rsidR="00392838">
        <w:rPr>
          <w:rFonts w:ascii="Verdana" w:hAnsi="Verdana"/>
          <w:sz w:val="16"/>
          <w:szCs w:val="16"/>
        </w:rPr>
        <w:t>zawodowe</w:t>
      </w:r>
      <w:r w:rsidR="00854FF6">
        <w:rPr>
          <w:rFonts w:ascii="Verdana" w:hAnsi="Verdana"/>
          <w:sz w:val="16"/>
          <w:szCs w:val="16"/>
        </w:rPr>
        <w:t xml:space="preserve"> z zakresu 2</w:t>
      </w:r>
    </w:p>
    <w:p w:rsidR="00A82DC4" w:rsidRDefault="00A82DC4" w:rsidP="00C43E87">
      <w:pPr>
        <w:spacing w:before="120"/>
        <w:jc w:val="right"/>
        <w:rPr>
          <w:rFonts w:ascii="Verdana" w:hAnsi="Verdana"/>
        </w:rPr>
      </w:pPr>
    </w:p>
    <w:p w:rsidR="00A82DC4" w:rsidRDefault="00A82DC4" w:rsidP="00C43E87">
      <w:pPr>
        <w:spacing w:before="120"/>
        <w:jc w:val="right"/>
        <w:rPr>
          <w:rFonts w:ascii="Verdana" w:hAnsi="Verdana"/>
        </w:rPr>
      </w:pPr>
    </w:p>
    <w:p w:rsidR="00A82DC4" w:rsidRDefault="00A82DC4" w:rsidP="00C43E87">
      <w:pPr>
        <w:spacing w:before="120"/>
        <w:jc w:val="right"/>
        <w:rPr>
          <w:rFonts w:ascii="Verdana" w:hAnsi="Verdana"/>
        </w:rPr>
      </w:pPr>
    </w:p>
    <w:p w:rsidR="00731082" w:rsidRDefault="00731082" w:rsidP="00C43E87">
      <w:pPr>
        <w:spacing w:before="120"/>
        <w:jc w:val="right"/>
        <w:rPr>
          <w:rFonts w:ascii="Verdana" w:hAnsi="Verdana"/>
        </w:rPr>
      </w:pPr>
    </w:p>
    <w:p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2a</w:t>
      </w:r>
    </w:p>
    <w:p w:rsidR="00C43E87" w:rsidRPr="004861F6" w:rsidRDefault="00C43E87" w:rsidP="00C43E87">
      <w:pPr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Kopia mapy zasadniczej lub ewidencyjnej skala 1:xxxx (może znajdować się na oddzielnej stronie)</w:t>
      </w:r>
    </w:p>
    <w:p w:rsidR="00C43E87" w:rsidRDefault="00C43E87" w:rsidP="00C43E87">
      <w:pPr>
        <w:spacing w:before="120"/>
      </w:pPr>
    </w:p>
    <w:p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t>Załącznik 2a</w:t>
      </w:r>
    </w:p>
    <w:p w:rsidR="00C43E87" w:rsidRDefault="00C43E87" w:rsidP="00C43E87">
      <w:pPr>
        <w:jc w:val="center"/>
        <w:rPr>
          <w:b/>
        </w:rPr>
      </w:pPr>
      <w:r>
        <w:rPr>
          <w:b/>
        </w:rPr>
        <w:t>(WZÓR)</w:t>
      </w:r>
    </w:p>
    <w:p w:rsidR="00C43E87" w:rsidRDefault="00C43E87" w:rsidP="00C43E87">
      <w:pPr>
        <w:jc w:val="center"/>
        <w:rPr>
          <w:b/>
        </w:rPr>
      </w:pPr>
      <w:r w:rsidRPr="004861F6">
        <w:rPr>
          <w:b/>
        </w:rPr>
        <w:t>Karta pomiaru zajęcia pasa drogowego</w:t>
      </w:r>
      <w:r>
        <w:rPr>
          <w:b/>
        </w:rPr>
        <w:t xml:space="preserve"> </w:t>
      </w:r>
    </w:p>
    <w:p w:rsidR="00C43E87" w:rsidRDefault="00C43E87" w:rsidP="00C43E87">
      <w:pPr>
        <w:jc w:val="center"/>
        <w:rPr>
          <w:b/>
        </w:rPr>
      </w:pPr>
    </w:p>
    <w:p w:rsidR="00C43E87" w:rsidRPr="00DA0BE5" w:rsidRDefault="00C43E87" w:rsidP="00C43E87">
      <w:r w:rsidRPr="00DA0BE5">
        <w:t xml:space="preserve">Pas drogowy: działka ewidencyjna nr  225, </w:t>
      </w:r>
      <w:r>
        <w:tab/>
      </w:r>
      <w:r w:rsidRPr="00DA0BE5">
        <w:t>obręb Rogoźniczka</w:t>
      </w:r>
      <w:r w:rsidR="008D0BDD">
        <w:t xml:space="preserve">             gmina</w:t>
      </w:r>
      <w:r w:rsidR="00422980">
        <w:t xml:space="preserve">             ID</w:t>
      </w:r>
    </w:p>
    <w:p w:rsidR="00C43E87" w:rsidRPr="00DA0BE5" w:rsidRDefault="00C43E87" w:rsidP="00C43E87">
      <w:r w:rsidRPr="00DA0BE5">
        <w:t>Działka sąsiadująca z pasem drogowym: 74/3,</w:t>
      </w:r>
      <w:r w:rsidR="001A5FB4">
        <w:t xml:space="preserve">  </w:t>
      </w:r>
      <w:r w:rsidRPr="00DA0BE5">
        <w:t>obręb Rogoźniczka</w:t>
      </w:r>
      <w:r w:rsidR="008D0BDD">
        <w:t xml:space="preserve">             gmina</w:t>
      </w:r>
      <w:r w:rsidR="00422980">
        <w:t xml:space="preserve">         ID</w:t>
      </w:r>
    </w:p>
    <w:p w:rsidR="00C43E87" w:rsidRDefault="00C43E87" w:rsidP="00C43E87">
      <w:r w:rsidRPr="00DA0BE5">
        <w:t>Dane właściciela (właścicieli) lub władającego (władających) nieruchomością sąsiadującą z pasem drogowym:</w:t>
      </w:r>
    </w:p>
    <w:p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3726D718" id="Łącznik prosty 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Cvmnpi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 Jan Kowalski</w:t>
      </w:r>
      <w:r>
        <w:tab/>
      </w:r>
      <w:r>
        <w:tab/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 Jan Nowak</w:t>
      </w:r>
    </w:p>
    <w:p w:rsidR="00C43E87" w:rsidRDefault="00C43E87" w:rsidP="00C43E87">
      <w:r>
        <w:t>Adres: ul. Piękna 1</w:t>
      </w:r>
      <w:r>
        <w:tab/>
      </w:r>
      <w:r>
        <w:tab/>
      </w:r>
      <w:r>
        <w:tab/>
      </w:r>
      <w:r>
        <w:tab/>
        <w:t>Adres:</w:t>
      </w:r>
      <w:r w:rsidR="00A17B55">
        <w:t xml:space="preserve"> </w:t>
      </w:r>
      <w:r>
        <w:t>ul. Brzydka 1</w:t>
      </w:r>
    </w:p>
    <w:p w:rsidR="00C43E87" w:rsidRPr="00DA0BE5" w:rsidRDefault="00C43E87" w:rsidP="00C43E87">
      <w:r>
        <w:t>00-201</w:t>
      </w:r>
      <w:r>
        <w:tab/>
        <w:t>Warszawa</w:t>
      </w:r>
      <w:r>
        <w:tab/>
      </w:r>
      <w:r>
        <w:tab/>
      </w:r>
      <w:r>
        <w:tab/>
      </w:r>
      <w:r>
        <w:tab/>
        <w:t>00-201 Warszawa</w:t>
      </w:r>
    </w:p>
    <w:p w:rsidR="00C43E87" w:rsidRDefault="00C43E87" w:rsidP="00C43E87"/>
    <w:p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:……………………</w:t>
      </w:r>
      <w:r w:rsidR="00A17B55">
        <w:t>..</w:t>
      </w:r>
      <w:r>
        <w:t>………</w:t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:……</w:t>
      </w:r>
      <w:r w:rsidR="00A17B55">
        <w:t>……</w:t>
      </w:r>
      <w:r>
        <w:t>…………………………………</w:t>
      </w:r>
    </w:p>
    <w:p w:rsidR="00C43E87" w:rsidRDefault="00C43E87" w:rsidP="00C43E87">
      <w:r>
        <w:t>Adres:……………………………………….</w:t>
      </w:r>
      <w:r>
        <w:tab/>
        <w:t>Adres:…………………</w:t>
      </w:r>
      <w:r w:rsidR="00A17B55">
        <w:t>.</w:t>
      </w:r>
      <w:r>
        <w:t>………………………………….</w:t>
      </w:r>
    </w:p>
    <w:p w:rsidR="00C43E87" w:rsidRPr="00DA0BE5" w:rsidRDefault="00C43E87" w:rsidP="00C43E87">
      <w:r>
        <w:t>…………………………………</w:t>
      </w:r>
      <w:r w:rsidR="00A17B55">
        <w:t>…</w:t>
      </w:r>
      <w:r>
        <w:t>…………</w:t>
      </w:r>
      <w:r>
        <w:tab/>
        <w:t>…………………</w:t>
      </w:r>
      <w:r w:rsidR="00A17B55">
        <w:t>…</w:t>
      </w:r>
      <w:r>
        <w:t>…</w:t>
      </w:r>
      <w:r w:rsidR="00A17B55">
        <w:t>…</w:t>
      </w:r>
      <w:r>
        <w:t>………………………………….</w:t>
      </w:r>
    </w:p>
    <w:p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1E06F87B" id="Łącznik prosty 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Flmhaf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251A3AC3" id="Łącznik prosty 4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:rsidR="00C43E87" w:rsidRPr="00DA0BE5" w:rsidRDefault="00EF6DDE" w:rsidP="00C43E87">
      <w:pPr>
        <w:spacing w:before="120"/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5488940" cy="2827020"/>
            <wp:effectExtent l="19050" t="19050" r="0" b="0"/>
            <wp:wrapNone/>
            <wp:docPr id="23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940" cy="2827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Pr="00DA0BE5" w:rsidRDefault="00C43E87" w:rsidP="00C43E87">
      <w:pPr>
        <w:spacing w:before="120"/>
      </w:pPr>
    </w:p>
    <w:p w:rsidR="00C43E87" w:rsidRDefault="00C43E87" w:rsidP="00C43E87">
      <w:pPr>
        <w:spacing w:before="120"/>
      </w:pPr>
    </w:p>
    <w:p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252938A1" id="Łącznik prosty 6" o:spid="_x0000_s1026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:rsidR="007272B9" w:rsidRDefault="007272B9" w:rsidP="00C43E87">
      <w:pPr>
        <w:spacing w:before="120"/>
        <w:rPr>
          <w:rFonts w:ascii="Verdana" w:hAnsi="Verdana"/>
          <w:b/>
          <w:sz w:val="18"/>
          <w:szCs w:val="18"/>
        </w:rPr>
      </w:pPr>
    </w:p>
    <w:p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6025AE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(m2)</w:t>
            </w:r>
          </w:p>
        </w:tc>
      </w:tr>
      <w:tr w:rsidR="00C43E87" w:rsidRPr="004861F6" w:rsidTr="00A11231">
        <w:trPr>
          <w:trHeight w:val="298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1 (np. płot na cokole)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7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2 (np. brama, altana itp.)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1 (np. szafka oświetleniowa)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2 (np. szafka oświetleniowa)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34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1 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66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2 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:rsidTr="00A11231">
        <w:trPr>
          <w:trHeight w:val="270"/>
        </w:trPr>
        <w:tc>
          <w:tcPr>
            <w:tcW w:w="54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Zajęcie na prawach wyłączności</w:t>
            </w:r>
          </w:p>
        </w:tc>
        <w:tc>
          <w:tcPr>
            <w:tcW w:w="2977" w:type="dxa"/>
            <w:shd w:val="clear" w:color="auto" w:fill="auto"/>
          </w:tcPr>
          <w:p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</w:tbl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:rsidR="00956B3B" w:rsidRPr="00956B3B" w:rsidRDefault="00C43E87" w:rsidP="00A82DC4">
      <w:pPr>
        <w:ind w:left="5664" w:firstLine="708"/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sectPr w:rsidR="00956B3B" w:rsidRPr="00956B3B" w:rsidSect="00CB2C7B">
      <w:headerReference w:type="even" r:id="rId14"/>
      <w:headerReference w:type="first" r:id="rId15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9A" w:rsidRDefault="00C6369A">
      <w:r>
        <w:separator/>
      </w:r>
    </w:p>
  </w:endnote>
  <w:endnote w:type="continuationSeparator" w:id="0">
    <w:p w:rsidR="00C6369A" w:rsidRDefault="00C6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9A" w:rsidRDefault="00C6369A">
      <w:r>
        <w:separator/>
      </w:r>
    </w:p>
  </w:footnote>
  <w:footnote w:type="continuationSeparator" w:id="0">
    <w:p w:rsidR="00C6369A" w:rsidRDefault="00C63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7A0C4A" w:rsidTr="00946604">
      <w:tc>
        <w:tcPr>
          <w:tcW w:w="1771" w:type="dxa"/>
        </w:tcPr>
        <w:p w:rsidR="007A0C4A" w:rsidRPr="00EF6DDE" w:rsidRDefault="00BA0C5D" w:rsidP="001C7EA5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</w:t>
          </w:r>
          <w:r w:rsidR="00946604" w:rsidRPr="00EF6DDE">
            <w:rPr>
              <w:rFonts w:ascii="Verdana" w:hAnsi="Verdana"/>
              <w:b/>
              <w:sz w:val="20"/>
            </w:rPr>
            <w:t>P</w:t>
          </w:r>
          <w:r w:rsidR="001C7EA5" w:rsidRPr="00EF6DDE">
            <w:rPr>
              <w:rFonts w:ascii="Verdana" w:hAnsi="Verdana"/>
              <w:b/>
              <w:sz w:val="20"/>
            </w:rPr>
            <w:t>.</w:t>
          </w:r>
          <w:r w:rsidR="00946604" w:rsidRPr="00EF6DDE">
            <w:rPr>
              <w:rFonts w:ascii="Verdana" w:hAnsi="Verdana"/>
              <w:b/>
              <w:sz w:val="20"/>
            </w:rPr>
            <w:t>30</w:t>
          </w:r>
          <w:r w:rsidR="003C2A0B" w:rsidRPr="00EF6DDE">
            <w:rPr>
              <w:rFonts w:ascii="Verdana" w:hAnsi="Verdana"/>
              <w:b/>
              <w:sz w:val="20"/>
            </w:rPr>
            <w:t>.30.00</w:t>
          </w:r>
        </w:p>
      </w:tc>
      <w:tc>
        <w:tcPr>
          <w:tcW w:w="5954" w:type="dxa"/>
        </w:tcPr>
        <w:p w:rsidR="007A0C4A" w:rsidRPr="00EF6DDE" w:rsidRDefault="00907FBA" w:rsidP="00907FBA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:rsidR="007A0C4A" w:rsidRPr="00EF6DDE" w:rsidRDefault="007A0C4A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325E23">
            <w:rPr>
              <w:rStyle w:val="Numerstrony"/>
              <w:rFonts w:ascii="Verdana" w:hAnsi="Verdana"/>
              <w:noProof/>
              <w:sz w:val="20"/>
            </w:rPr>
            <w:t>13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:rsidR="007A0C4A" w:rsidRDefault="007A0C4A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C4A" w:rsidRDefault="007A0C4A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7A0C4A">
      <w:tc>
        <w:tcPr>
          <w:tcW w:w="921" w:type="dxa"/>
        </w:tcPr>
        <w:p w:rsidR="007A0C4A" w:rsidRDefault="007A0C4A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:rsidR="007A0C4A" w:rsidRDefault="007A0C4A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E36387" w:rsidTr="00353ABE">
      <w:tc>
        <w:tcPr>
          <w:tcW w:w="1771" w:type="dxa"/>
        </w:tcPr>
        <w:p w:rsidR="00E36387" w:rsidRPr="00EF6DDE" w:rsidRDefault="00E36387" w:rsidP="00E36387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SP.30.30.00</w:t>
          </w:r>
        </w:p>
      </w:tc>
      <w:tc>
        <w:tcPr>
          <w:tcW w:w="5954" w:type="dxa"/>
        </w:tcPr>
        <w:p w:rsidR="00E36387" w:rsidRPr="00EF6DDE" w:rsidRDefault="00E36387" w:rsidP="00E36387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:rsidR="00E36387" w:rsidRPr="00EF6DDE" w:rsidRDefault="00E36387" w:rsidP="00E36387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325E23">
            <w:rPr>
              <w:rStyle w:val="Numerstrony"/>
              <w:rFonts w:ascii="Verdana" w:hAnsi="Verdana"/>
              <w:noProof/>
              <w:sz w:val="20"/>
            </w:rPr>
            <w:t>3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:rsidR="00E36387" w:rsidRDefault="00E3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F3083F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470631E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3EED3D2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CF00CDB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4EEC3DB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FFFC1C0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2C32E93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EB67B7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0E2934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6E041D0"/>
    <w:multiLevelType w:val="hybridMultilevel"/>
    <w:tmpl w:val="1AA81494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A82141"/>
    <w:multiLevelType w:val="multilevel"/>
    <w:tmpl w:val="5C1034F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FA74348"/>
    <w:multiLevelType w:val="hybridMultilevel"/>
    <w:tmpl w:val="A6521FF2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11ACA"/>
    <w:multiLevelType w:val="hybridMultilevel"/>
    <w:tmpl w:val="F89625C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A16FD"/>
    <w:multiLevelType w:val="hybridMultilevel"/>
    <w:tmpl w:val="5FB4C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3B36649"/>
    <w:multiLevelType w:val="hybridMultilevel"/>
    <w:tmpl w:val="70C817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0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17"/>
  </w:num>
  <w:num w:numId="7">
    <w:abstractNumId w:val="19"/>
  </w:num>
  <w:num w:numId="8">
    <w:abstractNumId w:val="8"/>
  </w:num>
  <w:num w:numId="9">
    <w:abstractNumId w:val="16"/>
  </w:num>
  <w:num w:numId="10">
    <w:abstractNumId w:val="7"/>
  </w:num>
  <w:num w:numId="11">
    <w:abstractNumId w:val="14"/>
  </w:num>
  <w:num w:numId="12">
    <w:abstractNumId w:val="12"/>
  </w:num>
  <w:num w:numId="13">
    <w:abstractNumId w:val="4"/>
  </w:num>
  <w:num w:numId="14">
    <w:abstractNumId w:val="2"/>
  </w:num>
  <w:num w:numId="15">
    <w:abstractNumId w:val="13"/>
  </w:num>
  <w:num w:numId="16">
    <w:abstractNumId w:val="7"/>
  </w:num>
  <w:num w:numId="17">
    <w:abstractNumId w:val="11"/>
  </w:num>
  <w:num w:numId="18">
    <w:abstractNumId w:val="20"/>
  </w:num>
  <w:num w:numId="19">
    <w:abstractNumId w:val="6"/>
  </w:num>
  <w:num w:numId="20">
    <w:abstractNumId w:val="10"/>
  </w:num>
  <w:num w:numId="21">
    <w:abstractNumId w:val="5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B8"/>
    <w:rsid w:val="000063B0"/>
    <w:rsid w:val="00014B85"/>
    <w:rsid w:val="000151BA"/>
    <w:rsid w:val="0001530B"/>
    <w:rsid w:val="00016BB5"/>
    <w:rsid w:val="00021B0F"/>
    <w:rsid w:val="00022566"/>
    <w:rsid w:val="0002386A"/>
    <w:rsid w:val="00026842"/>
    <w:rsid w:val="000271B4"/>
    <w:rsid w:val="00033C74"/>
    <w:rsid w:val="00034AF6"/>
    <w:rsid w:val="00035F20"/>
    <w:rsid w:val="0003631C"/>
    <w:rsid w:val="00036801"/>
    <w:rsid w:val="00041AB2"/>
    <w:rsid w:val="000511ED"/>
    <w:rsid w:val="0005267D"/>
    <w:rsid w:val="000530D9"/>
    <w:rsid w:val="000639EF"/>
    <w:rsid w:val="00071F03"/>
    <w:rsid w:val="00072F83"/>
    <w:rsid w:val="0007507C"/>
    <w:rsid w:val="00081F8E"/>
    <w:rsid w:val="000824B0"/>
    <w:rsid w:val="00082A44"/>
    <w:rsid w:val="00084AC3"/>
    <w:rsid w:val="00085E20"/>
    <w:rsid w:val="000879BF"/>
    <w:rsid w:val="0009276F"/>
    <w:rsid w:val="00095940"/>
    <w:rsid w:val="00096E43"/>
    <w:rsid w:val="000A28CE"/>
    <w:rsid w:val="000A3623"/>
    <w:rsid w:val="000A6214"/>
    <w:rsid w:val="000A7506"/>
    <w:rsid w:val="000C16C7"/>
    <w:rsid w:val="000C79E3"/>
    <w:rsid w:val="000C7CD7"/>
    <w:rsid w:val="000D036C"/>
    <w:rsid w:val="000D17FC"/>
    <w:rsid w:val="000D3C93"/>
    <w:rsid w:val="000E56CC"/>
    <w:rsid w:val="000E7A61"/>
    <w:rsid w:val="000F00A0"/>
    <w:rsid w:val="000F224C"/>
    <w:rsid w:val="000F585A"/>
    <w:rsid w:val="001007AA"/>
    <w:rsid w:val="0010346F"/>
    <w:rsid w:val="00104FC9"/>
    <w:rsid w:val="00110308"/>
    <w:rsid w:val="00114032"/>
    <w:rsid w:val="00114C63"/>
    <w:rsid w:val="0013066A"/>
    <w:rsid w:val="00130AF6"/>
    <w:rsid w:val="00136ABC"/>
    <w:rsid w:val="00140458"/>
    <w:rsid w:val="0014069B"/>
    <w:rsid w:val="00140F3A"/>
    <w:rsid w:val="00143F88"/>
    <w:rsid w:val="0015470E"/>
    <w:rsid w:val="00160C99"/>
    <w:rsid w:val="00160F1B"/>
    <w:rsid w:val="00163B3A"/>
    <w:rsid w:val="00167628"/>
    <w:rsid w:val="00181397"/>
    <w:rsid w:val="00191205"/>
    <w:rsid w:val="001915FD"/>
    <w:rsid w:val="00197948"/>
    <w:rsid w:val="001A000F"/>
    <w:rsid w:val="001A5FB4"/>
    <w:rsid w:val="001B41DB"/>
    <w:rsid w:val="001B5B93"/>
    <w:rsid w:val="001C0482"/>
    <w:rsid w:val="001C04CF"/>
    <w:rsid w:val="001C5EF0"/>
    <w:rsid w:val="001C778C"/>
    <w:rsid w:val="001C7EA5"/>
    <w:rsid w:val="001D04F3"/>
    <w:rsid w:val="001D3555"/>
    <w:rsid w:val="001E0795"/>
    <w:rsid w:val="001E1F17"/>
    <w:rsid w:val="001E60AA"/>
    <w:rsid w:val="001E613F"/>
    <w:rsid w:val="001F459A"/>
    <w:rsid w:val="001F4FFF"/>
    <w:rsid w:val="001F6220"/>
    <w:rsid w:val="002014A2"/>
    <w:rsid w:val="002059CA"/>
    <w:rsid w:val="002106CC"/>
    <w:rsid w:val="00211F1E"/>
    <w:rsid w:val="00212F5F"/>
    <w:rsid w:val="002155A9"/>
    <w:rsid w:val="00217F19"/>
    <w:rsid w:val="002216F8"/>
    <w:rsid w:val="00222209"/>
    <w:rsid w:val="002231FF"/>
    <w:rsid w:val="00223830"/>
    <w:rsid w:val="0022512C"/>
    <w:rsid w:val="0023036A"/>
    <w:rsid w:val="00230C26"/>
    <w:rsid w:val="0023532D"/>
    <w:rsid w:val="00235A05"/>
    <w:rsid w:val="002415B4"/>
    <w:rsid w:val="00241D68"/>
    <w:rsid w:val="0025280F"/>
    <w:rsid w:val="00255739"/>
    <w:rsid w:val="00255B64"/>
    <w:rsid w:val="00262A75"/>
    <w:rsid w:val="00262B6A"/>
    <w:rsid w:val="0026680D"/>
    <w:rsid w:val="00266B44"/>
    <w:rsid w:val="00275804"/>
    <w:rsid w:val="00280964"/>
    <w:rsid w:val="00281302"/>
    <w:rsid w:val="00281D7F"/>
    <w:rsid w:val="00282098"/>
    <w:rsid w:val="00285BA5"/>
    <w:rsid w:val="00286B1A"/>
    <w:rsid w:val="00287B0C"/>
    <w:rsid w:val="00294BAA"/>
    <w:rsid w:val="002975E3"/>
    <w:rsid w:val="002A3C03"/>
    <w:rsid w:val="002B0E07"/>
    <w:rsid w:val="002B0F23"/>
    <w:rsid w:val="002B637C"/>
    <w:rsid w:val="002C0099"/>
    <w:rsid w:val="002C00A5"/>
    <w:rsid w:val="002C063E"/>
    <w:rsid w:val="002C1283"/>
    <w:rsid w:val="002C5730"/>
    <w:rsid w:val="002D367F"/>
    <w:rsid w:val="002D4F34"/>
    <w:rsid w:val="002E27BE"/>
    <w:rsid w:val="002E2B8E"/>
    <w:rsid w:val="002E2D45"/>
    <w:rsid w:val="002E4B91"/>
    <w:rsid w:val="002E4DEC"/>
    <w:rsid w:val="002E4EC7"/>
    <w:rsid w:val="002E5520"/>
    <w:rsid w:val="002E766C"/>
    <w:rsid w:val="003008C0"/>
    <w:rsid w:val="00301A70"/>
    <w:rsid w:val="0030733F"/>
    <w:rsid w:val="00310F3C"/>
    <w:rsid w:val="00312C31"/>
    <w:rsid w:val="00314FF2"/>
    <w:rsid w:val="00316F8C"/>
    <w:rsid w:val="0032143D"/>
    <w:rsid w:val="00323080"/>
    <w:rsid w:val="00325E23"/>
    <w:rsid w:val="003304ED"/>
    <w:rsid w:val="0034604D"/>
    <w:rsid w:val="00351170"/>
    <w:rsid w:val="003514D7"/>
    <w:rsid w:val="0035190D"/>
    <w:rsid w:val="00352455"/>
    <w:rsid w:val="00352CC3"/>
    <w:rsid w:val="003534C4"/>
    <w:rsid w:val="00356211"/>
    <w:rsid w:val="00360779"/>
    <w:rsid w:val="00365602"/>
    <w:rsid w:val="00367983"/>
    <w:rsid w:val="0037062A"/>
    <w:rsid w:val="0037135D"/>
    <w:rsid w:val="00373523"/>
    <w:rsid w:val="00374738"/>
    <w:rsid w:val="00386A8F"/>
    <w:rsid w:val="00392838"/>
    <w:rsid w:val="003944FC"/>
    <w:rsid w:val="00395141"/>
    <w:rsid w:val="00396D96"/>
    <w:rsid w:val="003A754F"/>
    <w:rsid w:val="003B06B1"/>
    <w:rsid w:val="003B0993"/>
    <w:rsid w:val="003B2113"/>
    <w:rsid w:val="003B27AB"/>
    <w:rsid w:val="003B36D9"/>
    <w:rsid w:val="003C248F"/>
    <w:rsid w:val="003C2A0B"/>
    <w:rsid w:val="003C41F1"/>
    <w:rsid w:val="003D161A"/>
    <w:rsid w:val="003D3EFF"/>
    <w:rsid w:val="003D79AC"/>
    <w:rsid w:val="003F11CF"/>
    <w:rsid w:val="003F3412"/>
    <w:rsid w:val="003F689C"/>
    <w:rsid w:val="003F6F10"/>
    <w:rsid w:val="00401502"/>
    <w:rsid w:val="00404032"/>
    <w:rsid w:val="00410395"/>
    <w:rsid w:val="00410FBB"/>
    <w:rsid w:val="004112B6"/>
    <w:rsid w:val="00417227"/>
    <w:rsid w:val="00422980"/>
    <w:rsid w:val="004246BF"/>
    <w:rsid w:val="00426BFE"/>
    <w:rsid w:val="00433CC7"/>
    <w:rsid w:val="00437D41"/>
    <w:rsid w:val="00441E13"/>
    <w:rsid w:val="00442215"/>
    <w:rsid w:val="004469D8"/>
    <w:rsid w:val="004534C9"/>
    <w:rsid w:val="00460260"/>
    <w:rsid w:val="00462601"/>
    <w:rsid w:val="00462B88"/>
    <w:rsid w:val="00463042"/>
    <w:rsid w:val="00463FD7"/>
    <w:rsid w:val="00464970"/>
    <w:rsid w:val="004662CE"/>
    <w:rsid w:val="004732FA"/>
    <w:rsid w:val="004832A9"/>
    <w:rsid w:val="004835D0"/>
    <w:rsid w:val="00487077"/>
    <w:rsid w:val="00490385"/>
    <w:rsid w:val="00493960"/>
    <w:rsid w:val="004945B7"/>
    <w:rsid w:val="00494A11"/>
    <w:rsid w:val="00495BD1"/>
    <w:rsid w:val="004A08F6"/>
    <w:rsid w:val="004A1508"/>
    <w:rsid w:val="004A647D"/>
    <w:rsid w:val="004A79DD"/>
    <w:rsid w:val="004A7D3A"/>
    <w:rsid w:val="004B14B8"/>
    <w:rsid w:val="004B2B64"/>
    <w:rsid w:val="004B53CC"/>
    <w:rsid w:val="004B61C5"/>
    <w:rsid w:val="004B76BA"/>
    <w:rsid w:val="004C2AE0"/>
    <w:rsid w:val="004C542C"/>
    <w:rsid w:val="004C60FA"/>
    <w:rsid w:val="004C6AB3"/>
    <w:rsid w:val="004C7C30"/>
    <w:rsid w:val="004D20F4"/>
    <w:rsid w:val="004D2DED"/>
    <w:rsid w:val="004D3CBC"/>
    <w:rsid w:val="004D5EF4"/>
    <w:rsid w:val="004D6734"/>
    <w:rsid w:val="004D7800"/>
    <w:rsid w:val="004E2604"/>
    <w:rsid w:val="004E4129"/>
    <w:rsid w:val="004E7788"/>
    <w:rsid w:val="004F054A"/>
    <w:rsid w:val="004F5DF2"/>
    <w:rsid w:val="004F64E7"/>
    <w:rsid w:val="004F71DB"/>
    <w:rsid w:val="00504016"/>
    <w:rsid w:val="00505D2F"/>
    <w:rsid w:val="00510E00"/>
    <w:rsid w:val="005166F5"/>
    <w:rsid w:val="00520A9B"/>
    <w:rsid w:val="00525002"/>
    <w:rsid w:val="00530D50"/>
    <w:rsid w:val="00535324"/>
    <w:rsid w:val="00537B46"/>
    <w:rsid w:val="00543115"/>
    <w:rsid w:val="00547FBB"/>
    <w:rsid w:val="00551B08"/>
    <w:rsid w:val="0055459C"/>
    <w:rsid w:val="00561C23"/>
    <w:rsid w:val="00563C10"/>
    <w:rsid w:val="00564316"/>
    <w:rsid w:val="005657D5"/>
    <w:rsid w:val="00575232"/>
    <w:rsid w:val="005766BF"/>
    <w:rsid w:val="00581D3A"/>
    <w:rsid w:val="005878D5"/>
    <w:rsid w:val="00590121"/>
    <w:rsid w:val="00593E68"/>
    <w:rsid w:val="00595954"/>
    <w:rsid w:val="005A187D"/>
    <w:rsid w:val="005A2857"/>
    <w:rsid w:val="005A41E4"/>
    <w:rsid w:val="005A6285"/>
    <w:rsid w:val="005A732E"/>
    <w:rsid w:val="005B3209"/>
    <w:rsid w:val="005C394D"/>
    <w:rsid w:val="005C5214"/>
    <w:rsid w:val="005C7CF3"/>
    <w:rsid w:val="005D02A0"/>
    <w:rsid w:val="005D33BA"/>
    <w:rsid w:val="005D41A2"/>
    <w:rsid w:val="005D70D0"/>
    <w:rsid w:val="005E0827"/>
    <w:rsid w:val="005E52F4"/>
    <w:rsid w:val="005E7968"/>
    <w:rsid w:val="005E7E98"/>
    <w:rsid w:val="005F41E0"/>
    <w:rsid w:val="0060181C"/>
    <w:rsid w:val="006025AE"/>
    <w:rsid w:val="00605F4F"/>
    <w:rsid w:val="00606AAF"/>
    <w:rsid w:val="00610DA3"/>
    <w:rsid w:val="006114FE"/>
    <w:rsid w:val="006116A3"/>
    <w:rsid w:val="00617BC0"/>
    <w:rsid w:val="0062559E"/>
    <w:rsid w:val="0062673A"/>
    <w:rsid w:val="006315E3"/>
    <w:rsid w:val="00634537"/>
    <w:rsid w:val="00636AE1"/>
    <w:rsid w:val="00644EB4"/>
    <w:rsid w:val="00657143"/>
    <w:rsid w:val="00660458"/>
    <w:rsid w:val="00661AF2"/>
    <w:rsid w:val="00663302"/>
    <w:rsid w:val="006647ED"/>
    <w:rsid w:val="006655A4"/>
    <w:rsid w:val="00666E41"/>
    <w:rsid w:val="00666FA2"/>
    <w:rsid w:val="00672151"/>
    <w:rsid w:val="0067294D"/>
    <w:rsid w:val="00673FDD"/>
    <w:rsid w:val="006751C0"/>
    <w:rsid w:val="00677ED1"/>
    <w:rsid w:val="00692B7D"/>
    <w:rsid w:val="00697E0E"/>
    <w:rsid w:val="006B20A2"/>
    <w:rsid w:val="006B2128"/>
    <w:rsid w:val="006B26B8"/>
    <w:rsid w:val="006C357D"/>
    <w:rsid w:val="006C6BDC"/>
    <w:rsid w:val="006D04FC"/>
    <w:rsid w:val="006D245E"/>
    <w:rsid w:val="006D7161"/>
    <w:rsid w:val="006D7369"/>
    <w:rsid w:val="006E179A"/>
    <w:rsid w:val="006E2CA9"/>
    <w:rsid w:val="006E626E"/>
    <w:rsid w:val="006F052C"/>
    <w:rsid w:val="006F1EB8"/>
    <w:rsid w:val="006F5A48"/>
    <w:rsid w:val="00700309"/>
    <w:rsid w:val="00703672"/>
    <w:rsid w:val="00704340"/>
    <w:rsid w:val="00704702"/>
    <w:rsid w:val="00705C54"/>
    <w:rsid w:val="007129BA"/>
    <w:rsid w:val="00713889"/>
    <w:rsid w:val="00713D3F"/>
    <w:rsid w:val="00714BC9"/>
    <w:rsid w:val="00716C31"/>
    <w:rsid w:val="00717154"/>
    <w:rsid w:val="007244EF"/>
    <w:rsid w:val="007272B9"/>
    <w:rsid w:val="00731082"/>
    <w:rsid w:val="00733493"/>
    <w:rsid w:val="00735E17"/>
    <w:rsid w:val="00740713"/>
    <w:rsid w:val="00742B2A"/>
    <w:rsid w:val="00742BFE"/>
    <w:rsid w:val="007436BD"/>
    <w:rsid w:val="007437A1"/>
    <w:rsid w:val="00747CF0"/>
    <w:rsid w:val="00750673"/>
    <w:rsid w:val="00754771"/>
    <w:rsid w:val="007604AC"/>
    <w:rsid w:val="00761694"/>
    <w:rsid w:val="00765A11"/>
    <w:rsid w:val="007678AB"/>
    <w:rsid w:val="00775FD6"/>
    <w:rsid w:val="007806A3"/>
    <w:rsid w:val="007809B2"/>
    <w:rsid w:val="00784F73"/>
    <w:rsid w:val="00785B44"/>
    <w:rsid w:val="00794055"/>
    <w:rsid w:val="00794F99"/>
    <w:rsid w:val="007963C5"/>
    <w:rsid w:val="00796F98"/>
    <w:rsid w:val="00797EFD"/>
    <w:rsid w:val="007A0C4A"/>
    <w:rsid w:val="007A465D"/>
    <w:rsid w:val="007A5102"/>
    <w:rsid w:val="007A5580"/>
    <w:rsid w:val="007B6273"/>
    <w:rsid w:val="007C2D4B"/>
    <w:rsid w:val="007C6FF0"/>
    <w:rsid w:val="007C7B18"/>
    <w:rsid w:val="007D11B3"/>
    <w:rsid w:val="007D1D68"/>
    <w:rsid w:val="007D6E5A"/>
    <w:rsid w:val="007D7C73"/>
    <w:rsid w:val="007E1FD0"/>
    <w:rsid w:val="007E3C9B"/>
    <w:rsid w:val="007E3F54"/>
    <w:rsid w:val="007E50AB"/>
    <w:rsid w:val="007F09A1"/>
    <w:rsid w:val="007F5971"/>
    <w:rsid w:val="00800707"/>
    <w:rsid w:val="00804684"/>
    <w:rsid w:val="00806693"/>
    <w:rsid w:val="00807608"/>
    <w:rsid w:val="00812A82"/>
    <w:rsid w:val="008138B4"/>
    <w:rsid w:val="0081564B"/>
    <w:rsid w:val="00817C4B"/>
    <w:rsid w:val="00823452"/>
    <w:rsid w:val="00825322"/>
    <w:rsid w:val="008257C2"/>
    <w:rsid w:val="00830A91"/>
    <w:rsid w:val="00833F8E"/>
    <w:rsid w:val="00834A0F"/>
    <w:rsid w:val="00835C2A"/>
    <w:rsid w:val="008361A1"/>
    <w:rsid w:val="00840D22"/>
    <w:rsid w:val="008460E1"/>
    <w:rsid w:val="008468C7"/>
    <w:rsid w:val="00846B95"/>
    <w:rsid w:val="0085202C"/>
    <w:rsid w:val="008532B0"/>
    <w:rsid w:val="00854FF6"/>
    <w:rsid w:val="00855979"/>
    <w:rsid w:val="00856C63"/>
    <w:rsid w:val="008575E6"/>
    <w:rsid w:val="008710F6"/>
    <w:rsid w:val="00871684"/>
    <w:rsid w:val="008748C2"/>
    <w:rsid w:val="00876C80"/>
    <w:rsid w:val="00877DF4"/>
    <w:rsid w:val="00883374"/>
    <w:rsid w:val="0088614B"/>
    <w:rsid w:val="008906AC"/>
    <w:rsid w:val="008A4630"/>
    <w:rsid w:val="008A4C98"/>
    <w:rsid w:val="008B277B"/>
    <w:rsid w:val="008B5E84"/>
    <w:rsid w:val="008C281D"/>
    <w:rsid w:val="008C67EB"/>
    <w:rsid w:val="008D0BDD"/>
    <w:rsid w:val="008D74D6"/>
    <w:rsid w:val="008F0D4C"/>
    <w:rsid w:val="008F4DCD"/>
    <w:rsid w:val="0090054C"/>
    <w:rsid w:val="0090130C"/>
    <w:rsid w:val="009016D5"/>
    <w:rsid w:val="009020CF"/>
    <w:rsid w:val="00905C5C"/>
    <w:rsid w:val="00905D95"/>
    <w:rsid w:val="00906474"/>
    <w:rsid w:val="00907AE8"/>
    <w:rsid w:val="00907FBA"/>
    <w:rsid w:val="00910799"/>
    <w:rsid w:val="0092041F"/>
    <w:rsid w:val="00943095"/>
    <w:rsid w:val="00943A97"/>
    <w:rsid w:val="00946604"/>
    <w:rsid w:val="0095228B"/>
    <w:rsid w:val="00952C62"/>
    <w:rsid w:val="00952C72"/>
    <w:rsid w:val="009538B3"/>
    <w:rsid w:val="0095482E"/>
    <w:rsid w:val="00956B3B"/>
    <w:rsid w:val="00956E70"/>
    <w:rsid w:val="00960AE5"/>
    <w:rsid w:val="0096533B"/>
    <w:rsid w:val="00972724"/>
    <w:rsid w:val="009741EB"/>
    <w:rsid w:val="00975A7A"/>
    <w:rsid w:val="00981278"/>
    <w:rsid w:val="00985585"/>
    <w:rsid w:val="00986A26"/>
    <w:rsid w:val="009917EF"/>
    <w:rsid w:val="00992325"/>
    <w:rsid w:val="0099543F"/>
    <w:rsid w:val="009962E8"/>
    <w:rsid w:val="009A2295"/>
    <w:rsid w:val="009A417E"/>
    <w:rsid w:val="009B0982"/>
    <w:rsid w:val="009B15EB"/>
    <w:rsid w:val="009B4186"/>
    <w:rsid w:val="009B44C7"/>
    <w:rsid w:val="009C3BE7"/>
    <w:rsid w:val="009C5A1D"/>
    <w:rsid w:val="009D0889"/>
    <w:rsid w:val="009D2217"/>
    <w:rsid w:val="009D7E30"/>
    <w:rsid w:val="009E1AA6"/>
    <w:rsid w:val="009E1DB0"/>
    <w:rsid w:val="009E2133"/>
    <w:rsid w:val="009E3F44"/>
    <w:rsid w:val="009E538A"/>
    <w:rsid w:val="009F1D87"/>
    <w:rsid w:val="009F2F54"/>
    <w:rsid w:val="00A03B37"/>
    <w:rsid w:val="00A04CD9"/>
    <w:rsid w:val="00A0516B"/>
    <w:rsid w:val="00A05F02"/>
    <w:rsid w:val="00A078C9"/>
    <w:rsid w:val="00A10D29"/>
    <w:rsid w:val="00A11231"/>
    <w:rsid w:val="00A17B55"/>
    <w:rsid w:val="00A2228B"/>
    <w:rsid w:val="00A23168"/>
    <w:rsid w:val="00A340F8"/>
    <w:rsid w:val="00A351DF"/>
    <w:rsid w:val="00A451FE"/>
    <w:rsid w:val="00A46F82"/>
    <w:rsid w:val="00A53490"/>
    <w:rsid w:val="00A55FDB"/>
    <w:rsid w:val="00A633FA"/>
    <w:rsid w:val="00A74E1F"/>
    <w:rsid w:val="00A7510D"/>
    <w:rsid w:val="00A82DC4"/>
    <w:rsid w:val="00A9330D"/>
    <w:rsid w:val="00A939BB"/>
    <w:rsid w:val="00A9473E"/>
    <w:rsid w:val="00A95146"/>
    <w:rsid w:val="00A9583F"/>
    <w:rsid w:val="00AA0D1A"/>
    <w:rsid w:val="00AA13F9"/>
    <w:rsid w:val="00AA1622"/>
    <w:rsid w:val="00AA6C69"/>
    <w:rsid w:val="00AA7F1E"/>
    <w:rsid w:val="00AB1137"/>
    <w:rsid w:val="00AB1D96"/>
    <w:rsid w:val="00AB4547"/>
    <w:rsid w:val="00AB61D8"/>
    <w:rsid w:val="00AB627F"/>
    <w:rsid w:val="00AB6909"/>
    <w:rsid w:val="00AC04B5"/>
    <w:rsid w:val="00AC0B2E"/>
    <w:rsid w:val="00AC0FD1"/>
    <w:rsid w:val="00AC17BA"/>
    <w:rsid w:val="00AD01AE"/>
    <w:rsid w:val="00AD0717"/>
    <w:rsid w:val="00AD3DC0"/>
    <w:rsid w:val="00AE3DCA"/>
    <w:rsid w:val="00AF0CE0"/>
    <w:rsid w:val="00AF12AB"/>
    <w:rsid w:val="00AF1F86"/>
    <w:rsid w:val="00AF435D"/>
    <w:rsid w:val="00AF7BEC"/>
    <w:rsid w:val="00B06863"/>
    <w:rsid w:val="00B068B7"/>
    <w:rsid w:val="00B07D2D"/>
    <w:rsid w:val="00B07FAA"/>
    <w:rsid w:val="00B137E2"/>
    <w:rsid w:val="00B1781E"/>
    <w:rsid w:val="00B234E0"/>
    <w:rsid w:val="00B252AE"/>
    <w:rsid w:val="00B37517"/>
    <w:rsid w:val="00B424CA"/>
    <w:rsid w:val="00B44EF8"/>
    <w:rsid w:val="00B4744E"/>
    <w:rsid w:val="00B50361"/>
    <w:rsid w:val="00B50C8D"/>
    <w:rsid w:val="00B56499"/>
    <w:rsid w:val="00B6405D"/>
    <w:rsid w:val="00B66089"/>
    <w:rsid w:val="00B66670"/>
    <w:rsid w:val="00B66CF0"/>
    <w:rsid w:val="00B70D1C"/>
    <w:rsid w:val="00B71119"/>
    <w:rsid w:val="00B71CFB"/>
    <w:rsid w:val="00B727AA"/>
    <w:rsid w:val="00B72897"/>
    <w:rsid w:val="00B76112"/>
    <w:rsid w:val="00B81816"/>
    <w:rsid w:val="00B81C11"/>
    <w:rsid w:val="00B90BE0"/>
    <w:rsid w:val="00BA0C5D"/>
    <w:rsid w:val="00BA653E"/>
    <w:rsid w:val="00BA7998"/>
    <w:rsid w:val="00BB05EB"/>
    <w:rsid w:val="00BB193B"/>
    <w:rsid w:val="00BB20A3"/>
    <w:rsid w:val="00BB4662"/>
    <w:rsid w:val="00BC289B"/>
    <w:rsid w:val="00BD0863"/>
    <w:rsid w:val="00BD0881"/>
    <w:rsid w:val="00BD3729"/>
    <w:rsid w:val="00BD48DE"/>
    <w:rsid w:val="00BE1237"/>
    <w:rsid w:val="00BE2D6C"/>
    <w:rsid w:val="00BE61C9"/>
    <w:rsid w:val="00BE6E2A"/>
    <w:rsid w:val="00BF09F4"/>
    <w:rsid w:val="00BF3BAA"/>
    <w:rsid w:val="00C045D3"/>
    <w:rsid w:val="00C10808"/>
    <w:rsid w:val="00C14052"/>
    <w:rsid w:val="00C14511"/>
    <w:rsid w:val="00C2355F"/>
    <w:rsid w:val="00C30F7F"/>
    <w:rsid w:val="00C31199"/>
    <w:rsid w:val="00C34096"/>
    <w:rsid w:val="00C402DC"/>
    <w:rsid w:val="00C43E87"/>
    <w:rsid w:val="00C5113E"/>
    <w:rsid w:val="00C518C4"/>
    <w:rsid w:val="00C53220"/>
    <w:rsid w:val="00C53307"/>
    <w:rsid w:val="00C55487"/>
    <w:rsid w:val="00C61064"/>
    <w:rsid w:val="00C61A41"/>
    <w:rsid w:val="00C62E20"/>
    <w:rsid w:val="00C6369A"/>
    <w:rsid w:val="00C737EE"/>
    <w:rsid w:val="00C81B7E"/>
    <w:rsid w:val="00C83872"/>
    <w:rsid w:val="00C950AA"/>
    <w:rsid w:val="00C967C5"/>
    <w:rsid w:val="00CA6210"/>
    <w:rsid w:val="00CB1E68"/>
    <w:rsid w:val="00CB20A5"/>
    <w:rsid w:val="00CB2C7B"/>
    <w:rsid w:val="00CB58E8"/>
    <w:rsid w:val="00CB6CA6"/>
    <w:rsid w:val="00CB783E"/>
    <w:rsid w:val="00CC0F2B"/>
    <w:rsid w:val="00CC1E47"/>
    <w:rsid w:val="00CC5DD4"/>
    <w:rsid w:val="00CC66A9"/>
    <w:rsid w:val="00CD29DB"/>
    <w:rsid w:val="00CD32C0"/>
    <w:rsid w:val="00CD711A"/>
    <w:rsid w:val="00CE2D06"/>
    <w:rsid w:val="00CE7D94"/>
    <w:rsid w:val="00CF0A34"/>
    <w:rsid w:val="00CF15E7"/>
    <w:rsid w:val="00CF2E58"/>
    <w:rsid w:val="00CF41B6"/>
    <w:rsid w:val="00CF4AE1"/>
    <w:rsid w:val="00CF504D"/>
    <w:rsid w:val="00CF532D"/>
    <w:rsid w:val="00CF7783"/>
    <w:rsid w:val="00D0027E"/>
    <w:rsid w:val="00D0189C"/>
    <w:rsid w:val="00D105E9"/>
    <w:rsid w:val="00D12EB4"/>
    <w:rsid w:val="00D166A8"/>
    <w:rsid w:val="00D178BE"/>
    <w:rsid w:val="00D20104"/>
    <w:rsid w:val="00D21FD6"/>
    <w:rsid w:val="00D23A0A"/>
    <w:rsid w:val="00D315D3"/>
    <w:rsid w:val="00D321AF"/>
    <w:rsid w:val="00D34830"/>
    <w:rsid w:val="00D40222"/>
    <w:rsid w:val="00D415D4"/>
    <w:rsid w:val="00D42602"/>
    <w:rsid w:val="00D43502"/>
    <w:rsid w:val="00D44385"/>
    <w:rsid w:val="00D44AB8"/>
    <w:rsid w:val="00D45EC5"/>
    <w:rsid w:val="00D47B1E"/>
    <w:rsid w:val="00D520F6"/>
    <w:rsid w:val="00D52D13"/>
    <w:rsid w:val="00D62498"/>
    <w:rsid w:val="00D62A40"/>
    <w:rsid w:val="00D62D52"/>
    <w:rsid w:val="00D66864"/>
    <w:rsid w:val="00D67E3E"/>
    <w:rsid w:val="00D77C0C"/>
    <w:rsid w:val="00D8003B"/>
    <w:rsid w:val="00D85F3E"/>
    <w:rsid w:val="00D872C2"/>
    <w:rsid w:val="00D87797"/>
    <w:rsid w:val="00D928EB"/>
    <w:rsid w:val="00D93060"/>
    <w:rsid w:val="00D9328D"/>
    <w:rsid w:val="00DA5C9C"/>
    <w:rsid w:val="00DA721A"/>
    <w:rsid w:val="00DB0140"/>
    <w:rsid w:val="00DB0AB2"/>
    <w:rsid w:val="00DC1E48"/>
    <w:rsid w:val="00DC3E7F"/>
    <w:rsid w:val="00DC62AC"/>
    <w:rsid w:val="00DC6FAB"/>
    <w:rsid w:val="00DC7CF6"/>
    <w:rsid w:val="00DD1D5E"/>
    <w:rsid w:val="00DD366B"/>
    <w:rsid w:val="00DD48FB"/>
    <w:rsid w:val="00DD5A59"/>
    <w:rsid w:val="00DD6879"/>
    <w:rsid w:val="00DE1A19"/>
    <w:rsid w:val="00DE4CA6"/>
    <w:rsid w:val="00DE7C2D"/>
    <w:rsid w:val="00DF1274"/>
    <w:rsid w:val="00DF3C38"/>
    <w:rsid w:val="00E00C91"/>
    <w:rsid w:val="00E05281"/>
    <w:rsid w:val="00E10661"/>
    <w:rsid w:val="00E124FB"/>
    <w:rsid w:val="00E137A8"/>
    <w:rsid w:val="00E23806"/>
    <w:rsid w:val="00E2683B"/>
    <w:rsid w:val="00E269B3"/>
    <w:rsid w:val="00E33FB2"/>
    <w:rsid w:val="00E36387"/>
    <w:rsid w:val="00E37204"/>
    <w:rsid w:val="00E43898"/>
    <w:rsid w:val="00E44FFA"/>
    <w:rsid w:val="00E50501"/>
    <w:rsid w:val="00E50509"/>
    <w:rsid w:val="00E50B1D"/>
    <w:rsid w:val="00E51054"/>
    <w:rsid w:val="00E512F1"/>
    <w:rsid w:val="00E61A29"/>
    <w:rsid w:val="00E70933"/>
    <w:rsid w:val="00E72762"/>
    <w:rsid w:val="00E72B7E"/>
    <w:rsid w:val="00E762FD"/>
    <w:rsid w:val="00E77303"/>
    <w:rsid w:val="00E777FE"/>
    <w:rsid w:val="00E81092"/>
    <w:rsid w:val="00E81E95"/>
    <w:rsid w:val="00E83657"/>
    <w:rsid w:val="00E83D89"/>
    <w:rsid w:val="00E84B3F"/>
    <w:rsid w:val="00E86FF3"/>
    <w:rsid w:val="00E8714D"/>
    <w:rsid w:val="00E87EAC"/>
    <w:rsid w:val="00E90581"/>
    <w:rsid w:val="00EA0A94"/>
    <w:rsid w:val="00EA29AE"/>
    <w:rsid w:val="00EA388A"/>
    <w:rsid w:val="00EA3E92"/>
    <w:rsid w:val="00EA60E7"/>
    <w:rsid w:val="00EB5735"/>
    <w:rsid w:val="00EB6A1C"/>
    <w:rsid w:val="00EC098B"/>
    <w:rsid w:val="00EC13F1"/>
    <w:rsid w:val="00EC47AC"/>
    <w:rsid w:val="00ED1ABE"/>
    <w:rsid w:val="00ED51D0"/>
    <w:rsid w:val="00ED62B9"/>
    <w:rsid w:val="00EE0F3D"/>
    <w:rsid w:val="00EE31C7"/>
    <w:rsid w:val="00EE64BB"/>
    <w:rsid w:val="00EE6E12"/>
    <w:rsid w:val="00EE79E2"/>
    <w:rsid w:val="00EF0B2B"/>
    <w:rsid w:val="00EF11B9"/>
    <w:rsid w:val="00EF5F93"/>
    <w:rsid w:val="00EF6DDE"/>
    <w:rsid w:val="00F00C3A"/>
    <w:rsid w:val="00F01689"/>
    <w:rsid w:val="00F04910"/>
    <w:rsid w:val="00F04AFB"/>
    <w:rsid w:val="00F0511F"/>
    <w:rsid w:val="00F21C03"/>
    <w:rsid w:val="00F271A0"/>
    <w:rsid w:val="00F30BD8"/>
    <w:rsid w:val="00F32751"/>
    <w:rsid w:val="00F33EC9"/>
    <w:rsid w:val="00F379C9"/>
    <w:rsid w:val="00F46A01"/>
    <w:rsid w:val="00F529BC"/>
    <w:rsid w:val="00F545E9"/>
    <w:rsid w:val="00F57DDC"/>
    <w:rsid w:val="00F668FF"/>
    <w:rsid w:val="00F67105"/>
    <w:rsid w:val="00F702DF"/>
    <w:rsid w:val="00F70B97"/>
    <w:rsid w:val="00F70F18"/>
    <w:rsid w:val="00F73820"/>
    <w:rsid w:val="00F756D2"/>
    <w:rsid w:val="00F7639F"/>
    <w:rsid w:val="00F80A31"/>
    <w:rsid w:val="00F82B60"/>
    <w:rsid w:val="00F84AA9"/>
    <w:rsid w:val="00F857AC"/>
    <w:rsid w:val="00F86AE7"/>
    <w:rsid w:val="00F91959"/>
    <w:rsid w:val="00F92007"/>
    <w:rsid w:val="00F92420"/>
    <w:rsid w:val="00F94E9D"/>
    <w:rsid w:val="00FA3B8A"/>
    <w:rsid w:val="00FA44EA"/>
    <w:rsid w:val="00FA6892"/>
    <w:rsid w:val="00FB155F"/>
    <w:rsid w:val="00FB1857"/>
    <w:rsid w:val="00FB323A"/>
    <w:rsid w:val="00FB5B17"/>
    <w:rsid w:val="00FC07C6"/>
    <w:rsid w:val="00FC1725"/>
    <w:rsid w:val="00FC7906"/>
    <w:rsid w:val="00FD0912"/>
    <w:rsid w:val="00FD3675"/>
    <w:rsid w:val="00FD3CCC"/>
    <w:rsid w:val="00FE0F97"/>
    <w:rsid w:val="00FE47B1"/>
    <w:rsid w:val="00FE6544"/>
    <w:rsid w:val="00FE71A0"/>
    <w:rsid w:val="00FE782A"/>
    <w:rsid w:val="00FE7AF4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9937"/>
    <o:shapelayout v:ext="edit">
      <o:idmap v:ext="edit" data="1"/>
    </o:shapelayout>
  </w:shapeDefaults>
  <w:decimalSymbol w:val="."/>
  <w:listSeparator w:val=";"/>
  <w14:docId w14:val="20B8D20A"/>
  <w15:chartTrackingRefBased/>
  <w15:docId w15:val="{8D9D28C4-2E91-488E-B8BA-FCF19EF4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E36387"/>
    <w:pPr>
      <w:keepNext/>
      <w:keepLines/>
      <w:numPr>
        <w:numId w:val="10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E36387"/>
    <w:pPr>
      <w:keepNext/>
      <w:numPr>
        <w:ilvl w:val="1"/>
        <w:numId w:val="10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36387"/>
    <w:pPr>
      <w:keepNext/>
      <w:numPr>
        <w:ilvl w:val="2"/>
        <w:numId w:val="10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9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14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94660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1F38772E401348BBDFB5AF88950C0C" ma:contentTypeVersion="1" ma:contentTypeDescription="Utwórz nowy dokument." ma:contentTypeScope="" ma:versionID="328f02a283ccae1667fac621a6b7138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5DD66-08EF-4F60-937D-CE20FE32AD3B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2C3449-BA3D-49FA-9CB5-459AEEFA08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FBA49-AC34-4688-AFC6-E84FF9EA8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9EB7C6-5C6C-4369-8FA8-DAFDBD54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10</TotalTime>
  <Pages>14</Pages>
  <Words>3519</Words>
  <Characters>24332</Characters>
  <Application>Microsoft Office Word</Application>
  <DocSecurity>0</DocSecurity>
  <Lines>202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27796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Kloska Renata</cp:lastModifiedBy>
  <cp:revision>6</cp:revision>
  <cp:lastPrinted>2020-09-29T05:25:00Z</cp:lastPrinted>
  <dcterms:created xsi:type="dcterms:W3CDTF">2021-02-25T10:05:00Z</dcterms:created>
  <dcterms:modified xsi:type="dcterms:W3CDTF">2024-01-23T11:31:00Z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0x010100741F38772E401348BBDFB5AF88950C0C</vt:lpwstr>
  </property>
</Properties>
</file>